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68A" w:rsidRDefault="00BD341D">
      <w:pPr>
        <w:pStyle w:val="a3"/>
        <w:jc w:val="center"/>
      </w:pPr>
      <w:bookmarkStart w:id="0" w:name="_GoBack"/>
      <w:bookmarkEnd w:id="0"/>
      <w:r>
        <w:rPr>
          <w:noProof/>
        </w:rPr>
        <w:drawing>
          <wp:inline distT="0" distB="0" distL="0" distR="0">
            <wp:extent cx="666750" cy="914400"/>
            <wp:effectExtent l="0" t="0" r="0" b="0"/>
            <wp:docPr id="1" name="Рисунок 1" descr="Описание: C:\Documents and Settings\1\Application Data\Liga70\Client\Session\TSI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Documents and Settings\1\Application Data\Liga70\Client\Session\TSIGN.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66750" cy="914400"/>
                    </a:xfrm>
                    <a:prstGeom prst="rect">
                      <a:avLst/>
                    </a:prstGeom>
                    <a:noFill/>
                    <a:ln>
                      <a:noFill/>
                    </a:ln>
                  </pic:spPr>
                </pic:pic>
              </a:graphicData>
            </a:graphic>
          </wp:inline>
        </w:drawing>
      </w:r>
    </w:p>
    <w:p w:rsidR="00B4768A" w:rsidRDefault="00B4768A">
      <w:pPr>
        <w:pStyle w:val="2"/>
        <w:jc w:val="center"/>
      </w:pPr>
      <w:r>
        <w:t>НАЦІОНАЛЬНА КОМІСІЯ, ЩО ЗДІЙСНЮЄ ДЕРЖАВНЕ РЕГУЛЮВАННЯ У СФЕРАХ ЕНЕРГЕТИКИ ТА КОМУНАЛЬНИХ ПОСЛУГ</w:t>
      </w:r>
    </w:p>
    <w:p w:rsidR="00B4768A" w:rsidRDefault="00B4768A">
      <w:pPr>
        <w:pStyle w:val="2"/>
        <w:jc w:val="center"/>
      </w:pPr>
      <w:r>
        <w:t>ПОСТАНОВА</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331"/>
        <w:gridCol w:w="2842"/>
        <w:gridCol w:w="3330"/>
      </w:tblGrid>
      <w:tr w:rsidR="00B4768A">
        <w:trPr>
          <w:tblCellSpacing w:w="22" w:type="dxa"/>
        </w:trPr>
        <w:tc>
          <w:tcPr>
            <w:tcW w:w="1750" w:type="pct"/>
            <w:hideMark/>
          </w:tcPr>
          <w:p w:rsidR="00B4768A" w:rsidRPr="00E2371C" w:rsidRDefault="00B4768A">
            <w:pPr>
              <w:pStyle w:val="a3"/>
              <w:jc w:val="center"/>
            </w:pPr>
            <w:r w:rsidRPr="00E2371C">
              <w:rPr>
                <w:b/>
                <w:bCs/>
              </w:rPr>
              <w:t>31.03.2016</w:t>
            </w:r>
          </w:p>
        </w:tc>
        <w:tc>
          <w:tcPr>
            <w:tcW w:w="1500" w:type="pct"/>
            <w:hideMark/>
          </w:tcPr>
          <w:p w:rsidR="00B4768A" w:rsidRPr="00E2371C" w:rsidRDefault="00B4768A">
            <w:pPr>
              <w:pStyle w:val="a3"/>
              <w:jc w:val="center"/>
            </w:pPr>
            <w:r w:rsidRPr="00E2371C">
              <w:rPr>
                <w:b/>
                <w:bCs/>
              </w:rPr>
              <w:t>м. Київ</w:t>
            </w:r>
          </w:p>
        </w:tc>
        <w:tc>
          <w:tcPr>
            <w:tcW w:w="1750" w:type="pct"/>
            <w:hideMark/>
          </w:tcPr>
          <w:p w:rsidR="00B4768A" w:rsidRPr="00E2371C" w:rsidRDefault="00B4768A">
            <w:pPr>
              <w:pStyle w:val="a3"/>
              <w:jc w:val="center"/>
            </w:pPr>
            <w:r w:rsidRPr="00E2371C">
              <w:rPr>
                <w:b/>
                <w:bCs/>
              </w:rPr>
              <w:t>N 528</w:t>
            </w:r>
          </w:p>
        </w:tc>
      </w:tr>
    </w:tbl>
    <w:p w:rsidR="00B4768A" w:rsidRDefault="00B4768A">
      <w:r>
        <w:br w:type="textWrapping" w:clear="all"/>
      </w:r>
    </w:p>
    <w:p w:rsidR="00B4768A" w:rsidRPr="00E2371C" w:rsidRDefault="00B4768A">
      <w:pPr>
        <w:pStyle w:val="a3"/>
        <w:jc w:val="center"/>
      </w:pPr>
      <w:r>
        <w:rPr>
          <w:b/>
          <w:bCs/>
        </w:rPr>
        <w:t>Зареєстровано в Міністерстві юстиції України</w:t>
      </w:r>
      <w:r>
        <w:br/>
      </w:r>
      <w:r>
        <w:rPr>
          <w:b/>
          <w:bCs/>
        </w:rPr>
        <w:t>20 липня 2016 р. за N 993/29123</w:t>
      </w:r>
    </w:p>
    <w:p w:rsidR="00B4768A" w:rsidRDefault="00B4768A">
      <w:pPr>
        <w:pStyle w:val="2"/>
        <w:jc w:val="center"/>
      </w:pPr>
      <w:r>
        <w:t>Про затвердження Процедури встановлення тарифів на теплову енергію, її виробництво, транспортування, постачання</w:t>
      </w:r>
    </w:p>
    <w:p w:rsidR="00B4768A" w:rsidRPr="00E2371C" w:rsidRDefault="00B4768A">
      <w:pPr>
        <w:pStyle w:val="a3"/>
        <w:jc w:val="center"/>
      </w:pPr>
      <w:r>
        <w:t>Із змінами і доповненнями, внесеними</w:t>
      </w:r>
      <w:r>
        <w:br/>
        <w:t> постановами Національної комісії, що здійснює державне регулювання у сферах енергетики та комунальних послуг,</w:t>
      </w:r>
      <w:r>
        <w:br/>
        <w:t> від 7 листопада 2017 року N 1376,</w:t>
      </w:r>
      <w:r>
        <w:br/>
        <w:t>від 23 серпня 2019 року N 1734,</w:t>
      </w:r>
      <w:r>
        <w:br/>
        <w:t>від 18 лютого 2020 року N 418</w:t>
      </w:r>
    </w:p>
    <w:p w:rsidR="00B4768A" w:rsidRDefault="00B4768A">
      <w:pPr>
        <w:pStyle w:val="a3"/>
        <w:jc w:val="both"/>
      </w:pPr>
      <w:r>
        <w:t xml:space="preserve">Відповідно до </w:t>
      </w:r>
      <w:r>
        <w:rPr>
          <w:color w:val="0000FF"/>
        </w:rPr>
        <w:t>статті 16 Закону України "Про теплопостачання"</w:t>
      </w:r>
      <w:r>
        <w:t xml:space="preserve">, </w:t>
      </w:r>
      <w:r>
        <w:rPr>
          <w:color w:val="0000FF"/>
        </w:rPr>
        <w:t>Законів України "Про житлово-комунальні послуги"</w:t>
      </w:r>
      <w:r>
        <w:t xml:space="preserve">, </w:t>
      </w:r>
      <w:r>
        <w:rPr>
          <w:color w:val="0000FF"/>
        </w:rPr>
        <w:t>"Про державне регулювання у сфері комунальних послуг"</w:t>
      </w:r>
      <w:r>
        <w:t xml:space="preserve">, підпункту 5 пункту 4 Положення про Національну комісію, що здійснює державне регулювання у сферах енергетики та комунальних послуг, затвердженого </w:t>
      </w:r>
      <w:r>
        <w:rPr>
          <w:color w:val="0000FF"/>
        </w:rPr>
        <w:t>Указом Президента України від 10 вересня 2014 року N 715</w:t>
      </w:r>
      <w:r>
        <w:t>, Національна комісія, що здійснює державне регулювання у сферах енергетики та комунальних послуг,</w:t>
      </w:r>
    </w:p>
    <w:p w:rsidR="00B4768A" w:rsidRDefault="00B4768A">
      <w:pPr>
        <w:pStyle w:val="a3"/>
        <w:jc w:val="both"/>
      </w:pPr>
      <w:r>
        <w:rPr>
          <w:b/>
          <w:bCs/>
        </w:rPr>
        <w:t>ПОСТАНОВЛЯЄ:</w:t>
      </w:r>
    </w:p>
    <w:p w:rsidR="00B4768A" w:rsidRDefault="00B4768A">
      <w:pPr>
        <w:pStyle w:val="a3"/>
        <w:jc w:val="both"/>
      </w:pPr>
      <w:r>
        <w:t>1. Затвердити Процедуру встановлення тарифів на теплову енергію, її виробництво, транспортування, постачання, що додається.</w:t>
      </w:r>
    </w:p>
    <w:p w:rsidR="00B4768A" w:rsidRDefault="00B4768A">
      <w:pPr>
        <w:pStyle w:val="a3"/>
        <w:jc w:val="both"/>
      </w:pPr>
      <w:r>
        <w:t>2. Департаменту із регулювання відносин у сфері теплопостачання забезпечити подання цієї постанови на державну реєстрацію до Міністерства юстиції України у встановленому законодавством порядку.</w:t>
      </w:r>
    </w:p>
    <w:p w:rsidR="00B4768A" w:rsidRDefault="00B4768A">
      <w:pPr>
        <w:pStyle w:val="a3"/>
        <w:jc w:val="both"/>
      </w:pPr>
      <w:r>
        <w:t>3. Ця постанова набирає чинності з дати її офіційного опублікування.</w:t>
      </w:r>
    </w:p>
    <w:p w:rsidR="00B4768A" w:rsidRDefault="00B4768A">
      <w:pPr>
        <w:pStyle w:val="a3"/>
        <w:jc w:val="both"/>
      </w:pPr>
      <w:r>
        <w:t>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781"/>
        <w:gridCol w:w="4782"/>
      </w:tblGrid>
      <w:tr w:rsidR="00B4768A">
        <w:trPr>
          <w:tblCellSpacing w:w="22" w:type="dxa"/>
        </w:trPr>
        <w:tc>
          <w:tcPr>
            <w:tcW w:w="2500" w:type="pct"/>
            <w:hideMark/>
          </w:tcPr>
          <w:p w:rsidR="00B4768A" w:rsidRPr="00E2371C" w:rsidRDefault="00B4768A">
            <w:pPr>
              <w:pStyle w:val="a3"/>
              <w:jc w:val="center"/>
            </w:pPr>
            <w:r w:rsidRPr="00E2371C">
              <w:rPr>
                <w:b/>
                <w:bCs/>
              </w:rPr>
              <w:t>Голова Комісії</w:t>
            </w:r>
          </w:p>
        </w:tc>
        <w:tc>
          <w:tcPr>
            <w:tcW w:w="2500" w:type="pct"/>
            <w:vAlign w:val="bottom"/>
            <w:hideMark/>
          </w:tcPr>
          <w:p w:rsidR="00B4768A" w:rsidRPr="00E2371C" w:rsidRDefault="00B4768A">
            <w:pPr>
              <w:pStyle w:val="a3"/>
              <w:jc w:val="center"/>
            </w:pPr>
            <w:r w:rsidRPr="00E2371C">
              <w:rPr>
                <w:b/>
                <w:bCs/>
              </w:rPr>
              <w:t>Д. Вовк</w:t>
            </w:r>
          </w:p>
        </w:tc>
      </w:tr>
      <w:tr w:rsidR="00B4768A">
        <w:trPr>
          <w:tblCellSpacing w:w="22" w:type="dxa"/>
        </w:trPr>
        <w:tc>
          <w:tcPr>
            <w:tcW w:w="2500" w:type="pct"/>
            <w:hideMark/>
          </w:tcPr>
          <w:p w:rsidR="00B4768A" w:rsidRPr="00E2371C" w:rsidRDefault="00B4768A">
            <w:pPr>
              <w:pStyle w:val="a3"/>
              <w:jc w:val="center"/>
            </w:pPr>
            <w:r w:rsidRPr="00E2371C">
              <w:rPr>
                <w:b/>
                <w:bCs/>
              </w:rPr>
              <w:t>ПОГОДЖЕНО:</w:t>
            </w:r>
          </w:p>
        </w:tc>
        <w:tc>
          <w:tcPr>
            <w:tcW w:w="2500" w:type="pct"/>
            <w:vAlign w:val="bottom"/>
            <w:hideMark/>
          </w:tcPr>
          <w:p w:rsidR="00B4768A" w:rsidRPr="00E2371C" w:rsidRDefault="00B4768A">
            <w:pPr>
              <w:pStyle w:val="a3"/>
              <w:jc w:val="center"/>
            </w:pPr>
            <w:r w:rsidRPr="00E2371C">
              <w:t> </w:t>
            </w:r>
          </w:p>
        </w:tc>
      </w:tr>
      <w:tr w:rsidR="00B4768A">
        <w:trPr>
          <w:tblCellSpacing w:w="22" w:type="dxa"/>
        </w:trPr>
        <w:tc>
          <w:tcPr>
            <w:tcW w:w="2500" w:type="pct"/>
            <w:hideMark/>
          </w:tcPr>
          <w:p w:rsidR="00B4768A" w:rsidRPr="00E2371C" w:rsidRDefault="00B4768A">
            <w:pPr>
              <w:pStyle w:val="a3"/>
              <w:jc w:val="center"/>
            </w:pPr>
            <w:r w:rsidRPr="00E2371C">
              <w:rPr>
                <w:b/>
                <w:bCs/>
              </w:rPr>
              <w:t>Голова Антимонопольного</w:t>
            </w:r>
            <w:r w:rsidRPr="00E2371C">
              <w:br/>
            </w:r>
            <w:r w:rsidRPr="00E2371C">
              <w:rPr>
                <w:b/>
                <w:bCs/>
              </w:rPr>
              <w:t>комітету України</w:t>
            </w:r>
          </w:p>
        </w:tc>
        <w:tc>
          <w:tcPr>
            <w:tcW w:w="2500" w:type="pct"/>
            <w:vAlign w:val="bottom"/>
            <w:hideMark/>
          </w:tcPr>
          <w:p w:rsidR="00B4768A" w:rsidRPr="00E2371C" w:rsidRDefault="00B4768A">
            <w:pPr>
              <w:pStyle w:val="a3"/>
              <w:jc w:val="center"/>
            </w:pPr>
            <w:r w:rsidRPr="00E2371C">
              <w:rPr>
                <w:b/>
                <w:bCs/>
              </w:rPr>
              <w:t>Ю. Терентьєв</w:t>
            </w:r>
          </w:p>
        </w:tc>
      </w:tr>
      <w:tr w:rsidR="00B4768A">
        <w:trPr>
          <w:tblCellSpacing w:w="22" w:type="dxa"/>
        </w:trPr>
        <w:tc>
          <w:tcPr>
            <w:tcW w:w="2500" w:type="pct"/>
            <w:hideMark/>
          </w:tcPr>
          <w:p w:rsidR="00B4768A" w:rsidRPr="00E2371C" w:rsidRDefault="00B4768A">
            <w:pPr>
              <w:pStyle w:val="a3"/>
              <w:jc w:val="center"/>
            </w:pPr>
            <w:r w:rsidRPr="00E2371C">
              <w:rPr>
                <w:b/>
                <w:bCs/>
              </w:rPr>
              <w:t>Голова Державної</w:t>
            </w:r>
            <w:r w:rsidRPr="00E2371C">
              <w:br/>
            </w:r>
            <w:r w:rsidRPr="00E2371C">
              <w:rPr>
                <w:b/>
                <w:bCs/>
              </w:rPr>
              <w:t>регуляторної служби України</w:t>
            </w:r>
          </w:p>
        </w:tc>
        <w:tc>
          <w:tcPr>
            <w:tcW w:w="2500" w:type="pct"/>
            <w:vAlign w:val="bottom"/>
            <w:hideMark/>
          </w:tcPr>
          <w:p w:rsidR="00B4768A" w:rsidRPr="00E2371C" w:rsidRDefault="00B4768A">
            <w:pPr>
              <w:pStyle w:val="a3"/>
              <w:jc w:val="center"/>
            </w:pPr>
            <w:r w:rsidRPr="00E2371C">
              <w:rPr>
                <w:b/>
                <w:bCs/>
              </w:rPr>
              <w:t>К. М. Ляпіна</w:t>
            </w:r>
          </w:p>
        </w:tc>
      </w:tr>
      <w:tr w:rsidR="00B4768A">
        <w:trPr>
          <w:tblCellSpacing w:w="22" w:type="dxa"/>
        </w:trPr>
        <w:tc>
          <w:tcPr>
            <w:tcW w:w="2500" w:type="pct"/>
            <w:hideMark/>
          </w:tcPr>
          <w:p w:rsidR="00B4768A" w:rsidRPr="00E2371C" w:rsidRDefault="00B4768A">
            <w:pPr>
              <w:pStyle w:val="a3"/>
              <w:jc w:val="center"/>
            </w:pPr>
            <w:r w:rsidRPr="00E2371C">
              <w:rPr>
                <w:b/>
                <w:bCs/>
              </w:rPr>
              <w:t xml:space="preserve">Перший заступник Міністра </w:t>
            </w:r>
            <w:r w:rsidRPr="00E2371C">
              <w:br/>
            </w:r>
            <w:r w:rsidRPr="00E2371C">
              <w:rPr>
                <w:b/>
                <w:bCs/>
              </w:rPr>
              <w:t>регіонального розвитку, будівництва</w:t>
            </w:r>
            <w:r w:rsidRPr="00E2371C">
              <w:br/>
            </w:r>
            <w:r w:rsidRPr="00E2371C">
              <w:rPr>
                <w:b/>
                <w:bCs/>
              </w:rPr>
              <w:t xml:space="preserve"> та житлово-комунального </w:t>
            </w:r>
            <w:r w:rsidRPr="00E2371C">
              <w:br/>
            </w:r>
            <w:r w:rsidRPr="00E2371C">
              <w:rPr>
                <w:b/>
                <w:bCs/>
              </w:rPr>
              <w:t>господарства України</w:t>
            </w:r>
          </w:p>
        </w:tc>
        <w:tc>
          <w:tcPr>
            <w:tcW w:w="2500" w:type="pct"/>
            <w:vAlign w:val="bottom"/>
            <w:hideMark/>
          </w:tcPr>
          <w:p w:rsidR="00B4768A" w:rsidRPr="00E2371C" w:rsidRDefault="00B4768A">
            <w:pPr>
              <w:pStyle w:val="a3"/>
              <w:jc w:val="center"/>
            </w:pPr>
            <w:r w:rsidRPr="00E2371C">
              <w:rPr>
                <w:b/>
                <w:bCs/>
              </w:rPr>
              <w:t>В. А. Негода</w:t>
            </w:r>
          </w:p>
        </w:tc>
      </w:tr>
    </w:tbl>
    <w:p w:rsidR="00B4768A" w:rsidRDefault="00B4768A">
      <w:pPr>
        <w:pStyle w:val="a3"/>
        <w:jc w:val="both"/>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ЗАТВЕРДЖЕНО</w:t>
            </w:r>
            <w:r w:rsidRPr="00E2371C">
              <w:br/>
              <w:t>Постанова Національної комісії, що здійснює державне регулювання у сферах енергетики та комунальних послуг</w:t>
            </w:r>
            <w:r w:rsidRPr="00E2371C">
              <w:br/>
              <w:t>31 березня 2016 року N 528</w:t>
            </w:r>
            <w:r w:rsidRPr="00E2371C">
              <w:br/>
              <w:t>(у редакції постанови Національної комісії, що здійснює державне регулювання у сферах енергетики та комунальних послуг</w:t>
            </w:r>
            <w:r w:rsidRPr="00E2371C">
              <w:br/>
              <w:t>від 23 серпня 2019 року N 1734)</w:t>
            </w:r>
          </w:p>
        </w:tc>
      </w:tr>
    </w:tbl>
    <w:p w:rsidR="00B4768A" w:rsidRDefault="00B4768A">
      <w:pPr>
        <w:pStyle w:val="a3"/>
        <w:jc w:val="both"/>
      </w:pPr>
      <w:r>
        <w:br w:type="textWrapping" w:clear="all"/>
      </w:r>
    </w:p>
    <w:p w:rsidR="00B4768A" w:rsidRDefault="00B4768A">
      <w:pPr>
        <w:pStyle w:val="3"/>
        <w:jc w:val="center"/>
      </w:pPr>
      <w:r>
        <w:t>ПРОЦЕДУРА</w:t>
      </w:r>
      <w:r>
        <w:br/>
        <w:t>встановлення тарифів на теплову енергію, її виробництво, транспортування, постачання</w:t>
      </w:r>
    </w:p>
    <w:p w:rsidR="00B4768A" w:rsidRDefault="00B4768A">
      <w:pPr>
        <w:pStyle w:val="3"/>
        <w:jc w:val="center"/>
      </w:pPr>
      <w:r>
        <w:t>1. Загальні положення</w:t>
      </w:r>
    </w:p>
    <w:p w:rsidR="00B4768A" w:rsidRPr="00E2371C" w:rsidRDefault="00B4768A">
      <w:pPr>
        <w:pStyle w:val="a3"/>
        <w:jc w:val="both"/>
      </w:pPr>
      <w:r>
        <w:t>1.1. Ця Процедура визначає порядок встановлення тарифів на теплову енергію, її виробництво, транспортування, постачання.</w:t>
      </w:r>
    </w:p>
    <w:p w:rsidR="00B4768A" w:rsidRDefault="00B4768A">
      <w:pPr>
        <w:pStyle w:val="a3"/>
        <w:jc w:val="both"/>
      </w:pPr>
      <w:r>
        <w:t>1.2. Ця Процедура застосовується Національною комісією, що здійснює державне регулювання у сферах енергетики та комунальних послуг (далі - НКРЕКП), під час установлення тарифів на теплову енергію, її виробництво, транспортування та постачання для суб'єктів природних монополій, а також для суб'єктів господарювання на суміжних ринках, які провадять або мають намір провадити господарську діяльність з виробництва теплової енергії, її транспортування магістральними і місцевими (розподільчими) тепловими мережами (далі - транспортування) та постачання і в установленому законодавством порядку отримали відповідні ліцензії НКРЕКП (далі - суб'єкти господарювання або ліцензіати), та поширюється на таких суб'єктів під час встановлення зазначених тарифів.</w:t>
      </w:r>
    </w:p>
    <w:p w:rsidR="00B4768A" w:rsidRDefault="00B4768A">
      <w:pPr>
        <w:pStyle w:val="a3"/>
        <w:jc w:val="both"/>
      </w:pPr>
      <w:r>
        <w:t>1.3. Ця Процедура не застосовується під час формування тарифів на виробництво теплової енергії теплоелектроцентралями, теплоелектростанціями, атомними електростанціями, когенераційними установками, системами автономного опалення та установками з використанням альтернативних джерел енергії.</w:t>
      </w:r>
    </w:p>
    <w:p w:rsidR="00B4768A" w:rsidRDefault="00B4768A">
      <w:pPr>
        <w:pStyle w:val="a3"/>
        <w:jc w:val="both"/>
      </w:pPr>
      <w:r>
        <w:t>1.4. У цій Процедурі терміни вживаються в таких значеннях:</w:t>
      </w:r>
    </w:p>
    <w:p w:rsidR="00B4768A" w:rsidRDefault="00B4768A">
      <w:pPr>
        <w:pStyle w:val="a3"/>
        <w:jc w:val="both"/>
      </w:pPr>
      <w:r>
        <w:t>встановлення тарифів - встановлення НКРЕКП для ліцензіатів тарифів на теплову енергію, її виробництво, транспортування та постачання за визначеною структурою;</w:t>
      </w:r>
    </w:p>
    <w:p w:rsidR="00B4768A" w:rsidRDefault="00B4768A">
      <w:pPr>
        <w:pStyle w:val="a3"/>
        <w:jc w:val="both"/>
      </w:pPr>
      <w:r>
        <w:t>заява - письмове звернення ліцензіата до НКРЕКП щодо встановлення/коригування тарифів на теплову енергію, її виробництво, транспортування, постачання з повним комплектом документів, передбачених цією Процедурою;</w:t>
      </w:r>
    </w:p>
    <w:p w:rsidR="00B4768A" w:rsidRDefault="00B4768A">
      <w:pPr>
        <w:pStyle w:val="a3"/>
        <w:jc w:val="both"/>
      </w:pPr>
      <w:r>
        <w:t>заявник - ліцензіат, який звернувся до НКРЕКП для встановлення тарифів на теплову енергію, її виробництво, транспортування та постачання із заявою та відповідним комплектом документів;</w:t>
      </w:r>
    </w:p>
    <w:p w:rsidR="00B4768A" w:rsidRDefault="00B4768A">
      <w:pPr>
        <w:pStyle w:val="a3"/>
        <w:jc w:val="both"/>
      </w:pPr>
      <w:r>
        <w:t>нецільове або необґрунтоване використання коштів, передбачених встановленими тарифами - використання ліцензіатом коштів на цілі або в розмірах, не передбачених структурою встановлених тарифів та схваленою НКРЕКП інвестиційною програмою;</w:t>
      </w:r>
    </w:p>
    <w:p w:rsidR="00B4768A" w:rsidRDefault="00B4768A">
      <w:pPr>
        <w:pStyle w:val="a3"/>
        <w:jc w:val="both"/>
      </w:pPr>
      <w:r>
        <w:t>період, що передує базовому - календарний рік, що передує базовому періоду;</w:t>
      </w:r>
    </w:p>
    <w:p w:rsidR="00B4768A" w:rsidRDefault="00B4768A">
      <w:pPr>
        <w:pStyle w:val="a3"/>
        <w:jc w:val="both"/>
      </w:pPr>
      <w:r>
        <w:t>тарифи на теплову енергію, її виробництво, транспортування та постачання - вартість вироблення, транспортування та постачання одиниці (1 Гкал) теплової енергії відповідної якості як грошовий вираз планованих економічно обґрунтованих витрат з урахуванням витрат на покриття втрат ліцензіата, планованого прибутку, коригування витрат, які встановлюються НКРЕКП без урахування податку на додану вартість.</w:t>
      </w:r>
    </w:p>
    <w:p w:rsidR="00B4768A" w:rsidRDefault="00B4768A">
      <w:pPr>
        <w:pStyle w:val="a3"/>
        <w:jc w:val="both"/>
      </w:pPr>
      <w:r>
        <w:t xml:space="preserve">Інші терміни в цій Процедурі вживаються у значеннях, наведених у </w:t>
      </w:r>
      <w:r>
        <w:rPr>
          <w:color w:val="0000FF"/>
        </w:rPr>
        <w:t>Законі України "Про теплопостачання"</w:t>
      </w:r>
      <w:r>
        <w:t xml:space="preserve"> та інших нормативно-правових актах у сфері теплопостачання.</w:t>
      </w:r>
    </w:p>
    <w:p w:rsidR="00B4768A" w:rsidRDefault="00B4768A">
      <w:pPr>
        <w:pStyle w:val="a3"/>
        <w:jc w:val="both"/>
      </w:pPr>
      <w:r>
        <w:t>1.5. Розрахунки тарифів виконуються заявником відповідно до вимог порядку формування тарифів на теплову енергію, її виробництво, транспортування та постачання і подаються до НКРЕКП разом із заявою як додатки.</w:t>
      </w:r>
    </w:p>
    <w:p w:rsidR="00B4768A" w:rsidRDefault="00B4768A">
      <w:pPr>
        <w:pStyle w:val="a3"/>
        <w:jc w:val="both"/>
      </w:pPr>
      <w:r>
        <w:t xml:space="preserve">1.6. Рішення щодо встановлення тарифів приймаються НКРЕКП на засіданнях, які проводяться у формі відкритих слухань, після розгляду поданих з дотриманням процедур, визначених Порядком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затвердженим </w:t>
      </w:r>
      <w:r>
        <w:rPr>
          <w:color w:val="0000FF"/>
        </w:rPr>
        <w:t>постановою НКРЕКП від 30 червня 2017 року N 866</w:t>
      </w:r>
      <w:r>
        <w:t>, заявником документів та аналізу результатів фінансово-господарської діяльності заявника відповідними структурними підрозділами НКРЕКП і підготовки їх пропозицій, шляхом усебічного та повного з'ясування позицій усіх учасників. Рішення щодо встановлення тарифів оформлюються постановами НКРЕКП з відповідними додатками, у яких визначаються структури тарифів на теплову енергію, її виробництво, транспортування та постачання, а у разі встановлення двоставкового тарифу - структура двоставкового тарифу на теплову енергію.</w:t>
      </w:r>
    </w:p>
    <w:p w:rsidR="00B4768A" w:rsidRDefault="00B4768A">
      <w:pPr>
        <w:pStyle w:val="a3"/>
        <w:jc w:val="both"/>
      </w:pPr>
      <w:r>
        <w:t xml:space="preserve">1.7. Рішення НКРЕКП про встановлення тарифів на виконання вимог </w:t>
      </w:r>
      <w:r>
        <w:rPr>
          <w:color w:val="0000FF"/>
        </w:rPr>
        <w:t>законів України "Про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w:t>
      </w:r>
      <w:r>
        <w:t xml:space="preserve">, </w:t>
      </w:r>
      <w:r>
        <w:rPr>
          <w:color w:val="0000FF"/>
        </w:rPr>
        <w:t>"Про Національну комісію, що здійснює державне регулювання у сферах енергетики та комунальних послуг"</w:t>
      </w:r>
      <w:r>
        <w:t xml:space="preserve"> оприлюднюються на офіційному вебсайті НКРЕКП.</w:t>
      </w:r>
    </w:p>
    <w:p w:rsidR="00B4768A" w:rsidRDefault="00B4768A">
      <w:pPr>
        <w:pStyle w:val="a3"/>
        <w:jc w:val="both"/>
      </w:pPr>
      <w:r>
        <w:t>1.8. Рішення НКРЕКП з питань встановлення тарифів набирають чинності з дня, наступного за днем їх оприлюднення на офіційному веб-сайті НКРЕКП, якщо більш пізній строк набрання чинності не встановлено самим рішенням, але не раніше дня оприлюднення рішення. НКРЕКП оприлюднює свої рішення не пізніше п'яти робочих днів з дня їх прийняття.</w:t>
      </w:r>
    </w:p>
    <w:p w:rsidR="00B4768A" w:rsidRDefault="00B4768A">
      <w:pPr>
        <w:pStyle w:val="a3"/>
        <w:jc w:val="right"/>
      </w:pPr>
      <w:r>
        <w:t>(пункт 1.8 у редакції постанови Національної комісії, що здійснює</w:t>
      </w:r>
      <w:r>
        <w:br/>
        <w:t> державне регулювання у сферах енергетики та комунальних послуг,</w:t>
      </w:r>
      <w:r>
        <w:br/>
        <w:t> від 18.02.2020 р. N 418)</w:t>
      </w:r>
    </w:p>
    <w:p w:rsidR="00B4768A" w:rsidRDefault="00B4768A">
      <w:pPr>
        <w:pStyle w:val="a3"/>
        <w:jc w:val="both"/>
      </w:pPr>
      <w:r>
        <w:t>1.9. Заявник зобов'язаний використовувати кошти, отримані в результаті здійснення ліцензованої діяльності за встановленими НКРЕКП тарифами, виключно на витрати, передбачені структурою встановлених тарифів та схваленою НКРЕКП інвестиційною програмою.</w:t>
      </w:r>
    </w:p>
    <w:p w:rsidR="00B4768A" w:rsidRDefault="00B4768A">
      <w:pPr>
        <w:pStyle w:val="3"/>
        <w:jc w:val="center"/>
      </w:pPr>
      <w:r>
        <w:t>2. Вимоги до оформлення заяви</w:t>
      </w:r>
    </w:p>
    <w:p w:rsidR="00B4768A" w:rsidRPr="00E2371C" w:rsidRDefault="00B4768A">
      <w:pPr>
        <w:pStyle w:val="a3"/>
        <w:jc w:val="both"/>
      </w:pPr>
      <w:r>
        <w:t xml:space="preserve">2.1. Для встановлення тарифів на теплову енергію, її виробництво, транспортування та постачання ліцензіат повинен провести відкрите обговорення (відкрите слухання) на місцях з питання щодо необхідності встановлення тарифів/змін до них із залученням місцевих органів виконавчої влади та/або органів місцевого самоврядування (якщо проєкт рішення стосується розвитку окремого регіону та/або територіальної громади) за процедурою, визначеною Порядком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затвердженим </w:t>
      </w:r>
      <w:r>
        <w:rPr>
          <w:color w:val="0000FF"/>
        </w:rPr>
        <w:t>постановою НКРЕКП від 30 червня 2017 року N 866</w:t>
      </w:r>
      <w:r>
        <w:t xml:space="preserve">, та подати до НКРЕКП у друкованому та електронному вигляді заяву щодо встановлення/коригування тарифів за встановленою формою (додаток 1), розрахунки тарифів з відповідними розрахунковими, підтвердними й обґрунтовуючими матеріалами та документами, які оформлюються відповідно до вимог Порядку формування тарифів на теплову енергію, її виробництво, транспортування та постачання, затвердженого </w:t>
      </w:r>
      <w:r>
        <w:rPr>
          <w:color w:val="0000FF"/>
        </w:rPr>
        <w:t>постановою НКРЕКП від 25 червня 2019 року N 1174</w:t>
      </w:r>
      <w:r>
        <w:t xml:space="preserve"> (далі - Порядок формування тарифів), і цієї Процедури, та протокол проведення відкритого обговорення (відкритого слухання) на місцях.</w:t>
      </w:r>
    </w:p>
    <w:p w:rsidR="00B4768A" w:rsidRDefault="00B4768A">
      <w:pPr>
        <w:pStyle w:val="a3"/>
        <w:jc w:val="both"/>
      </w:pPr>
      <w:r>
        <w:t>2.2. До заяви щодо встановлення тарифів додаються у паперовому та електронному вигляді розрахунки, підтвердні й обґрунтовуючі матеріали та документи, що використовувалися під час проведення таких розрахунків:</w:t>
      </w:r>
    </w:p>
    <w:p w:rsidR="00B4768A" w:rsidRDefault="00B4768A">
      <w:pPr>
        <w:pStyle w:val="a3"/>
        <w:jc w:val="both"/>
      </w:pPr>
      <w:r>
        <w:t>1) пояснювальна записка щодо необхідності встановлення нових тарифів, що включає обґрунтування планованих витрат ліцензіата за їх складовими та аналіз результатів фінансово-господарської діяльності за базовий період і період, що передує базовому, й очікувані зміни у планованому періоді;</w:t>
      </w:r>
    </w:p>
    <w:p w:rsidR="00B4768A" w:rsidRDefault="00B4768A">
      <w:pPr>
        <w:pStyle w:val="a3"/>
        <w:jc w:val="both"/>
      </w:pPr>
      <w:r>
        <w:t xml:space="preserve">2) річний план виробництва, транспортування та постачання теплової енергії на планований період (додаток 2) та річний план виробництва, транспортування та постачання теплової енергії на планований період з урахуванням вимог Порядку урахування втрат теплової енергії в теплових мережах у тарифах на теплову енергію, її виробництво, транспортування, постачання, затвердженого </w:t>
      </w:r>
      <w:r>
        <w:rPr>
          <w:color w:val="0000FF"/>
        </w:rPr>
        <w:t>постановою НКРЕКП від 01 липня 2016 року N 1214</w:t>
      </w:r>
      <w:r>
        <w:t xml:space="preserve"> (додаток 3), у випадку застосування зазначеного порядку, погоджені відповідними органами місцевого самоврядування відповідно до їх повноважень, визначених </w:t>
      </w:r>
      <w:r>
        <w:rPr>
          <w:color w:val="0000FF"/>
        </w:rPr>
        <w:t>Законом України "Про місцеве самоврядування в Україні"</w:t>
      </w:r>
      <w:r>
        <w:t>;</w:t>
      </w:r>
    </w:p>
    <w:p w:rsidR="00B4768A" w:rsidRDefault="00B4768A">
      <w:pPr>
        <w:pStyle w:val="a3"/>
        <w:jc w:val="both"/>
      </w:pPr>
      <w:r>
        <w:t>3) розрахунки показників річного плану виробництва, транспортування та постачання теплової енергії, витрат, що включаються до повної собівартості відповідних видів ліцензованої діяльності, витрат на покриття втрат підприємств (що виникають протягом періоду розгляду розрахунків тарифів, їх встановлення та оприлюднення), складових частин планованого прибутку та документи, що їх підтверджують та обґрунтовують, зокрема:</w:t>
      </w:r>
    </w:p>
    <w:p w:rsidR="00B4768A" w:rsidRDefault="00B4768A">
      <w:pPr>
        <w:pStyle w:val="a3"/>
        <w:jc w:val="both"/>
      </w:pPr>
      <w:r>
        <w:t>пооб'єктний щомісячний розрахунок корисного відпуску теплової енергії власним споживачам та на господарські потреби ліцензованої діяльності на планований період у розрізі кожного джерела теплової енергії та категорій споживачів;</w:t>
      </w:r>
    </w:p>
    <w:p w:rsidR="00B4768A" w:rsidRDefault="00B4768A">
      <w:pPr>
        <w:pStyle w:val="a3"/>
        <w:jc w:val="both"/>
      </w:pPr>
      <w:r>
        <w:t>реєстр приєднаного теплового навантаження власних споживачів згідно з укладеними договорами на постачання теплової енергії в розрізі категорій споживачів та об'єктів теплоспоживання ліцензіата, які використовуються для потреб ліцензованої діяльності;</w:t>
      </w:r>
    </w:p>
    <w:p w:rsidR="00B4768A" w:rsidRDefault="00B4768A">
      <w:pPr>
        <w:pStyle w:val="a3"/>
        <w:jc w:val="both"/>
      </w:pPr>
      <w:r>
        <w:t>копії рішень органів місцевого самоврядування про затвердження/встановлення норм споживання комунальних послуг;</w:t>
      </w:r>
    </w:p>
    <w:p w:rsidR="00B4768A" w:rsidRDefault="00B4768A">
      <w:pPr>
        <w:pStyle w:val="a3"/>
        <w:jc w:val="both"/>
      </w:pPr>
      <w:r>
        <w:t>копії рішень органів місцевого самоврядування про початок/закінчення опалювального періоду в попередніх опалювальних періодах;</w:t>
      </w:r>
    </w:p>
    <w:p w:rsidR="00B4768A" w:rsidRDefault="00B4768A">
      <w:pPr>
        <w:pStyle w:val="a3"/>
        <w:jc w:val="both"/>
      </w:pPr>
      <w:r>
        <w:t>аналітична інформація щодо обсягів споживання теплової енергії споживачами, які мають вузли обліку, у розрізі джерел теплової енергії;</w:t>
      </w:r>
    </w:p>
    <w:p w:rsidR="00B4768A" w:rsidRDefault="00B4768A">
      <w:pPr>
        <w:pStyle w:val="a3"/>
        <w:jc w:val="both"/>
      </w:pPr>
      <w:r>
        <w:t>4) щомісячний розрахунок технологічних втрат теплової енергії в теплових мережах на планований період у розрізі кожного джерела теплової енергії та документи, що підтверджують вихідні дані для розрахунку, зокрема:</w:t>
      </w:r>
    </w:p>
    <w:p w:rsidR="00B4768A" w:rsidRDefault="00B4768A">
      <w:pPr>
        <w:pStyle w:val="a3"/>
        <w:jc w:val="both"/>
      </w:pPr>
      <w:r>
        <w:t>інформація щодо протяжності теплових мереж ліцензіата в розрізі джерел теплової енергії, способу прокладання, типу ізоляції, року введення в експлуатацію (проведення модернізації, реконструкції тощо);</w:t>
      </w:r>
    </w:p>
    <w:p w:rsidR="00B4768A" w:rsidRDefault="00B4768A">
      <w:pPr>
        <w:pStyle w:val="a3"/>
        <w:jc w:val="both"/>
      </w:pPr>
      <w:r>
        <w:t>копія температурного графіка роботи тепломережі, узгодженого з органами місцевого самоврядування в установленому порядку;</w:t>
      </w:r>
    </w:p>
    <w:p w:rsidR="00B4768A" w:rsidRDefault="00B4768A">
      <w:pPr>
        <w:pStyle w:val="a3"/>
        <w:jc w:val="both"/>
      </w:pPr>
      <w:r>
        <w:t>інформація щодо фактичних витоків теплоносія з теплових мереж за останні три роки;</w:t>
      </w:r>
    </w:p>
    <w:p w:rsidR="00B4768A" w:rsidRDefault="00B4768A">
      <w:pPr>
        <w:pStyle w:val="a3"/>
        <w:jc w:val="both"/>
      </w:pPr>
      <w:r>
        <w:t xml:space="preserve">5) за наявності щомісячний розрахунок технологічних витрат та втрат гарячої води у зовнішніх системах централізованого постачання гарячої води відповідно до вимог Методики визначення технологічних нормативів витрат та втрат гарячої води у системах централізованого постачання гарячої води, затвердженої </w:t>
      </w:r>
      <w:r>
        <w:rPr>
          <w:color w:val="0000FF"/>
        </w:rPr>
        <w:t>наказом Міністерства регіонального розвитку, будівництва та житлово-комунального господарства України від 10 квітня 2018 року N 86</w:t>
      </w:r>
      <w:r>
        <w:t>;</w:t>
      </w:r>
    </w:p>
    <w:p w:rsidR="00B4768A" w:rsidRDefault="00B4768A">
      <w:pPr>
        <w:pStyle w:val="a3"/>
        <w:jc w:val="both"/>
      </w:pPr>
      <w:r>
        <w:t>6) копія погоджених в установленому порядку норм питомих витрат паливно-енергетичних ресурсів;</w:t>
      </w:r>
    </w:p>
    <w:p w:rsidR="00B4768A" w:rsidRDefault="00B4768A">
      <w:pPr>
        <w:pStyle w:val="a3"/>
        <w:jc w:val="both"/>
      </w:pPr>
      <w:r>
        <w:t>7) розрахунок палива, технологічних витрат електричної енергії та води на планований період (у натуральних та вартісних одиницях виміру) та документи, що їх підтверджують і обґрунтовують. Розрахунки повинні містити розрахункові формули, пояснення з посиланням на відповідні нормативні акти, якими керуються заявники при виконанні розрахунків, чіткі вихідні дані, підтверджені завіреними копіями документів, зокрема:</w:t>
      </w:r>
    </w:p>
    <w:p w:rsidR="00B4768A" w:rsidRDefault="00B4768A">
      <w:pPr>
        <w:pStyle w:val="a3"/>
        <w:jc w:val="both"/>
      </w:pPr>
      <w:r>
        <w:t>копії паспортів котлів, насосного обладнання, вентиляторів, димососів, водопідготовчого обладнання, теплових мереж тощо;</w:t>
      </w:r>
    </w:p>
    <w:p w:rsidR="00B4768A" w:rsidRDefault="00B4768A">
      <w:pPr>
        <w:pStyle w:val="a3"/>
        <w:jc w:val="both"/>
      </w:pPr>
      <w:r>
        <w:t>копії експлуатаційної документації - ремонтні журнали котлів, копії режимних карт наладки котлів, водопідготовчого обладнання тощо;</w:t>
      </w:r>
    </w:p>
    <w:p w:rsidR="00B4768A" w:rsidRDefault="00B4768A">
      <w:pPr>
        <w:pStyle w:val="a3"/>
        <w:jc w:val="both"/>
      </w:pPr>
      <w:r>
        <w:t xml:space="preserve">копія плану організаційно-технічних заходів з економії паливно-енергетичних ресурсів, складеного відповідно до вимог пункту 7.10 глави 7 Основних положень з нормування питомих витрат паливно-енергетичних ресурсів у суспільному виробництві, затверджених </w:t>
      </w:r>
      <w:r>
        <w:rPr>
          <w:color w:val="0000FF"/>
        </w:rPr>
        <w:t>наказом Державного комітету України з енергозбереження від 22 жовтня 2002 року N 112</w:t>
      </w:r>
      <w:r>
        <w:t>, зареєстрованих у Міністерстві юстиції України 07 листопада 2002 року за N 878/7166 (із змінами);</w:t>
      </w:r>
    </w:p>
    <w:p w:rsidR="00B4768A" w:rsidRDefault="00B4768A">
      <w:pPr>
        <w:pStyle w:val="a3"/>
        <w:jc w:val="both"/>
      </w:pPr>
      <w:r>
        <w:t>інформація щодо фактичних витрат паливно-енергетичних ресурсів у розрізі кожного джерела теплової енергії, теплового пункту, насосної станції за базовий період і період, що передує базовому;</w:t>
      </w:r>
    </w:p>
    <w:p w:rsidR="00B4768A" w:rsidRDefault="00B4768A">
      <w:pPr>
        <w:pStyle w:val="a3"/>
        <w:jc w:val="both"/>
      </w:pPr>
      <w:r>
        <w:t>8) інформація про середньоспискову чисельність персоналу ліцензіата. У разі необхідності збільшення чисельності працівників та/або витрат на оплату праці для врахування в тарифах, що подаються на розгляд НКРЕКП, ліцензіати попередньо надають до НКРЕКП для розгляду відповідні пояснення та обґрунтування таких змін;</w:t>
      </w:r>
    </w:p>
    <w:p w:rsidR="00B4768A" w:rsidRDefault="00B4768A">
      <w:pPr>
        <w:pStyle w:val="a3"/>
        <w:jc w:val="both"/>
      </w:pPr>
      <w:r>
        <w:t>9) копія штатного розпису ліцензіата;</w:t>
      </w:r>
    </w:p>
    <w:p w:rsidR="00B4768A" w:rsidRDefault="00B4768A">
      <w:pPr>
        <w:pStyle w:val="a3"/>
        <w:jc w:val="both"/>
      </w:pPr>
      <w:r>
        <w:t>10) копія колективного договору ліцензіата;</w:t>
      </w:r>
    </w:p>
    <w:p w:rsidR="00B4768A" w:rsidRDefault="00B4768A">
      <w:pPr>
        <w:pStyle w:val="a3"/>
        <w:jc w:val="both"/>
      </w:pPr>
      <w:r>
        <w:t>11) копія наказу ліцензіата про облікову політику;</w:t>
      </w:r>
    </w:p>
    <w:p w:rsidR="00B4768A" w:rsidRDefault="00B4768A">
      <w:pPr>
        <w:pStyle w:val="a3"/>
        <w:jc w:val="both"/>
      </w:pPr>
      <w:r>
        <w:t>12) копія статуту ліцензіата;</w:t>
      </w:r>
    </w:p>
    <w:p w:rsidR="00B4768A" w:rsidRDefault="00B4768A">
      <w:pPr>
        <w:pStyle w:val="a3"/>
        <w:jc w:val="both"/>
      </w:pPr>
      <w:r>
        <w:t>13) копія графіка планово-попереджувальних ремонтних робіт на планований період, затвердженого ліцензіатом та погодженого відповідними органами місцевого самоврядування та дефектні акти;</w:t>
      </w:r>
    </w:p>
    <w:p w:rsidR="00B4768A" w:rsidRDefault="00B4768A">
      <w:pPr>
        <w:pStyle w:val="a3"/>
        <w:jc w:val="both"/>
      </w:pPr>
      <w:r>
        <w:t>14) копія проектно-кошторисної документації на проведення ремонтних робіт;</w:t>
      </w:r>
    </w:p>
    <w:p w:rsidR="00B4768A" w:rsidRDefault="00B4768A">
      <w:pPr>
        <w:pStyle w:val="a3"/>
        <w:jc w:val="both"/>
      </w:pPr>
      <w:r>
        <w:t>15) копії рішень власника щодо користування майном, що використовується при виробництві, транспортуванні та постачанні теплової енергії (користування, оренда тощо), та акти приймання-передачі зазначеного майна;</w:t>
      </w:r>
    </w:p>
    <w:p w:rsidR="00B4768A" w:rsidRDefault="00B4768A">
      <w:pPr>
        <w:pStyle w:val="a3"/>
        <w:jc w:val="both"/>
      </w:pPr>
      <w:r>
        <w:t>16) копія рішення органу місцевого самоврядування про ставки податку на землю за земельні ділянки;</w:t>
      </w:r>
    </w:p>
    <w:p w:rsidR="00B4768A" w:rsidRDefault="00B4768A">
      <w:pPr>
        <w:pStyle w:val="a3"/>
        <w:jc w:val="both"/>
      </w:pPr>
      <w:r>
        <w:t>17) копія наказу про встановлення норм витрат палива та мастильних матеріалів на автомобільному транспорті ліцензіата;</w:t>
      </w:r>
    </w:p>
    <w:p w:rsidR="00B4768A" w:rsidRDefault="00B4768A">
      <w:pPr>
        <w:pStyle w:val="a3"/>
        <w:jc w:val="both"/>
      </w:pPr>
      <w:r>
        <w:t>18) інформація щодо балансової вартості основних засобів, інших необоротних матеріальних і нематеріальних активів з розбивкою за групами та видами діяльності станом на дату подання розрахунків тарифів;</w:t>
      </w:r>
    </w:p>
    <w:p w:rsidR="00B4768A" w:rsidRDefault="00B4768A">
      <w:pPr>
        <w:pStyle w:val="a3"/>
        <w:jc w:val="both"/>
      </w:pPr>
      <w:r>
        <w:t>19) інвестиційна програма, розроблена відповідно до вимог порядку розроблення, затвердження, погодження, схвалення та виконання інвестиційних програм суб'єктів господарювання у сфері теплопостачання, ліцензування діяльності яких здійснює Національна комісія, що здійснює державне регулювання у сферах енергетики та комунальних послуг, затвердженого постановою НКРЕКП;</w:t>
      </w:r>
    </w:p>
    <w:p w:rsidR="00B4768A" w:rsidRDefault="00B4768A">
      <w:pPr>
        <w:pStyle w:val="a3"/>
        <w:jc w:val="both"/>
      </w:pPr>
      <w:r>
        <w:t>20) довідка щодо сумарної встановленої потужності джерел теплової енергії, у тому числі у розрізі джерел, та довідка щодо сумарної протяжності теплових мереж у розрізі діаметрів трубопроводів;</w:t>
      </w:r>
    </w:p>
    <w:p w:rsidR="00B4768A" w:rsidRDefault="00B4768A">
      <w:pPr>
        <w:pStyle w:val="a3"/>
        <w:jc w:val="both"/>
      </w:pPr>
      <w:r>
        <w:t>21) копії статистичної звітності за базовий період і період, що передує базовому, а також з початку поточного року:</w:t>
      </w:r>
    </w:p>
    <w:p w:rsidR="00B4768A" w:rsidRDefault="00B4768A">
      <w:pPr>
        <w:pStyle w:val="a3"/>
        <w:jc w:val="both"/>
      </w:pPr>
      <w:r>
        <w:t xml:space="preserve">форма N 1 "Баланс (Звіт про фінансовий стан)" (додаток 1 до Національного положення (стандарту) бухгалтерського обліку 1 "Загальні вимоги до фінансової звітності", затвердженого </w:t>
      </w:r>
      <w:r>
        <w:rPr>
          <w:color w:val="0000FF"/>
        </w:rPr>
        <w:t>наказом Міністерства фінансів України від 07 лютого 2013 року N 73</w:t>
      </w:r>
      <w:r>
        <w:t>, зареєстрованим в Міністерстві юстиції України 28 лютого 2013 року за N 336/22868);</w:t>
      </w:r>
    </w:p>
    <w:p w:rsidR="00B4768A" w:rsidRDefault="00B4768A">
      <w:pPr>
        <w:pStyle w:val="a3"/>
        <w:jc w:val="both"/>
      </w:pPr>
      <w:r>
        <w:t xml:space="preserve">форма N 2 "Звіт про фінансові результати (Звіт про сукупний дохід)" (додаток 1 до Національного положення (стандарту) бухгалтерського обліку 1 "Загальні вимоги до фінансової звітності", затвердженого </w:t>
      </w:r>
      <w:r>
        <w:rPr>
          <w:color w:val="0000FF"/>
        </w:rPr>
        <w:t>наказом Міністерства фінансів України від 07 лютого 2013 року N 73</w:t>
      </w:r>
      <w:r>
        <w:t>, зареєстрованим в Міністерстві юстиції України 28 лютого 2013 року за N 336/22868);</w:t>
      </w:r>
    </w:p>
    <w:p w:rsidR="00B4768A" w:rsidRDefault="00B4768A">
      <w:pPr>
        <w:pStyle w:val="a3"/>
        <w:jc w:val="both"/>
      </w:pPr>
      <w:r>
        <w:rPr>
          <w:color w:val="0000FF"/>
        </w:rPr>
        <w:t>форма N 1-ПВ (квартальна) "Звіт із праці"</w:t>
      </w:r>
      <w:r>
        <w:t xml:space="preserve">, затверджена </w:t>
      </w:r>
      <w:r>
        <w:rPr>
          <w:color w:val="0000FF"/>
        </w:rPr>
        <w:t>наказом Державної служби статистики України від 06 липня 2018 року N 134</w:t>
      </w:r>
      <w:r>
        <w:t>;</w:t>
      </w:r>
    </w:p>
    <w:p w:rsidR="00B4768A" w:rsidRDefault="00B4768A">
      <w:pPr>
        <w:pStyle w:val="a3"/>
        <w:jc w:val="both"/>
      </w:pPr>
      <w:r>
        <w:rPr>
          <w:color w:val="0000FF"/>
        </w:rPr>
        <w:t>форма N 1-підприємництво (річна) "Структурне обстеження підприємства"</w:t>
      </w:r>
      <w:r>
        <w:t xml:space="preserve">, затверджена </w:t>
      </w:r>
      <w:r>
        <w:rPr>
          <w:color w:val="0000FF"/>
        </w:rPr>
        <w:t>наказом Державної служби статистики України від 26 липня 2018 року N 160</w:t>
      </w:r>
      <w:r>
        <w:t>;</w:t>
      </w:r>
    </w:p>
    <w:p w:rsidR="00B4768A" w:rsidRDefault="00B4768A">
      <w:pPr>
        <w:pStyle w:val="a3"/>
        <w:jc w:val="both"/>
      </w:pPr>
      <w:r>
        <w:rPr>
          <w:color w:val="0000FF"/>
        </w:rPr>
        <w:t>форма N 11-ОЗ (річна) "Звіт про наявність і рух основних засобів, амортизацію"</w:t>
      </w:r>
      <w:r>
        <w:t xml:space="preserve">, затверджена </w:t>
      </w:r>
      <w:r>
        <w:rPr>
          <w:color w:val="0000FF"/>
        </w:rPr>
        <w:t>наказом Державної служби статистики України від 24 жовтня 2013 року N 321</w:t>
      </w:r>
      <w:r>
        <w:t>;</w:t>
      </w:r>
    </w:p>
    <w:p w:rsidR="00B4768A" w:rsidRDefault="00B4768A">
      <w:pPr>
        <w:pStyle w:val="a3"/>
        <w:jc w:val="both"/>
      </w:pPr>
      <w:r>
        <w:rPr>
          <w:color w:val="0000FF"/>
        </w:rPr>
        <w:t>форма N 11-мтп (річна) "Звіт про постачання та використання енергії"</w:t>
      </w:r>
      <w:r>
        <w:t xml:space="preserve">, затверджена </w:t>
      </w:r>
      <w:r>
        <w:rPr>
          <w:color w:val="0000FF"/>
        </w:rPr>
        <w:t>наказом Державної служби статистики України від 31 серпня 2016 року N 162</w:t>
      </w:r>
      <w:r>
        <w:t>;</w:t>
      </w:r>
    </w:p>
    <w:p w:rsidR="00B4768A" w:rsidRDefault="00B4768A">
      <w:pPr>
        <w:pStyle w:val="a3"/>
        <w:jc w:val="both"/>
      </w:pPr>
      <w:r>
        <w:rPr>
          <w:color w:val="0000FF"/>
        </w:rPr>
        <w:t>форма N 4-мтп (річна) "Звіт про використання та запаси палива"</w:t>
      </w:r>
      <w:r>
        <w:t xml:space="preserve">, затверджена </w:t>
      </w:r>
      <w:r>
        <w:rPr>
          <w:color w:val="0000FF"/>
        </w:rPr>
        <w:t>наказом Державної служби статистики України від 31 серпня 2016 року N 162</w:t>
      </w:r>
      <w:r>
        <w:t>;</w:t>
      </w:r>
    </w:p>
    <w:p w:rsidR="00B4768A" w:rsidRDefault="00B4768A">
      <w:pPr>
        <w:pStyle w:val="a3"/>
        <w:jc w:val="both"/>
      </w:pPr>
      <w:r>
        <w:t xml:space="preserve">форма N 2ТП-водгосп (річна) "Звіт про використання води", затверджена </w:t>
      </w:r>
      <w:r>
        <w:rPr>
          <w:color w:val="0000FF"/>
        </w:rPr>
        <w:t>наказом Міністерства екології та природних ресурсів України від 16 березня 2015 року N 78</w:t>
      </w:r>
      <w:r>
        <w:t>, зареєстрованим у Міністерстві юстиції України 03 квітня 2015 року за N 382/26827;</w:t>
      </w:r>
    </w:p>
    <w:p w:rsidR="00B4768A" w:rsidRDefault="00B4768A">
      <w:pPr>
        <w:pStyle w:val="a3"/>
        <w:jc w:val="both"/>
      </w:pPr>
      <w:r>
        <w:t xml:space="preserve">Податкова декларація з податку на прибуток підприємства, форма якої затверджена </w:t>
      </w:r>
      <w:r>
        <w:rPr>
          <w:color w:val="0000FF"/>
        </w:rPr>
        <w:t>наказом Міністерства фінансів України від 20 жовтня 2015 року N 897</w:t>
      </w:r>
      <w:r>
        <w:t>, зареєстрованим у Міністерстві юстиції України 11 листопада 2015 року за N 1415/27860;</w:t>
      </w:r>
    </w:p>
    <w:p w:rsidR="00B4768A" w:rsidRDefault="00B4768A">
      <w:pPr>
        <w:pStyle w:val="a3"/>
        <w:jc w:val="both"/>
      </w:pPr>
      <w:r>
        <w:t xml:space="preserve">Податкова декларація з плати за землю (земельний податок та/або орендна плата за земельні ділянки державної або комунальної власності), форма якої затверджена </w:t>
      </w:r>
      <w:r>
        <w:rPr>
          <w:color w:val="0000FF"/>
        </w:rPr>
        <w:t>наказом Міністерства фінансів України від 16 червня 2015 року N 560</w:t>
      </w:r>
      <w:r>
        <w:t>, зареєстрованим у Міністерстві юстиції України 03 липня 2015 року за N 783/27228;</w:t>
      </w:r>
    </w:p>
    <w:p w:rsidR="00B4768A" w:rsidRDefault="00B4768A">
      <w:pPr>
        <w:pStyle w:val="a3"/>
        <w:jc w:val="both"/>
      </w:pPr>
      <w:r>
        <w:t xml:space="preserve">Податкова декларація екологічного податку, форма якої затверджена </w:t>
      </w:r>
      <w:r>
        <w:rPr>
          <w:color w:val="0000FF"/>
        </w:rPr>
        <w:t>наказом Міністерства фінансів України від 17 серпня 2015 року N 715</w:t>
      </w:r>
      <w:r>
        <w:t>, зареєстрованим у Міністерстві юстиції України 03 вересня 2015 року за N 1052/27497;</w:t>
      </w:r>
    </w:p>
    <w:p w:rsidR="00B4768A" w:rsidRDefault="00B4768A">
      <w:pPr>
        <w:pStyle w:val="a3"/>
        <w:jc w:val="both"/>
      </w:pPr>
      <w:r>
        <w:t xml:space="preserve">додаток 5 "Розрахунок з рентної плати за спеціальне використання води" до Податкової декларації з рентної плати, форма якої затверджена </w:t>
      </w:r>
      <w:r>
        <w:rPr>
          <w:color w:val="0000FF"/>
        </w:rPr>
        <w:t>наказом Міністерства фінансів України від 17 серпня 2015 року N 719</w:t>
      </w:r>
      <w:r>
        <w:t>, зареєстрованим у Міністерстві юстиції України 03 вересня 2015 року за N 1051/27496;</w:t>
      </w:r>
    </w:p>
    <w:p w:rsidR="00B4768A" w:rsidRDefault="00B4768A">
      <w:pPr>
        <w:pStyle w:val="a3"/>
        <w:jc w:val="both"/>
      </w:pPr>
      <w:r>
        <w:t>22) розрахунок тарифів на виробництво теплової енергії на планований період (додаток 4);</w:t>
      </w:r>
    </w:p>
    <w:p w:rsidR="00B4768A" w:rsidRDefault="00B4768A">
      <w:pPr>
        <w:pStyle w:val="a3"/>
        <w:jc w:val="both"/>
      </w:pPr>
      <w:r>
        <w:t>23) розрахунок витрат на утримання, експлуатацію основних засобів, задіяних у діяльності з транспортування теплової енергії, для розрахунку тарифу на транспортування теплової енергії на планований період (додаток 5);</w:t>
      </w:r>
    </w:p>
    <w:p w:rsidR="00B4768A" w:rsidRDefault="00B4768A">
      <w:pPr>
        <w:pStyle w:val="a3"/>
        <w:jc w:val="both"/>
      </w:pPr>
      <w:r>
        <w:t>24) розрахунок тарифів на транспортування теплової енергії власним споживачам на планований період (додаток 6);</w:t>
      </w:r>
    </w:p>
    <w:p w:rsidR="00B4768A" w:rsidRDefault="00B4768A">
      <w:pPr>
        <w:pStyle w:val="a3"/>
        <w:jc w:val="both"/>
      </w:pPr>
      <w:r>
        <w:t>25) розрахунок тарифів на транспортування тепловими мережами ліцензіата теплової енергії інших суб'єктів господарювання на планований період (додаток 7);</w:t>
      </w:r>
    </w:p>
    <w:p w:rsidR="00B4768A" w:rsidRDefault="00B4768A">
      <w:pPr>
        <w:pStyle w:val="a3"/>
        <w:jc w:val="both"/>
      </w:pPr>
      <w:r>
        <w:t>26) розрахунок тарифів на постачання теплової енергії на планований період (додаток 8);</w:t>
      </w:r>
    </w:p>
    <w:p w:rsidR="00B4768A" w:rsidRDefault="00B4768A">
      <w:pPr>
        <w:pStyle w:val="a3"/>
        <w:jc w:val="both"/>
      </w:pPr>
      <w:r>
        <w:t>27) розрахунок тарифів на теплову енергію на планований період (додаток 9);</w:t>
      </w:r>
    </w:p>
    <w:p w:rsidR="00B4768A" w:rsidRDefault="00B4768A">
      <w:pPr>
        <w:pStyle w:val="a3"/>
        <w:jc w:val="both"/>
      </w:pPr>
      <w:r>
        <w:t>28) розрахунок двоставкових тарифів на теплову енергію на планований період (додаток 10) (у разі встановлення двоставкового тарифу);</w:t>
      </w:r>
    </w:p>
    <w:p w:rsidR="00B4768A" w:rsidRDefault="00B4768A">
      <w:pPr>
        <w:pStyle w:val="a3"/>
        <w:jc w:val="both"/>
      </w:pPr>
      <w:r>
        <w:t>29) розрахунок загальної вартості технологічного палива на виробництво теплової енергії котельнями, включаючи вартість транспортування і розподілу природного газу, на планований період (додаток 11);</w:t>
      </w:r>
    </w:p>
    <w:p w:rsidR="00B4768A" w:rsidRDefault="00B4768A">
      <w:pPr>
        <w:pStyle w:val="a3"/>
        <w:jc w:val="both"/>
      </w:pPr>
      <w:r>
        <w:t>30) розрахунок вартості технологічного палива на виробництво теплової енергії котельнями на планований період (додаток 12);</w:t>
      </w:r>
    </w:p>
    <w:p w:rsidR="00B4768A" w:rsidRDefault="00B4768A">
      <w:pPr>
        <w:pStyle w:val="a3"/>
        <w:jc w:val="both"/>
      </w:pPr>
      <w:r>
        <w:t>31) розрахунок вартості послуг транспортування природного газу для виробництва теплової енергії котельнями на планований період (додаток 13);</w:t>
      </w:r>
    </w:p>
    <w:p w:rsidR="00B4768A" w:rsidRDefault="00B4768A">
      <w:pPr>
        <w:pStyle w:val="a3"/>
        <w:jc w:val="both"/>
      </w:pPr>
      <w:r>
        <w:t>32) розрахунок вартості послуг розподілу природного газу для виробництва теплової енергії котельнями на планований період (додаток 14);</w:t>
      </w:r>
    </w:p>
    <w:p w:rsidR="00B4768A" w:rsidRDefault="00B4768A">
      <w:pPr>
        <w:pStyle w:val="a3"/>
        <w:jc w:val="both"/>
      </w:pPr>
      <w:r>
        <w:t>33) розрахунок вартості технологічних витрат електричної енергії на виробництво та транспортування теплової енергії на планований період (додаток 15);</w:t>
      </w:r>
    </w:p>
    <w:p w:rsidR="00B4768A" w:rsidRDefault="00B4768A">
      <w:pPr>
        <w:pStyle w:val="a3"/>
        <w:jc w:val="both"/>
      </w:pPr>
      <w:r>
        <w:t>34) розрахунок витрат технологічної електричної енергії на виробництво та транспортування теплової енергії на планований період (додаток 16);</w:t>
      </w:r>
    </w:p>
    <w:p w:rsidR="00B4768A" w:rsidRDefault="00B4768A">
      <w:pPr>
        <w:pStyle w:val="a3"/>
        <w:jc w:val="both"/>
      </w:pPr>
      <w:r>
        <w:t>35) розрахунок вартості технологічної води та води на господарсько-побутові потреби з урахуванням водовідведення на планований період (додаток 17);</w:t>
      </w:r>
    </w:p>
    <w:p w:rsidR="00B4768A" w:rsidRDefault="00B4768A">
      <w:pPr>
        <w:pStyle w:val="a3"/>
        <w:jc w:val="both"/>
      </w:pPr>
      <w:r>
        <w:t>36) розрахунок вартості теплової енергії, придбаної в інших суб'єктів господарювання, для власних споживачів на планований період (додаток 18);</w:t>
      </w:r>
    </w:p>
    <w:p w:rsidR="00B4768A" w:rsidRDefault="00B4768A">
      <w:pPr>
        <w:pStyle w:val="a3"/>
        <w:jc w:val="both"/>
      </w:pPr>
      <w:r>
        <w:t>37) розрахунок вартості теплової енергії, виробленої власними теплоелектроцентралями, теплоелектростанціями, атомними електростанціями, когенераційними установками та установками з використанням альтернативних джерел енергії, на планований період (додаток 19);</w:t>
      </w:r>
    </w:p>
    <w:p w:rsidR="00B4768A" w:rsidRDefault="00B4768A">
      <w:pPr>
        <w:pStyle w:val="a3"/>
        <w:jc w:val="both"/>
      </w:pPr>
      <w:r>
        <w:t>38) розрахунок витрат на теплову енергію для компенсації втрат теплової енергії в теплових мережах на планований період (додаток 20);</w:t>
      </w:r>
    </w:p>
    <w:p w:rsidR="00B4768A" w:rsidRDefault="00B4768A">
      <w:pPr>
        <w:pStyle w:val="a3"/>
        <w:jc w:val="both"/>
      </w:pPr>
      <w:r>
        <w:t>39) розрахунок витрат на транспортування власної теплової енергії тепловими мережами інших суб'єктів господарювання на планований період (додаток 21);</w:t>
      </w:r>
    </w:p>
    <w:p w:rsidR="00B4768A" w:rsidRDefault="00B4768A">
      <w:pPr>
        <w:pStyle w:val="a3"/>
        <w:jc w:val="both"/>
      </w:pPr>
      <w:r>
        <w:t xml:space="preserve">40) протокол відкритого обговорення (відкритого слухання) на місцях питання щодо необхідності встановлення цін (тарифів) / змін до них відповідно до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затвердженого </w:t>
      </w:r>
      <w:r>
        <w:rPr>
          <w:color w:val="0000FF"/>
        </w:rPr>
        <w:t>постановою НКРЕКП від 30 червня 2017 року N 866</w:t>
      </w:r>
      <w:r>
        <w:t>.</w:t>
      </w:r>
    </w:p>
    <w:p w:rsidR="00B4768A" w:rsidRDefault="00B4768A">
      <w:pPr>
        <w:pStyle w:val="a3"/>
        <w:jc w:val="both"/>
      </w:pPr>
      <w:r>
        <w:t>2.3. У разі виявлення обставин, передбачених підпунктами 1 (у частині зміни рівня втрат теплової енергії відповідно до встановлених уповноваженим органом методик (порядків)), 2, 3 пункту 4.4 глави 4 цієї Процедури, ліцензіат подає до НКРЕКП заяву на встановлення тарифів шляхом коригування лише тих складових частин структури тарифів, за якими відбулися цінові зміни в бік збільшення або зменшення. До заяви обов'язково додаються додатки, передбачені пунктом 2.1, підпунктами 2, 21 - 40 пункту 2.2 цієї глави, пояснювальна записка, розрахунки та документи, що підтверджують необхідність зміни тарифів.</w:t>
      </w:r>
    </w:p>
    <w:p w:rsidR="00B4768A" w:rsidRDefault="00B4768A">
      <w:pPr>
        <w:pStyle w:val="a3"/>
        <w:jc w:val="both"/>
      </w:pPr>
      <w:r>
        <w:t>2.4. Кількісні показники, ураховані при формуванні структури чинних тарифів, під час встановлення тарифів шляхом коригування не переглядаються (крім випадку зміни рівня втрат теплової енергії відповідно до встановлених уповноваженим органом методик (порядків)).</w:t>
      </w:r>
    </w:p>
    <w:p w:rsidR="00B4768A" w:rsidRDefault="00B4768A">
      <w:pPr>
        <w:pStyle w:val="a3"/>
        <w:jc w:val="both"/>
      </w:pPr>
      <w:r>
        <w:t xml:space="preserve">2.5. Для встановлення тарифів на теплову енергію за спрощеним порядком до заяви щодо встановлення тарифів додаються у паперовому та електронному вигляді розрахунки, підтвердні й обґрунтовуючі матеріали та документи, що використовувалися під час проведення таких розрахунків, передбачені пунктом 2.2 цієї глави. При цьому ураховуються вимоги, передбачені </w:t>
      </w:r>
      <w:r>
        <w:rPr>
          <w:color w:val="0000FF"/>
        </w:rPr>
        <w:t>пунктами 10.2 - 10.4 глави 10 Порядку формування тарифів</w:t>
      </w:r>
      <w:r>
        <w:t>.</w:t>
      </w:r>
    </w:p>
    <w:p w:rsidR="00B4768A" w:rsidRDefault="00B4768A">
      <w:pPr>
        <w:pStyle w:val="a3"/>
        <w:jc w:val="both"/>
      </w:pPr>
      <w:r>
        <w:t>2.6. Якщо протягом строку дії тарифів на теплову енергію, її виробництво, транспортування та постачання обсяг витрат, пов'язаних із провадженням ліцензованої діяльності, не змінився, ліцензіат до заяви щодо встановлення на новий строк тарифів на теплову енергію, її виробництво, транспортування, постачання за категоріями споживачів на рівні діючих тарифів додає погодження органу місцевого самоврядування та за необхідності актуалізує структуру тарифів.</w:t>
      </w:r>
    </w:p>
    <w:p w:rsidR="00B4768A" w:rsidRDefault="00B4768A">
      <w:pPr>
        <w:pStyle w:val="a3"/>
        <w:jc w:val="both"/>
      </w:pPr>
      <w:r>
        <w:t>2.7. У разі якщо протягом строку дії встановлених тарифів на теплову енергію, її виробництво, транспортування та постачання відбулися зміни за окремими статтями витрат у структурі тарифів, які не призводять до зміни загальної величини тарифу, ліцензіат може здійснити актуалізацію структури тарифів шляхом перерозподілу витрат між окремими статтями витрат, за якими відбулися зміни, та звернутися до НКРЕКП із заявою та відповідними розрахунками статей, за якими відбулися зміни, з усіма підтвердними і обґрунтовуючими матеріалами та документами, передбаченими підпунктами 2, 21 - 40 пункту 2.2 цієї глави, щодо перегляду структури тарифів за категоріями споживачів без зміни величини самих тарифів.</w:t>
      </w:r>
    </w:p>
    <w:p w:rsidR="00B4768A" w:rsidRDefault="00B4768A">
      <w:pPr>
        <w:pStyle w:val="a3"/>
        <w:jc w:val="both"/>
      </w:pPr>
      <w:r>
        <w:t>2.8. Ліцензіат забезпечує достовірність наданої ним інформації.</w:t>
      </w:r>
    </w:p>
    <w:p w:rsidR="00B4768A" w:rsidRDefault="00B4768A">
      <w:pPr>
        <w:pStyle w:val="3"/>
        <w:jc w:val="center"/>
      </w:pPr>
      <w:r>
        <w:t>3. Порядок та строки розгляду заяви</w:t>
      </w:r>
    </w:p>
    <w:p w:rsidR="00B4768A" w:rsidRPr="00E2371C" w:rsidRDefault="00B4768A">
      <w:pPr>
        <w:pStyle w:val="a3"/>
        <w:jc w:val="both"/>
      </w:pPr>
      <w:r>
        <w:t>3.1. Заява щодо встановлення/коригування тарифів та зазначені у главі 2 цієї Процедури документи подаються для реєстрації до НКРЕКП.</w:t>
      </w:r>
    </w:p>
    <w:p w:rsidR="00B4768A" w:rsidRDefault="00B4768A">
      <w:pPr>
        <w:pStyle w:val="a3"/>
        <w:jc w:val="both"/>
      </w:pPr>
      <w:r>
        <w:t>3.2. У разі відповідності заяви та доданих до неї документів вимогам, встановленим у главі 2 цієї Процедури та Порядку формування тарифів, НКРЕКП розглядає їх протягом 30 календарних днів з дня реєстрації НКРЕКП заяви.</w:t>
      </w:r>
    </w:p>
    <w:p w:rsidR="00B4768A" w:rsidRDefault="00B4768A">
      <w:pPr>
        <w:pStyle w:val="a3"/>
        <w:jc w:val="right"/>
      </w:pPr>
      <w:r>
        <w:t>(пункт 3.2 із змінами, внесеними згідно з постановою Національної</w:t>
      </w:r>
      <w:r>
        <w:br/>
        <w:t> комісії, що здійснює державне регулювання у сферах енергетики та</w:t>
      </w:r>
      <w:r>
        <w:br/>
        <w:t> комунальних послуг, від 18.02.2020 р. N 418)</w:t>
      </w:r>
    </w:p>
    <w:p w:rsidR="00B4768A" w:rsidRDefault="00B4768A">
      <w:pPr>
        <w:pStyle w:val="a3"/>
        <w:jc w:val="both"/>
      </w:pPr>
      <w:r>
        <w:t>3.3. У разі якщо заява та додані до неї документи не відповідають вимогам глави 2 цієї Процедури та Порядку формування тарифів, заява залишається без розгляду, про що НКРЕКП письмово повідомляє ліцензіата протягом 30 календарних днів з дня реєстрації заяви із зазначенням підстав залишення заяви без розгляду.</w:t>
      </w:r>
    </w:p>
    <w:p w:rsidR="00B4768A" w:rsidRDefault="00B4768A">
      <w:pPr>
        <w:pStyle w:val="a3"/>
        <w:jc w:val="right"/>
      </w:pPr>
      <w:r>
        <w:t>(пункт 3.3 із змінами, внесеними згідно з постановою Національної</w:t>
      </w:r>
      <w:r>
        <w:br/>
        <w:t> комісії, що здійснює державне регулювання у сферах енергетики та</w:t>
      </w:r>
      <w:r>
        <w:br/>
        <w:t> комунальних послуг, від 18.02.2020 р. N 418)</w:t>
      </w:r>
    </w:p>
    <w:p w:rsidR="00B4768A" w:rsidRDefault="00B4768A">
      <w:pPr>
        <w:pStyle w:val="a3"/>
        <w:jc w:val="both"/>
      </w:pPr>
      <w:r>
        <w:t>3.4. НКРЕКП має право вимагати від заявника (ліцензіата) додаткові письмові обґрунтування щодо наданих матеріалів та/або іншу додаткову інформацію, необхідну для вирішення питань, що виникли під час розгляду заяви щодо встановлення/коригування тарифів, шляхом надання письмового запиту.</w:t>
      </w:r>
    </w:p>
    <w:p w:rsidR="00B4768A" w:rsidRDefault="00B4768A">
      <w:pPr>
        <w:pStyle w:val="a3"/>
        <w:jc w:val="both"/>
      </w:pPr>
      <w:r>
        <w:t>3.5. НКРЕКП може ініціювати проведення експертизи розрахунків і обґрунтовуючих матеріалів ліцензіата із залученням відповідних фахівців, про що НКРЕКП письмово повідомляє ліцензіата.</w:t>
      </w:r>
    </w:p>
    <w:p w:rsidR="00B4768A" w:rsidRDefault="00B4768A">
      <w:pPr>
        <w:pStyle w:val="a3"/>
        <w:jc w:val="both"/>
      </w:pPr>
      <w:r>
        <w:t>3.6. Розгляд заяви призупиняється на строк проведення експертизи розрахунків та обґрунтовуючих матеріалів ліцензіата, передбачених пунктами 3.4 та 3.5 цієї глави, про що НКРЕКП письмово повідомляє ліцензіата.</w:t>
      </w:r>
    </w:p>
    <w:p w:rsidR="00B4768A" w:rsidRDefault="00B4768A">
      <w:pPr>
        <w:pStyle w:val="a3"/>
        <w:jc w:val="both"/>
      </w:pPr>
      <w:r>
        <w:t>Якщо ліцензіат не надав додаткових пояснень та обґрунтувань на звернення НКРЕКП у визначений строк, розгляд заяви призупиняється до дня надходження зазначених пояснень та обґрунтувань.</w:t>
      </w:r>
    </w:p>
    <w:p w:rsidR="00B4768A" w:rsidRDefault="00B4768A">
      <w:pPr>
        <w:pStyle w:val="a3"/>
        <w:jc w:val="both"/>
      </w:pPr>
      <w:r>
        <w:t>3.7. У передбачених пунктами 3.4 та 3.5 цієї глави випадках строк розгляду заяви продовжується на період, що триває з дня письмового звернення НКРЕКП щодо необхідності надання додаткових письмових обґрунтувань щодо наданих матеріалів та/або іншої додаткової інформації, необхідної для вирішення питань, що виникли під час розгляду заяви щодо встановлення/коригування тарифів та/або проведення експертизи розрахунків і обгрунтовуючих матеріалів, до дня отримання письмової відповіді заявника та/або результатів експертизи.</w:t>
      </w:r>
    </w:p>
    <w:p w:rsidR="00B4768A" w:rsidRDefault="00B4768A">
      <w:pPr>
        <w:pStyle w:val="3"/>
        <w:jc w:val="center"/>
      </w:pPr>
      <w:r>
        <w:t>4. Зміна тарифів</w:t>
      </w:r>
    </w:p>
    <w:p w:rsidR="00B4768A" w:rsidRPr="00E2371C" w:rsidRDefault="00B4768A">
      <w:pPr>
        <w:pStyle w:val="a3"/>
        <w:jc w:val="both"/>
      </w:pPr>
      <w:r>
        <w:t>4.1. Для встановлення тарифів та їх структури на теплову енергію, її виробництво, транспортування, постачання ліцензіат з дотриманням вимог цієї Процедури та Порядку формування тарифів подає для реєстрації до НКРЕКП у термін до 01 квітня року планованого періоду у друкованому та електронному вигляді заяву щодо встановлення тарифів, розрахунки тарифів за встановленими формами з підтвердними, обґрунтовуючими, розрахунковими матеріалами і документами, що використовувалися для розрахунків тарифів, та додає до неї документи, зазначені у главі 2 цієї Процедури.</w:t>
      </w:r>
    </w:p>
    <w:p w:rsidR="00B4768A" w:rsidRDefault="00B4768A">
      <w:pPr>
        <w:pStyle w:val="a3"/>
        <w:jc w:val="both"/>
      </w:pPr>
      <w:r>
        <w:t>4.2. Зміна тарифів може бути ініційована ліцензіатом шляхом подання до НКРЕКП відповідної заяви щодо встановлення/коригування тарифів та доданих до неї документів, зазначених у главі 2 цієї Процедури, або НКРЕКП - без подання ліцензіатом зазначеної заяви.</w:t>
      </w:r>
    </w:p>
    <w:p w:rsidR="00B4768A" w:rsidRDefault="00B4768A">
      <w:pPr>
        <w:pStyle w:val="a3"/>
        <w:jc w:val="both"/>
      </w:pPr>
      <w:r>
        <w:t>4.3. Якщо питання щодо встановлення тарифів/змін до них ініціюється НКРЕКП, відкрите обговорення (відкрите слухання) на місцях не проводиться.</w:t>
      </w:r>
    </w:p>
    <w:p w:rsidR="00B4768A" w:rsidRDefault="00B4768A">
      <w:pPr>
        <w:pStyle w:val="a3"/>
        <w:jc w:val="both"/>
      </w:pPr>
      <w:r>
        <w:t>4.4. Зміна тарифів може проводитись за обставин, що впливають або можуть вплинути на результати діяльності ліцензіата в період дії тарифів, а саме в таких випадках:</w:t>
      </w:r>
    </w:p>
    <w:p w:rsidR="00B4768A" w:rsidRDefault="00B4768A">
      <w:pPr>
        <w:pStyle w:val="a3"/>
        <w:jc w:val="both"/>
      </w:pPr>
      <w:r>
        <w:t>1) зміна обсягів виробництва, транспортування, постачання теплової енергії, урахованих при встановленні чинних тарифів, більше ніж на 5 % або зміна рівня втрат теплової енергії відповідно до встановлених уповноваженим органом методик (порядків);</w:t>
      </w:r>
    </w:p>
    <w:p w:rsidR="00B4768A" w:rsidRDefault="00B4768A">
      <w:pPr>
        <w:pStyle w:val="a3"/>
        <w:jc w:val="both"/>
      </w:pPr>
      <w:r>
        <w:t>2) зміна в установленому порядку інвестиційної програми ліцензіата, якщо це призводить до зміни тарифів більше ніж на 2 % від установленого рівня;</w:t>
      </w:r>
    </w:p>
    <w:p w:rsidR="00B4768A" w:rsidRDefault="00B4768A">
      <w:pPr>
        <w:pStyle w:val="a3"/>
        <w:jc w:val="both"/>
      </w:pPr>
      <w:r>
        <w:t>3) зміна протягом строку дії тарифів величини окремих витрат, пов'язаних із провадженням ліцензованої діяльності з виробництва, транспортування, постачання теплової енергії, з причин, які не залежать від ліцензіата, зокрема збільшення або зменшення податків і зборів, мінімальної заробітної плати, прожиткового мінімуму, встановленого для працездатних осіб, зміни мінімальних обов'язкових гарантій в оплаті праці у сфері житлово-комунального господарства в частині формування ставок (окладів) для робітників та посадових окладів керівників, професіоналів, фахівців та технічних службовців, орендної плати та амортизаційних відрахувань, витрат на покриття втрат ліцензіата, підвищення або зниження цін і тарифів на паливно-енергетичні та інші матеріальні ресурси, зміни обсягу фінансових витрат, складової планованого прибутку, за умови, що сумарно це призвело до зміни тарифних витрат більше ніж на 2 % від установленого рівня;</w:t>
      </w:r>
    </w:p>
    <w:p w:rsidR="00B4768A" w:rsidRDefault="00B4768A">
      <w:pPr>
        <w:pStyle w:val="a3"/>
        <w:jc w:val="both"/>
      </w:pPr>
      <w:r>
        <w:t>4) невиконання або виконання не в повному обсязі ліцензіатом інвестиційної програми у попередніх періодах та/або відсутність схваленої у встановленому порядку інвестиційної програми на планований період, що є підставою для встановлення (перегляду) тарифу шляхом його зміни у бік зменшення;</w:t>
      </w:r>
    </w:p>
    <w:p w:rsidR="00B4768A" w:rsidRDefault="00B4768A">
      <w:pPr>
        <w:pStyle w:val="a3"/>
        <w:jc w:val="both"/>
      </w:pPr>
      <w:r>
        <w:t xml:space="preserve">5) зміна протягом періоду, який кратний кварталу (три, шість або дев'ять місяців), ціни на паливно-енергетичні ресурси (зокрема природний газ), якщо це призводить до зміни загальних тарифних витрат більше ніж на 2 % від установленого рівня. НКРЕКП за власною ініціативою з дотриманням вимог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затвердженого </w:t>
      </w:r>
      <w:r>
        <w:rPr>
          <w:color w:val="0000FF"/>
        </w:rPr>
        <w:t>постановою НКРЕКП від 30 червня 2017 року N 866</w:t>
      </w:r>
      <w:r>
        <w:t xml:space="preserve">, та Регламенту Національної комісії, що здійснює державне регулювання у сферах енергетики та комунальних послуг, затвердженого </w:t>
      </w:r>
      <w:r>
        <w:rPr>
          <w:color w:val="0000FF"/>
        </w:rPr>
        <w:t>постановою НКРЕКП від 06 грудня 2016 року N 2133</w:t>
      </w:r>
      <w:r>
        <w:t>, може прийняти рішення щодо включення до структури тарифів на виробництво та/або транспортування теплової енергії складової з коригування витрат (яка може мати як додатне, так і від'ємне значення), розрахованої з урахуванням фактичних та врахованих (при розрахунку витрат на паливо) в тарифах цін на паливно-енергетичні ресурси і фактичних обсягів спожитих у такому періоді паливно-енергетичних ресурсів (зокрема природного газу);</w:t>
      </w:r>
    </w:p>
    <w:p w:rsidR="00B4768A" w:rsidRDefault="00B4768A">
      <w:pPr>
        <w:pStyle w:val="a3"/>
        <w:jc w:val="both"/>
      </w:pPr>
      <w:r>
        <w:t>6) якщо протягом строку дії тарифів на теплову енергію, її виробництво, транспортування та постачання обсяг витрат, пов'язаних із провадженням відповідної ліцензованої діяльності, не змінився, ліцензіат може звернутися до НКРЕКП із заявою щодо встановлення на новий строк тарифів на теплову енергію, її виробництво, транспортування, постачання на рівні діючих тарифів (за необхідності здійснюється актуалізація структури тарифів) за умови підтвердження економічної обґрунтованості діючих тарифів на теплову енергію, її виробництво, транспортування та постачання, погодження органу місцевого самоврядування;</w:t>
      </w:r>
    </w:p>
    <w:p w:rsidR="00B4768A" w:rsidRDefault="00B4768A">
      <w:pPr>
        <w:pStyle w:val="a3"/>
        <w:jc w:val="both"/>
      </w:pPr>
      <w:r>
        <w:t>7) якщо протягом строку дії встановлених тарифів на теплову енергію, її виробництво, транспортування та постачання у структурі тарифів відбулися зміни за окремими статтями витрат, які не призводять до зміни загальної величини тарифу, ліцензіат може здійснити актуалізацію структури тарифів шляхом перерозподілу витрат між окремими статтями витрат, за якими відбулися зміни, та звернутися до НКРЕКП із заявою та відповідними розрахунками на планований період з усіма підтвердними і обґрунтовуючими матеріалами щодо перегляду структури тарифів за категоріями споживачів без зміни величини самих тарифів;</w:t>
      </w:r>
    </w:p>
    <w:p w:rsidR="00B4768A" w:rsidRDefault="00B4768A">
      <w:pPr>
        <w:pStyle w:val="a3"/>
        <w:jc w:val="both"/>
      </w:pPr>
      <w:r>
        <w:t>8) використання коштів не за цільовим призначенням та/або економія коштів за статтями витрат;</w:t>
      </w:r>
    </w:p>
    <w:p w:rsidR="00B4768A" w:rsidRDefault="00B4768A">
      <w:pPr>
        <w:pStyle w:val="a3"/>
        <w:jc w:val="both"/>
      </w:pPr>
      <w:r>
        <w:t>9) наявність перехресного субсидіювання між видами господарської діяльності ліцензіата;</w:t>
      </w:r>
    </w:p>
    <w:p w:rsidR="00B4768A" w:rsidRDefault="00B4768A">
      <w:pPr>
        <w:pStyle w:val="a3"/>
        <w:jc w:val="both"/>
      </w:pPr>
      <w:r>
        <w:t>10) надання ліцензіатом до НКРЕКП недостовірної інформації при обґрунтуванні і розрахунках тарифів.</w:t>
      </w:r>
    </w:p>
    <w:p w:rsidR="00B4768A" w:rsidRDefault="00B4768A">
      <w:pPr>
        <w:pStyle w:val="a3"/>
        <w:jc w:val="both"/>
      </w:pPr>
      <w:r>
        <w:t>4.5. Тарифи на теплову енергію, її виробництво, транспортування, постачання можуть бути розраховані та встановлені за спрощеним порядком відповідно до положень Порядку формування тарифів.</w:t>
      </w:r>
    </w:p>
    <w:p w:rsidR="00B4768A" w:rsidRDefault="00B4768A">
      <w:pPr>
        <w:pStyle w:val="a3"/>
        <w:jc w:val="both"/>
      </w:pPr>
      <w:r>
        <w:t>4.6. Строк дії тарифів, розрахованих за спрощеним порядком, не може перевищувати 1 рік, після чого ліцензіату необхідно надати заяву та документи до неї для встановлення тарифів на теплову енергію, її виробництво, транспортування, постачання відповідно до вимог Порядку формування тарифів та глави 2 цієї Процедури.</w:t>
      </w:r>
    </w:p>
    <w:p w:rsidR="00B4768A" w:rsidRDefault="00B4768A">
      <w:pPr>
        <w:pStyle w:val="a3"/>
        <w:jc w:val="both"/>
      </w:pPr>
      <w: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B4768A">
        <w:trPr>
          <w:tblCellSpacing w:w="22" w:type="dxa"/>
        </w:trPr>
        <w:tc>
          <w:tcPr>
            <w:tcW w:w="2500" w:type="pct"/>
            <w:hideMark/>
          </w:tcPr>
          <w:p w:rsidR="00B4768A" w:rsidRPr="00E2371C" w:rsidRDefault="00B4768A">
            <w:pPr>
              <w:pStyle w:val="a3"/>
              <w:jc w:val="center"/>
            </w:pPr>
            <w:r w:rsidRPr="00E2371C">
              <w:rPr>
                <w:b/>
                <w:bCs/>
              </w:rPr>
              <w:t>Директор Департаменту із регулювання</w:t>
            </w:r>
            <w:r w:rsidRPr="00E2371C">
              <w:br/>
            </w:r>
            <w:r w:rsidRPr="00E2371C">
              <w:rPr>
                <w:b/>
                <w:bCs/>
              </w:rPr>
              <w:t>відносин у сфері теплопостачання</w:t>
            </w:r>
          </w:p>
        </w:tc>
        <w:tc>
          <w:tcPr>
            <w:tcW w:w="2500" w:type="pct"/>
            <w:hideMark/>
          </w:tcPr>
          <w:p w:rsidR="00B4768A" w:rsidRPr="00E2371C" w:rsidRDefault="00B4768A">
            <w:pPr>
              <w:pStyle w:val="a3"/>
              <w:jc w:val="center"/>
            </w:pPr>
            <w:r w:rsidRPr="00E2371C">
              <w:rPr>
                <w:b/>
                <w:bCs/>
              </w:rPr>
              <w:t>С. Черних</w:t>
            </w:r>
          </w:p>
        </w:tc>
      </w:tr>
    </w:tbl>
    <w:p w:rsidR="00B4768A" w:rsidRDefault="00B4768A">
      <w:pPr>
        <w:pStyle w:val="a3"/>
        <w:jc w:val="both"/>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1</w:t>
            </w:r>
            <w:r w:rsidRPr="00E2371C">
              <w:br/>
              <w:t>до Процедури встановлення тарифів на теплову енергію, її виробництво, транспортування, постачання</w:t>
            </w:r>
            <w:r w:rsidRPr="00E2371C">
              <w:br/>
              <w:t>(пункт 2.1 глави 2)</w:t>
            </w:r>
          </w:p>
        </w:tc>
      </w:tr>
    </w:tbl>
    <w:p w:rsidR="00B4768A" w:rsidRDefault="00B4768A">
      <w:pPr>
        <w:pStyle w:val="a3"/>
        <w:jc w:val="both"/>
      </w:pPr>
      <w:r>
        <w:br w:type="textWrapping" w:clear="all"/>
      </w:r>
    </w:p>
    <w:tbl>
      <w:tblPr>
        <w:tblW w:w="10500" w:type="dxa"/>
        <w:jc w:val="center"/>
        <w:tblCellSpacing w:w="22" w:type="dxa"/>
        <w:tblCellMar>
          <w:top w:w="30" w:type="dxa"/>
          <w:left w:w="30" w:type="dxa"/>
          <w:bottom w:w="30" w:type="dxa"/>
          <w:right w:w="30" w:type="dxa"/>
        </w:tblCellMar>
        <w:tblLook w:val="04A0" w:firstRow="1" w:lastRow="0" w:firstColumn="1" w:lastColumn="0" w:noHBand="0" w:noVBand="1"/>
      </w:tblPr>
      <w:tblGrid>
        <w:gridCol w:w="5250"/>
        <w:gridCol w:w="5250"/>
      </w:tblGrid>
      <w:tr w:rsidR="00B4768A">
        <w:trPr>
          <w:tblCellSpacing w:w="22" w:type="dxa"/>
          <w:jc w:val="center"/>
        </w:trPr>
        <w:tc>
          <w:tcPr>
            <w:tcW w:w="2500" w:type="pct"/>
            <w:hideMark/>
          </w:tcPr>
          <w:p w:rsidR="00B4768A" w:rsidRPr="00E2371C" w:rsidRDefault="00B4768A">
            <w:pPr>
              <w:pStyle w:val="a3"/>
              <w:jc w:val="center"/>
            </w:pPr>
            <w:r w:rsidRPr="00E2371C">
              <w:t> </w:t>
            </w:r>
          </w:p>
        </w:tc>
        <w:tc>
          <w:tcPr>
            <w:tcW w:w="2500" w:type="pct"/>
            <w:hideMark/>
          </w:tcPr>
          <w:p w:rsidR="00B4768A" w:rsidRPr="00E2371C" w:rsidRDefault="00B4768A">
            <w:pPr>
              <w:pStyle w:val="a3"/>
            </w:pPr>
            <w:r w:rsidRPr="00E2371C">
              <w:t>Голові Національної комісії, що здійснює державне регулювання у сферах енергетики та комунальних послуг</w:t>
            </w:r>
          </w:p>
        </w:tc>
      </w:tr>
    </w:tbl>
    <w:p w:rsidR="00B4768A" w:rsidRDefault="00B4768A">
      <w:pPr>
        <w:pStyle w:val="a3"/>
        <w:jc w:val="both"/>
      </w:pPr>
      <w:r>
        <w:br w:type="textWrapping" w:clear="all"/>
      </w:r>
    </w:p>
    <w:p w:rsidR="00B4768A" w:rsidRDefault="00B4768A">
      <w:pPr>
        <w:pStyle w:val="3"/>
        <w:jc w:val="center"/>
      </w:pPr>
      <w:r>
        <w:t>ЗАЯВА</w:t>
      </w:r>
      <w:r>
        <w:br/>
        <w:t>щодо встановлення/коригування тарифів</w:t>
      </w:r>
    </w:p>
    <w:tbl>
      <w:tblPr>
        <w:tblW w:w="10500" w:type="dxa"/>
        <w:jc w:val="center"/>
        <w:tblCellSpacing w:w="22" w:type="dxa"/>
        <w:tblCellMar>
          <w:top w:w="30" w:type="dxa"/>
          <w:left w:w="30" w:type="dxa"/>
          <w:bottom w:w="30" w:type="dxa"/>
          <w:right w:w="30" w:type="dxa"/>
        </w:tblCellMar>
        <w:tblLook w:val="04A0" w:firstRow="1" w:lastRow="0" w:firstColumn="1" w:lastColumn="0" w:noHBand="0" w:noVBand="1"/>
      </w:tblPr>
      <w:tblGrid>
        <w:gridCol w:w="10500"/>
      </w:tblGrid>
      <w:tr w:rsidR="00B4768A">
        <w:trPr>
          <w:tblCellSpacing w:w="22" w:type="dxa"/>
          <w:jc w:val="center"/>
        </w:trPr>
        <w:tc>
          <w:tcPr>
            <w:tcW w:w="5000" w:type="pct"/>
            <w:hideMark/>
          </w:tcPr>
          <w:p w:rsidR="00B4768A" w:rsidRPr="00E2371C" w:rsidRDefault="00B4768A">
            <w:pPr>
              <w:pStyle w:val="a3"/>
              <w:jc w:val="both"/>
              <w:rPr>
                <w:sz w:val="20"/>
                <w:szCs w:val="20"/>
              </w:rPr>
            </w:pPr>
            <w:r w:rsidRPr="00E2371C">
              <w:t>_____________________________________________________________________________________</w:t>
            </w:r>
            <w:r w:rsidRPr="00E2371C">
              <w:br/>
            </w:r>
            <w:r w:rsidRPr="00E2371C">
              <w:rPr>
                <w:sz w:val="20"/>
                <w:szCs w:val="20"/>
              </w:rPr>
              <w:t>                                                 (повне найменування, місцезнаходження суб'єкта господарювання)</w:t>
            </w:r>
            <w:r w:rsidRPr="00E2371C">
              <w:rPr>
                <w:sz w:val="20"/>
                <w:szCs w:val="20"/>
              </w:rPr>
              <w:br/>
            </w:r>
            <w:r w:rsidRPr="00E2371C">
              <w:t>_____________________________________________________________________________________</w:t>
            </w:r>
            <w:r w:rsidRPr="00E2371C">
              <w:br/>
            </w:r>
            <w:r w:rsidRPr="00E2371C">
              <w:rPr>
                <w:sz w:val="20"/>
                <w:szCs w:val="20"/>
              </w:rPr>
              <w:t>                           (види господарської діяльності, серії, номери та дати видачі ліцензій суб'єкта господарювання)</w:t>
            </w:r>
          </w:p>
          <w:p w:rsidR="00B4768A" w:rsidRPr="00E2371C" w:rsidRDefault="00B4768A">
            <w:pPr>
              <w:pStyle w:val="a3"/>
              <w:jc w:val="both"/>
              <w:rPr>
                <w:sz w:val="20"/>
                <w:szCs w:val="20"/>
              </w:rPr>
            </w:pPr>
            <w:r w:rsidRPr="00E2371C">
              <w:t>Прошу розглянути заяву та додані до неї матеріали щодо встановлення/коригування тарифів на</w:t>
            </w:r>
            <w:r w:rsidRPr="00E2371C">
              <w:br/>
              <w:t>_____________________________________________________________________________________</w:t>
            </w:r>
            <w:r w:rsidRPr="00E2371C">
              <w:br/>
            </w:r>
            <w:r w:rsidRPr="00E2371C">
              <w:rPr>
                <w:sz w:val="20"/>
                <w:szCs w:val="20"/>
              </w:rPr>
              <w:t>                                                                               (види ліцензованої діяльності)</w:t>
            </w:r>
          </w:p>
          <w:p w:rsidR="00B4768A" w:rsidRPr="00E2371C" w:rsidRDefault="00B4768A">
            <w:pPr>
              <w:pStyle w:val="a3"/>
              <w:jc w:val="both"/>
            </w:pPr>
            <w:r w:rsidRPr="00E2371C">
              <w:t>Заява та документи, що додаються, містять достовірну інформацію.</w:t>
            </w:r>
          </w:p>
          <w:p w:rsidR="00B4768A" w:rsidRPr="00E2371C" w:rsidRDefault="00B4768A">
            <w:pPr>
              <w:pStyle w:val="a3"/>
              <w:jc w:val="both"/>
            </w:pPr>
            <w:r w:rsidRPr="00E2371C">
              <w:t>До заяви додаються: ___________________________________________________________________</w:t>
            </w:r>
            <w:r w:rsidRPr="00E2371C">
              <w:br/>
              <w:t>_____________________________________________________________________________________</w:t>
            </w:r>
          </w:p>
        </w:tc>
      </w:tr>
    </w:tbl>
    <w:p w:rsidR="00B4768A" w:rsidRDefault="00B4768A">
      <w:r>
        <w:br w:type="textWrapping" w:clear="all"/>
      </w:r>
    </w:p>
    <w:tbl>
      <w:tblPr>
        <w:tblW w:w="10500" w:type="dxa"/>
        <w:jc w:val="center"/>
        <w:tblCellSpacing w:w="22" w:type="dxa"/>
        <w:tblCellMar>
          <w:top w:w="60" w:type="dxa"/>
          <w:left w:w="60" w:type="dxa"/>
          <w:bottom w:w="60" w:type="dxa"/>
          <w:right w:w="60" w:type="dxa"/>
        </w:tblCellMar>
        <w:tblLook w:val="04A0" w:firstRow="1" w:lastRow="0" w:firstColumn="1" w:lastColumn="0" w:noHBand="0" w:noVBand="1"/>
      </w:tblPr>
      <w:tblGrid>
        <w:gridCol w:w="2131"/>
        <w:gridCol w:w="4277"/>
        <w:gridCol w:w="4092"/>
      </w:tblGrid>
      <w:tr w:rsidR="00B4768A">
        <w:trPr>
          <w:tblCellSpacing w:w="22" w:type="dxa"/>
          <w:jc w:val="center"/>
        </w:trPr>
        <w:tc>
          <w:tcPr>
            <w:tcW w:w="1000" w:type="pct"/>
            <w:hideMark/>
          </w:tcPr>
          <w:p w:rsidR="00B4768A" w:rsidRPr="00E2371C" w:rsidRDefault="00B4768A">
            <w:pPr>
              <w:pStyle w:val="a3"/>
              <w:jc w:val="both"/>
            </w:pPr>
            <w:r w:rsidRPr="00E2371C">
              <w:t>Керівник</w:t>
            </w:r>
          </w:p>
        </w:tc>
        <w:tc>
          <w:tcPr>
            <w:tcW w:w="20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9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r w:rsidR="00B4768A">
        <w:trPr>
          <w:tblCellSpacing w:w="22" w:type="dxa"/>
          <w:jc w:val="center"/>
        </w:trPr>
        <w:tc>
          <w:tcPr>
            <w:tcW w:w="5000" w:type="pct"/>
            <w:gridSpan w:val="3"/>
            <w:hideMark/>
          </w:tcPr>
          <w:p w:rsidR="00B4768A" w:rsidRPr="00E2371C" w:rsidRDefault="00B4768A">
            <w:pPr>
              <w:pStyle w:val="a3"/>
            </w:pPr>
            <w:r w:rsidRPr="00E2371C">
              <w:t>"___" ____________ 20__ року</w:t>
            </w:r>
          </w:p>
        </w:tc>
      </w:tr>
    </w:tbl>
    <w:p w:rsidR="00B4768A" w:rsidRDefault="00B4768A">
      <w:r>
        <w:br w:type="textWrapping" w:clear="all"/>
      </w:r>
    </w:p>
    <w:p w:rsidR="00B4768A" w:rsidRPr="00E2371C"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2</w:t>
            </w:r>
            <w:r w:rsidRPr="00E2371C">
              <w:br/>
              <w:t>до Процедури встановлення тарифів на теплову енергію, її виробництво, транспортування, постачання</w:t>
            </w:r>
            <w:r w:rsidRPr="00E2371C">
              <w:br/>
              <w:t>(підпункт 2 пункту 2.2 глави 2)</w:t>
            </w:r>
          </w:p>
        </w:tc>
      </w:tr>
    </w:tbl>
    <w:p w:rsidR="00B4768A" w:rsidRDefault="00B4768A">
      <w:pPr>
        <w:pStyle w:val="a3"/>
        <w:jc w:val="both"/>
      </w:pPr>
      <w:r>
        <w:br w:type="textWrapping" w:clear="all"/>
      </w:r>
    </w:p>
    <w:tbl>
      <w:tblPr>
        <w:tblW w:w="4750" w:type="pct"/>
        <w:jc w:val="center"/>
        <w:tblCellSpacing w:w="22" w:type="dxa"/>
        <w:tblCellMar>
          <w:top w:w="30" w:type="dxa"/>
          <w:left w:w="30" w:type="dxa"/>
          <w:bottom w:w="30" w:type="dxa"/>
          <w:right w:w="30" w:type="dxa"/>
        </w:tblCellMar>
        <w:tblLook w:val="04A0" w:firstRow="1" w:lastRow="0" w:firstColumn="1" w:lastColumn="0" w:noHBand="0" w:noVBand="1"/>
      </w:tblPr>
      <w:tblGrid>
        <w:gridCol w:w="4514"/>
        <w:gridCol w:w="4514"/>
      </w:tblGrid>
      <w:tr w:rsidR="00B4768A">
        <w:trPr>
          <w:tblCellSpacing w:w="22" w:type="dxa"/>
          <w:jc w:val="center"/>
        </w:trPr>
        <w:tc>
          <w:tcPr>
            <w:tcW w:w="2500" w:type="pct"/>
            <w:hideMark/>
          </w:tcPr>
          <w:p w:rsidR="00B4768A" w:rsidRPr="00E2371C" w:rsidRDefault="00B4768A">
            <w:pPr>
              <w:pStyle w:val="a3"/>
            </w:pPr>
            <w:r w:rsidRPr="00E2371C">
              <w:t>ПОГОДЖЕНО</w:t>
            </w:r>
            <w:r w:rsidRPr="00E2371C">
              <w:br/>
              <w:t>____________________</w:t>
            </w:r>
            <w:r w:rsidRPr="00E2371C">
              <w:br/>
              <w:t>М. П.</w:t>
            </w:r>
          </w:p>
        </w:tc>
        <w:tc>
          <w:tcPr>
            <w:tcW w:w="2500" w:type="pct"/>
            <w:hideMark/>
          </w:tcPr>
          <w:p w:rsidR="00B4768A" w:rsidRPr="00E2371C" w:rsidRDefault="00B4768A">
            <w:pPr>
              <w:pStyle w:val="a3"/>
              <w:jc w:val="center"/>
            </w:pPr>
            <w:r w:rsidRPr="00E2371C">
              <w:t> </w:t>
            </w:r>
          </w:p>
        </w:tc>
      </w:tr>
    </w:tbl>
    <w:p w:rsidR="00B4768A" w:rsidRDefault="00B4768A">
      <w:pPr>
        <w:pStyle w:val="a3"/>
        <w:jc w:val="both"/>
      </w:pPr>
      <w:r>
        <w:br w:type="textWrapping" w:clear="all"/>
      </w:r>
    </w:p>
    <w:p w:rsidR="00B4768A" w:rsidRDefault="00B4768A">
      <w:pPr>
        <w:pStyle w:val="3"/>
        <w:jc w:val="center"/>
      </w:pPr>
      <w:r>
        <w:t>Річний план виробництва, транспортування та постачання теплової енергії на планований період з "___" __________ ____ року</w:t>
      </w:r>
    </w:p>
    <w:p w:rsidR="00B4768A" w:rsidRPr="00E2371C" w:rsidRDefault="00B4768A">
      <w:pPr>
        <w:pStyle w:val="a3"/>
        <w:jc w:val="center"/>
      </w:pPr>
      <w:r>
        <w:t>_____________________________________________________________________________________</w:t>
      </w:r>
      <w:r>
        <w:br/>
      </w:r>
      <w:r>
        <w:rPr>
          <w:sz w:val="20"/>
          <w:szCs w:val="20"/>
        </w:rPr>
        <w:t>(найменування ліцензіата)</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71"/>
        <w:gridCol w:w="1165"/>
        <w:gridCol w:w="535"/>
        <w:gridCol w:w="562"/>
        <w:gridCol w:w="508"/>
        <w:gridCol w:w="453"/>
        <w:gridCol w:w="422"/>
        <w:gridCol w:w="432"/>
        <w:gridCol w:w="538"/>
        <w:gridCol w:w="471"/>
        <w:gridCol w:w="490"/>
        <w:gridCol w:w="497"/>
        <w:gridCol w:w="459"/>
        <w:gridCol w:w="498"/>
        <w:gridCol w:w="539"/>
        <w:gridCol w:w="517"/>
        <w:gridCol w:w="557"/>
        <w:gridCol w:w="519"/>
      </w:tblGrid>
      <w:tr w:rsidR="00B4768A">
        <w:trPr>
          <w:tblCellSpacing w:w="22" w:type="dxa"/>
          <w:jc w:val="center"/>
        </w:trPr>
        <w:tc>
          <w:tcPr>
            <w:tcW w:w="2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N</w:t>
            </w:r>
            <w:r w:rsidRPr="00E2371C">
              <w:rPr>
                <w:sz w:val="20"/>
                <w:szCs w:val="20"/>
              </w:rPr>
              <w:br/>
              <w:t>з/п</w:t>
            </w:r>
          </w:p>
        </w:tc>
        <w:tc>
          <w:tcPr>
            <w:tcW w:w="6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Показники</w:t>
            </w:r>
          </w:p>
        </w:tc>
        <w:tc>
          <w:tcPr>
            <w:tcW w:w="3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Одиниці виміру</w:t>
            </w:r>
          </w:p>
        </w:tc>
        <w:tc>
          <w:tcPr>
            <w:tcW w:w="3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w:t>
            </w:r>
            <w:r w:rsidRPr="00E2371C">
              <w:rPr>
                <w:sz w:val="20"/>
                <w:szCs w:val="20"/>
              </w:rPr>
              <w:br/>
              <w:t>___ року)</w:t>
            </w:r>
          </w:p>
        </w:tc>
        <w:tc>
          <w:tcPr>
            <w:tcW w:w="2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w:t>
            </w:r>
            <w:r w:rsidRPr="00E2371C">
              <w:rPr>
                <w:sz w:val="20"/>
                <w:szCs w:val="20"/>
              </w:rPr>
              <w:br/>
              <w:t>___ року)</w:t>
            </w:r>
          </w:p>
        </w:tc>
        <w:tc>
          <w:tcPr>
            <w:tcW w:w="2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Річний план</w:t>
            </w:r>
          </w:p>
        </w:tc>
        <w:tc>
          <w:tcPr>
            <w:tcW w:w="3050" w:type="pct"/>
            <w:gridSpan w:val="1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У тому числі за місяць</w:t>
            </w:r>
          </w:p>
        </w:tc>
      </w:tr>
      <w:tr w:rsidR="00B4768A">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січень</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лютий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березень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квітень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травень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червень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липень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серпень</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вересень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жовтень</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листопад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грудень</w:t>
            </w:r>
          </w:p>
        </w:tc>
      </w:tr>
      <w:tr w:rsidR="00B4768A">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16</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17</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18</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Відпуск теплової енергії з колекторів власних генеруючих джерел, усього,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ТЕЦ, ТЕС, АЕС, когенераційні установки та установки з використанням альтернативних джерел енергії,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1.1.5</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господарські потреби ліцензованої діяльності ліцензіата</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котельні,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1.2.5</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господарські потреби ліцензованої діяльності ліцензіата</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Надходження в мережу ліцензіата теплової енергії, яка вироблена іншими виробниками, усього,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покупна теплова енергія (розшифрувати за назвами виробників),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2.1.5</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господарські потреби ліцензованої діяльності ліцензіата</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теплова енергія інших власників для транспортування мережами ліцензіата (розшифрувати за власниками),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Надходження теплової енергії в мережу ліцензіата, усього (рядок 2 + рядок 1)</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Надходження теплової енергії ліцензіата в мережу інших теплотранспортуючих організацій,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4.5</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господарські потреби ліцензованої діяльності ліцензіата</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Втрати теплової енергії в теплових мережах ліцензіата, усього:</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 саме у відсотках від рядка 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у тому числі втрати власної теплової енергії в теплових мережах ліцензіата, усього, у тому числі що транспортується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 саме у відсотках від (рядок 1 + рядок 2.1)</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5.1.1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5.1.2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5.1.3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5.1.4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5.1.5</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господарські потреби ліцензованої діяльності ліцензіата</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у тому числі втрати в теплових мережах ліцензіата теплової енергії інших власників (розшифрувати за власниками), усього, у тому числі що транспортується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 саме у відсотках від рядка 2.2</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5.2.1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5.2.2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5.2.3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5.2.4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Втрати теплової енергії ліцензіата в теплових мережах інших теплотранспортуючих організацій, усього, у тому числі що транспортується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 саме у відсотках від рядка 4</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6.5</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господарські потреби ліцензованої діяльності ліцензіата</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Корисний відпуск теплової енергії з мереж ліцензіата, усього,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теплова енергія інших власників (розшифрувати за назвами власників),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7.1.1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7.1.2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7.1.3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7.1.4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господарські потреби ліцензованої діяльності ліцензіата</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обсяг реалізації теплової енергії власним споживачам ліцензіата,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7.3.1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 саме у відсотках від рядка 7.3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7.3.2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 саме у відсотках від рядка 7.3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7.3.3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 саме у відсотках від рядка 7.3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7.3.4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 саме у відсотках від рядка 7.3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Теплове навантаження об'єктів теплоспоживання власних споживачів ліцензіата,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Теплове навантаження об'єктів теплоспоживання споживачів, інших суб'єктів (розшифрувати за назвами), що транспортують теплову енергію мережами ліцензіата,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bl>
    <w:p w:rsidR="00B4768A" w:rsidRDefault="00B4768A">
      <w:pPr>
        <w:pStyle w:val="a3"/>
        <w:jc w:val="center"/>
      </w:pPr>
      <w:r>
        <w:br w:type="textWrapping" w:clear="all"/>
      </w: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jc w:val="center"/>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center"/>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3</w:t>
            </w:r>
            <w:r w:rsidRPr="00E2371C">
              <w:br/>
              <w:t>до Процедури встановлення тарифів на теплову енергію, її виробництво, транспортування, постачання</w:t>
            </w:r>
            <w:r w:rsidRPr="00E2371C">
              <w:br/>
              <w:t>(підпункт 2 пункту 2.2 глави 2)</w:t>
            </w:r>
          </w:p>
        </w:tc>
      </w:tr>
    </w:tbl>
    <w:p w:rsidR="00B4768A" w:rsidRDefault="00B4768A">
      <w:pPr>
        <w:pStyle w:val="a3"/>
        <w:jc w:val="both"/>
      </w:pPr>
      <w:r>
        <w:br w:type="textWrapping" w:clear="all"/>
      </w:r>
    </w:p>
    <w:tbl>
      <w:tblPr>
        <w:tblW w:w="4750" w:type="pct"/>
        <w:jc w:val="center"/>
        <w:tblCellSpacing w:w="22" w:type="dxa"/>
        <w:tblCellMar>
          <w:top w:w="30" w:type="dxa"/>
          <w:left w:w="30" w:type="dxa"/>
          <w:bottom w:w="30" w:type="dxa"/>
          <w:right w:w="30" w:type="dxa"/>
        </w:tblCellMar>
        <w:tblLook w:val="04A0" w:firstRow="1" w:lastRow="0" w:firstColumn="1" w:lastColumn="0" w:noHBand="0" w:noVBand="1"/>
      </w:tblPr>
      <w:tblGrid>
        <w:gridCol w:w="4514"/>
        <w:gridCol w:w="4514"/>
      </w:tblGrid>
      <w:tr w:rsidR="00B4768A">
        <w:trPr>
          <w:tblCellSpacing w:w="22" w:type="dxa"/>
          <w:jc w:val="center"/>
        </w:trPr>
        <w:tc>
          <w:tcPr>
            <w:tcW w:w="2500" w:type="pct"/>
            <w:hideMark/>
          </w:tcPr>
          <w:p w:rsidR="00B4768A" w:rsidRPr="00E2371C" w:rsidRDefault="00B4768A">
            <w:pPr>
              <w:pStyle w:val="a3"/>
            </w:pPr>
            <w:r w:rsidRPr="00E2371C">
              <w:t>ПОГОДЖЕНО</w:t>
            </w:r>
            <w:r w:rsidRPr="00E2371C">
              <w:br/>
              <w:t>_________________</w:t>
            </w:r>
            <w:r w:rsidRPr="00E2371C">
              <w:br/>
              <w:t>М. П.</w:t>
            </w:r>
          </w:p>
        </w:tc>
        <w:tc>
          <w:tcPr>
            <w:tcW w:w="2500" w:type="pct"/>
            <w:hideMark/>
          </w:tcPr>
          <w:p w:rsidR="00B4768A" w:rsidRPr="00E2371C" w:rsidRDefault="00B4768A">
            <w:pPr>
              <w:pStyle w:val="a3"/>
              <w:jc w:val="center"/>
            </w:pPr>
            <w:r w:rsidRPr="00E2371C">
              <w:t> </w:t>
            </w:r>
          </w:p>
        </w:tc>
      </w:tr>
    </w:tbl>
    <w:p w:rsidR="00B4768A" w:rsidRDefault="00B4768A">
      <w:pPr>
        <w:pStyle w:val="a3"/>
        <w:jc w:val="both"/>
      </w:pPr>
      <w:r>
        <w:br w:type="textWrapping" w:clear="all"/>
      </w:r>
    </w:p>
    <w:p w:rsidR="00B4768A" w:rsidRDefault="00B4768A">
      <w:pPr>
        <w:pStyle w:val="3"/>
        <w:jc w:val="center"/>
        <w:rPr>
          <w:color w:val="0000FF"/>
        </w:rPr>
      </w:pPr>
      <w:r>
        <w:t xml:space="preserve">Річний план виробництва, транспортування та постачання теплової енергії на планований період з "___" __________ ____ року з урахуванням вимог Порядку урахування втрат теплової енергії в теплових мережах у тарифах на теплову енергію, її виробництво, транспортування, постачання, затвердженого </w:t>
      </w:r>
      <w:r>
        <w:rPr>
          <w:color w:val="0000FF"/>
        </w:rPr>
        <w:t>постановою НКРЕКП від 01 липня 2016 року N 1214</w:t>
      </w:r>
    </w:p>
    <w:p w:rsidR="00B4768A" w:rsidRPr="00E2371C" w:rsidRDefault="00B4768A">
      <w:pPr>
        <w:pStyle w:val="a3"/>
        <w:jc w:val="center"/>
      </w:pPr>
      <w:r>
        <w:t>_____________________________________________________________________________________</w:t>
      </w:r>
      <w:r>
        <w:br/>
      </w:r>
      <w:r>
        <w:rPr>
          <w:sz w:val="20"/>
          <w:szCs w:val="20"/>
        </w:rPr>
        <w:t>(найменування ліцензіата)</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71"/>
        <w:gridCol w:w="1165"/>
        <w:gridCol w:w="535"/>
        <w:gridCol w:w="562"/>
        <w:gridCol w:w="508"/>
        <w:gridCol w:w="453"/>
        <w:gridCol w:w="422"/>
        <w:gridCol w:w="432"/>
        <w:gridCol w:w="538"/>
        <w:gridCol w:w="471"/>
        <w:gridCol w:w="490"/>
        <w:gridCol w:w="497"/>
        <w:gridCol w:w="459"/>
        <w:gridCol w:w="498"/>
        <w:gridCol w:w="539"/>
        <w:gridCol w:w="517"/>
        <w:gridCol w:w="557"/>
        <w:gridCol w:w="519"/>
      </w:tblGrid>
      <w:tr w:rsidR="00B4768A">
        <w:trPr>
          <w:tblCellSpacing w:w="22" w:type="dxa"/>
          <w:jc w:val="center"/>
        </w:trPr>
        <w:tc>
          <w:tcPr>
            <w:tcW w:w="2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N з/п</w:t>
            </w:r>
          </w:p>
        </w:tc>
        <w:tc>
          <w:tcPr>
            <w:tcW w:w="6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Показники</w:t>
            </w:r>
          </w:p>
        </w:tc>
        <w:tc>
          <w:tcPr>
            <w:tcW w:w="3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Одиниці виміру</w:t>
            </w:r>
          </w:p>
        </w:tc>
        <w:tc>
          <w:tcPr>
            <w:tcW w:w="3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w:t>
            </w:r>
            <w:r w:rsidRPr="00E2371C">
              <w:rPr>
                <w:sz w:val="20"/>
                <w:szCs w:val="20"/>
              </w:rPr>
              <w:br/>
              <w:t>___ року)</w:t>
            </w:r>
          </w:p>
        </w:tc>
        <w:tc>
          <w:tcPr>
            <w:tcW w:w="2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w:t>
            </w:r>
            <w:r w:rsidRPr="00E2371C">
              <w:rPr>
                <w:sz w:val="20"/>
                <w:szCs w:val="20"/>
              </w:rPr>
              <w:br/>
              <w:t>___ року)</w:t>
            </w:r>
          </w:p>
        </w:tc>
        <w:tc>
          <w:tcPr>
            <w:tcW w:w="2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Річний план</w:t>
            </w:r>
          </w:p>
        </w:tc>
        <w:tc>
          <w:tcPr>
            <w:tcW w:w="3050" w:type="pct"/>
            <w:gridSpan w:val="1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У тому числі за місяць</w:t>
            </w:r>
          </w:p>
        </w:tc>
      </w:tr>
      <w:tr w:rsidR="00B4768A">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січень</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лютий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березень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квітень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травень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червень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липень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серпень</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вересень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жовтень</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листопад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грудень</w:t>
            </w:r>
          </w:p>
        </w:tc>
      </w:tr>
      <w:tr w:rsidR="00B4768A">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16</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17</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18</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Відпуск теплової енергії з колекторів власних генеруючих джерел, усього,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ТЕЦ, ТЕС, АЕС, когенераційні установки та установки з використанням альтернативних джерел енергії,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1.1.5</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господарські потреби ліцензованої діяльності ліцензіата</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котельні,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1.2.5</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господарські потреби ліцензованої діяльності ліцензіата</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Надходження в мережу ліцензіата теплової енергії, яка вироблена іншими виробниками, усього,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покупна теплова енергія (розшифрувати за назвами виробників),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2.1.5</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господарські потреби ліцензованої діяльності ліцензіата</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теплова енергія інших власників для транспортування мережами ліцензіата (розшифрувати за власниками),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Надходження теплової енергії в мережу ліцензіата, усього (рядок 2 + рядок 1)</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Надходження теплової енергії ліцензіата в мережу інших теплотранспортуючих організацій,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4.5</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господарські потреби ліцензованої діяльності ліцензіата</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Втрати теплової енергії в теплових мережах ліцензіата (для включення до тарифу), усього:</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 саме у відсотках від рядка 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у тому числі втрати власної теплової енергії в теплових мережах ліцензіата, усього, у тому числі що транспортується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 саме у відсотках від (рядок 1 + рядок 2.1)</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5.1.1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5.1.2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5.1.3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5.1.4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5.1.5</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господарські потреби ліцензованої діяльності ліцензіата</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у тому числі втрати в теплових мережах ліцензіата теплової енергії інших власників (розшифрувати за власниками), усього, у тому числі що транспортується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 саме у відсотках від рядка 2.2</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5.2.1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5.2.2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5.2.3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5.2.4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Втрати теплової енергії ліцензіата в теплових мережах інших теплотранспортуючих організацій (для включення до тарифу), усього, у тому числі що транспортується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 саме у відсотках від рядка 4</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6.5</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господарські потреби ліцензованої діяльності ліцензіата</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Корисний відпуск теплової енергії з мереж ліцензіата, усього,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теплова енергія інших власників (розшифрувати за назвами власників),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7.1.1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7.1.2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7.1.3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7.1.4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господарські потреби ліцензованої діяльності ліцензіата</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обсяг реалізації теплової енергії власним споживачам ліцензіата,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7.3.1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 саме у відсотках від рядка 7.3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7.3.2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 саме у відсотках від рядка 7.3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7.3.3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 саме у відсотках від рядка 7.3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7.3.4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 саме у відсотках від рядка 7.3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Теплове навантаження об'єктів теплоспоживання власних споживачів ліцензіата,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Теплове навантаження об'єктів теплоспоживання споживачів, інших суб'єктів (розшифрувати за назвами), що транспортують теплову енергію мережами ліцензіата, усього, у тому числі на потреби: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9.1</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9.4</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bl>
    <w:p w:rsidR="00B4768A" w:rsidRDefault="00B4768A">
      <w:pPr>
        <w:pStyle w:val="a3"/>
        <w:jc w:val="center"/>
      </w:pPr>
      <w:r>
        <w:br w:type="textWrapping" w:clear="all"/>
      </w: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jc w:val="center"/>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center"/>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4</w:t>
            </w:r>
            <w:r w:rsidRPr="00E2371C">
              <w:br/>
              <w:t>до Процедури встановлення тарифів на теплову енергію, її виробництво,</w:t>
            </w:r>
            <w:r w:rsidRPr="00E2371C">
              <w:br/>
              <w:t xml:space="preserve">транспортування, постачання </w:t>
            </w:r>
            <w:r w:rsidRPr="00E2371C">
              <w:br/>
              <w:t>(підпункт 22 пункту 2.2 глави 2)</w:t>
            </w:r>
          </w:p>
        </w:tc>
      </w:tr>
    </w:tbl>
    <w:p w:rsidR="00B4768A" w:rsidRDefault="00B4768A">
      <w:pPr>
        <w:pStyle w:val="a3"/>
        <w:jc w:val="both"/>
      </w:pPr>
      <w:r>
        <w:br w:type="textWrapping" w:clear="all"/>
      </w:r>
    </w:p>
    <w:p w:rsidR="00B4768A" w:rsidRDefault="00B4768A">
      <w:pPr>
        <w:pStyle w:val="3"/>
        <w:jc w:val="center"/>
      </w:pPr>
      <w:r>
        <w:t>Розрахунок тарифів на виробництво теплової енергії на планований період з "___" __________ ____ року</w:t>
      </w:r>
    </w:p>
    <w:p w:rsidR="00B4768A" w:rsidRPr="00E2371C" w:rsidRDefault="00B4768A">
      <w:pPr>
        <w:pStyle w:val="a3"/>
        <w:jc w:val="center"/>
        <w:rPr>
          <w:sz w:val="20"/>
          <w:szCs w:val="20"/>
        </w:rPr>
      </w:pPr>
      <w: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08"/>
        <w:gridCol w:w="794"/>
        <w:gridCol w:w="449"/>
        <w:gridCol w:w="434"/>
        <w:gridCol w:w="392"/>
        <w:gridCol w:w="415"/>
        <w:gridCol w:w="351"/>
        <w:gridCol w:w="434"/>
        <w:gridCol w:w="392"/>
        <w:gridCol w:w="415"/>
        <w:gridCol w:w="351"/>
        <w:gridCol w:w="434"/>
        <w:gridCol w:w="392"/>
        <w:gridCol w:w="415"/>
        <w:gridCol w:w="351"/>
        <w:gridCol w:w="434"/>
        <w:gridCol w:w="392"/>
        <w:gridCol w:w="415"/>
        <w:gridCol w:w="351"/>
        <w:gridCol w:w="434"/>
        <w:gridCol w:w="392"/>
        <w:gridCol w:w="415"/>
        <w:gridCol w:w="373"/>
      </w:tblGrid>
      <w:tr w:rsidR="00B4768A">
        <w:trPr>
          <w:tblCellSpacing w:w="22" w:type="dxa"/>
          <w:jc w:val="right"/>
        </w:trPr>
        <w:tc>
          <w:tcPr>
            <w:tcW w:w="1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N</w:t>
            </w:r>
            <w:r w:rsidRPr="00E2371C">
              <w:rPr>
                <w:sz w:val="20"/>
                <w:szCs w:val="20"/>
              </w:rPr>
              <w:br/>
              <w:t>з/п</w:t>
            </w:r>
          </w:p>
        </w:tc>
        <w:tc>
          <w:tcPr>
            <w:tcW w:w="12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Показники</w:t>
            </w:r>
          </w:p>
        </w:tc>
        <w:tc>
          <w:tcPr>
            <w:tcW w:w="1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Одиниця виміру</w:t>
            </w:r>
          </w:p>
        </w:tc>
        <w:tc>
          <w:tcPr>
            <w:tcW w:w="70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Сумарні та середньозважені показники</w:t>
            </w:r>
          </w:p>
        </w:tc>
        <w:tc>
          <w:tcPr>
            <w:tcW w:w="70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Виробництво теплової енергії для потреб населення</w:t>
            </w:r>
          </w:p>
        </w:tc>
        <w:tc>
          <w:tcPr>
            <w:tcW w:w="70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Виробництво теплової енергії для потреб бюджетних установ</w:t>
            </w:r>
          </w:p>
        </w:tc>
        <w:tc>
          <w:tcPr>
            <w:tcW w:w="70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Виробництво теплової енергії для потреб інших споживачів</w:t>
            </w:r>
          </w:p>
        </w:tc>
        <w:tc>
          <w:tcPr>
            <w:tcW w:w="70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Виробництво теплової енергії для потреб релігійних організацій</w:t>
            </w:r>
          </w:p>
        </w:tc>
      </w:tr>
      <w:tr w:rsidR="00B4768A">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 __ року)</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 __ року)</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 період</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 __ року)</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 __ року)</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 період</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 __ року)</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 __ року)</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 період</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 __ року)</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 __ року)</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 період</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 __ року)</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 __ року)</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період</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16</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17</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18</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19</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20</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23</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Виробнича собівартість виробництва теплової енергії власними котельнями, у тому числі:</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прямі матеріальні витрати, у тому числі:</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паливо*</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електроенергія</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1.1.3</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вода для технологічних потреб та водовідведення</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1.1.4</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матеріали, запасні частини та інші матеріальні ресурси</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прямі витрати на оплату праці</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1.3</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інші прямі витрати, у тому числі:</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відрахування на соціальні заходи</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амортизаційні відрахування</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1.3.3</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внески на регулювання</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1.3.4</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інші прямі витрати</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1.4</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загальновиробничі витрати, у тому числі:</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витрати на оплату праці</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відрахування на соціальні заходи</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1.4.3</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амортизаційні відрахування</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1.4.4</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інші витрати</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Адміністративні витрати виробництва теплової енергії власними котельнями, у тому числі:</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витрати на оплату праці</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відрахування на соціальні заходи</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2.3</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амортизаційні відрахування</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2.4</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інші витрати</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3</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Інші операційні витрати виробництва теплової енергії власними котельнями**</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4</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Собівартість виробництва теплової енергії власними котельнями</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5</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Розрахунковий прибуток виробництва теплової енергії власними котельнями, усього, у тому числі:</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податок на прибуток</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 розвиток виробництва (виробничі інвестиції)</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5.3</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інше використання прибутку (розшифрувати)</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6</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Вартість виробництва теплової енергії на власних котельнях</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7</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Обсяг відпуску теплової енергії з колекторів котелень (крім систем автономного опалення) без урахування обсягу теплової енергії на господарські потреби ліцензованої діяльності</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Гкал</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8</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Вартість виробництва 1 Гкал теплової енергії на власних котельнях (рядок 6/рядок 7)</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грн/Гкал</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9</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Собівартість теплової енергії власних ТЕЦ, ТЕС, АЕС, когенераційних установок та установок з використанням альтернативних джерел енергії, у тому числі:</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витрати на паливо у собівартості теплової енергії власних ТЕЦ, ТЕС, АЕС, когенераційних установок</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решта витрат</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10</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Розрахунковий прибуток у тарифах власних ТЕЦ, ТЕС, когенераційних установок та установок з використанням альтернативних джерел енергії, у тому числі:</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податок на прибуток</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виробничі інвестиції</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10.3</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інше використання прибутку (розшифрувати)</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Вартість виробництва теплової енергії власними ТЕЦ, ТЕС, АЕС, когенераційними установками та установками з використанням альтернативних джерел енергії</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Обсяг відпуску теплової енергії з колекторів власних ТЕЦ, ТЕС, АЕС, когенераційних установок та установок з використанням альтернативних джерел енергії без урахування обсягу теплової енергії на господарські потреби ліцензованої діяльності</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Гкал</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13</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 xml:space="preserve">Вартість виробництва 1 Гкал теплової енергії на власних ТЕЦ, ТЕС, АЕС, когенераційними установками та установками з використанням альтернативних джерел енергії </w:t>
            </w:r>
            <w:r w:rsidRPr="00E2371C">
              <w:rPr>
                <w:sz w:val="20"/>
                <w:szCs w:val="20"/>
              </w:rPr>
              <w:br/>
            </w:r>
            <w:r w:rsidRPr="00E2371C">
              <w:rPr>
                <w:b/>
                <w:bCs/>
                <w:sz w:val="20"/>
                <w:szCs w:val="20"/>
              </w:rPr>
              <w:t>(рядок 11 / рядок 12)</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грн/Гкал</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14</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 xml:space="preserve">Вартість покупної теплової енергії *** </w:t>
            </w:r>
            <w:r w:rsidRPr="00E2371C">
              <w:rPr>
                <w:sz w:val="20"/>
                <w:szCs w:val="20"/>
              </w:rPr>
              <w:br/>
            </w:r>
            <w:r w:rsidRPr="00E2371C">
              <w:rPr>
                <w:b/>
                <w:bCs/>
                <w:sz w:val="20"/>
                <w:szCs w:val="20"/>
              </w:rPr>
              <w:t>(додаток 18)</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витрати на паливо у витратах на покупну теплову енергію</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решта витрат</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15</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Обсяг покупної теплової енергії без урахування обсягу теплової енергії на господарські потреби ліцензованої діяльності</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Гкал</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16</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 xml:space="preserve">Вартість 1 Гкал теплової енергії, придбаної в інших суб'єктів господарювання </w:t>
            </w:r>
            <w:r w:rsidRPr="00E2371C">
              <w:rPr>
                <w:sz w:val="20"/>
                <w:szCs w:val="20"/>
              </w:rPr>
              <w:br/>
            </w:r>
            <w:r w:rsidRPr="00E2371C">
              <w:rPr>
                <w:b/>
                <w:bCs/>
                <w:sz w:val="20"/>
                <w:szCs w:val="20"/>
              </w:rPr>
              <w:t>(рядок 14/рядок 15)</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грн/Гкал</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17</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Фінансові витрати</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18</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Повна собівартість виробництва теплової енергії</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19</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Витрати на покриття втрат</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20</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Коригування витрат</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21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Розрахунковий прибуток виробництва теплової енергії, усього, у тому числі:</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21.1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податок на прибуток</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21.2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на розвиток виробництва (виробничі інвестиції)</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21.3</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інше використання прибутку (прибуток у тарифах ТЕЦ, ТЕС, когенераційних установках)</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21.4</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інше використання прибутку (розшифрувати)</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22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Загальна вартість виробництва теплової енергії (рядок 6 + рядок 11+ рядок 14)</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23</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Загальний обсяг відпуску теплової енергії з колекторів власних джерел (крім систем автономного опалення) з урахуванням покупної теплової енергії та без урахування обсягу теплової енергії на господарські потреби ліцензованої діяльності (рядок 7 + рядок 12 + рядок 15)</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Гкал</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24</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Тариф на виробництво теплової енергії (рядок 22 / рядок 23)</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грн/Гкал</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bl>
    <w:p w:rsidR="00B4768A" w:rsidRDefault="00B4768A">
      <w:pPr>
        <w:pStyle w:val="a3"/>
        <w:jc w:val="right"/>
      </w:pPr>
      <w:r>
        <w:br w:type="textWrapping" w:clear="all"/>
      </w:r>
    </w:p>
    <w:p w:rsidR="00B4768A" w:rsidRDefault="00B4768A">
      <w:pPr>
        <w:pStyle w:val="a3"/>
        <w:jc w:val="both"/>
        <w:rPr>
          <w:sz w:val="20"/>
          <w:szCs w:val="20"/>
        </w:rPr>
      </w:pPr>
      <w:r>
        <w:t>____________</w:t>
      </w:r>
      <w:r>
        <w:br/>
        <w:t xml:space="preserve">* </w:t>
      </w:r>
      <w:r>
        <w:rPr>
          <w:sz w:val="20"/>
          <w:szCs w:val="20"/>
        </w:rPr>
        <w:t>Витрати газу, мазуту, вугілля, торфу, інших видів технологічного палива та електричної енергії для технологічних потреб виробництва власної теплової енергії (крім виробництва на установках з використанням альтернативних джерел енергії та в системах автономного опалення).</w:t>
      </w:r>
    </w:p>
    <w:p w:rsidR="00B4768A" w:rsidRDefault="00B4768A">
      <w:pPr>
        <w:pStyle w:val="a3"/>
        <w:jc w:val="both"/>
        <w:rPr>
          <w:sz w:val="20"/>
          <w:szCs w:val="20"/>
        </w:rPr>
      </w:pPr>
      <w:r>
        <w:t xml:space="preserve">** </w:t>
      </w:r>
      <w:r>
        <w:rPr>
          <w:sz w:val="20"/>
          <w:szCs w:val="20"/>
        </w:rPr>
        <w:t>Без урахування списання безнадійної дебіторської заборгованості та нарахування резерву сумнівних боргів.</w:t>
      </w:r>
    </w:p>
    <w:p w:rsidR="00B4768A" w:rsidRDefault="00B4768A">
      <w:pPr>
        <w:pStyle w:val="a3"/>
        <w:jc w:val="both"/>
      </w:pPr>
      <w:r>
        <w:t xml:space="preserve">*** </w:t>
      </w:r>
      <w:r>
        <w:rPr>
          <w:sz w:val="20"/>
          <w:szCs w:val="20"/>
        </w:rPr>
        <w:t>Також заповнюється суб'єктами господарювання у разі відсутності власного виробництва теплової енергії та відповідно до купівлі всього обсягу теплової енергії для подальшого її постачання власним споживачам.</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both"/>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5</w:t>
            </w:r>
            <w:r w:rsidRPr="00E2371C">
              <w:br/>
              <w:t xml:space="preserve">до Процедури встановлення тарифів на теплову енергію, її виробництво, транспортування, постачання </w:t>
            </w:r>
            <w:r w:rsidRPr="00E2371C">
              <w:br/>
              <w:t>(підпункт 23 пункту 2.2 глави 2)</w:t>
            </w:r>
          </w:p>
        </w:tc>
      </w:tr>
    </w:tbl>
    <w:p w:rsidR="00B4768A" w:rsidRDefault="00B4768A">
      <w:pPr>
        <w:pStyle w:val="a3"/>
        <w:jc w:val="both"/>
      </w:pPr>
      <w:r>
        <w:br w:type="textWrapping" w:clear="all"/>
      </w:r>
    </w:p>
    <w:p w:rsidR="00B4768A" w:rsidRDefault="00B4768A">
      <w:pPr>
        <w:pStyle w:val="3"/>
        <w:jc w:val="center"/>
      </w:pPr>
      <w:r>
        <w:t>Розрахунок витрат на утримання, експлуатацію основних засобів, задіяних у діяльності з транспортування теплової енергії, для розрахунку тарифу на транспортування теплової енергії на планований період з "___" ____________ ____ року</w:t>
      </w:r>
    </w:p>
    <w:p w:rsidR="00B4768A" w:rsidRPr="00E2371C" w:rsidRDefault="00B4768A">
      <w:pPr>
        <w:pStyle w:val="a3"/>
        <w:jc w:val="center"/>
        <w:rPr>
          <w:sz w:val="20"/>
          <w:szCs w:val="20"/>
        </w:rPr>
      </w:pPr>
      <w: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19"/>
        <w:gridCol w:w="1298"/>
        <w:gridCol w:w="681"/>
        <w:gridCol w:w="656"/>
        <w:gridCol w:w="582"/>
        <w:gridCol w:w="623"/>
        <w:gridCol w:w="510"/>
        <w:gridCol w:w="656"/>
        <w:gridCol w:w="582"/>
        <w:gridCol w:w="623"/>
        <w:gridCol w:w="510"/>
        <w:gridCol w:w="656"/>
        <w:gridCol w:w="582"/>
        <w:gridCol w:w="623"/>
        <w:gridCol w:w="532"/>
      </w:tblGrid>
      <w:tr w:rsidR="00B4768A">
        <w:trPr>
          <w:tblCellSpacing w:w="22" w:type="dxa"/>
          <w:jc w:val="right"/>
        </w:trPr>
        <w:tc>
          <w:tcPr>
            <w:tcW w:w="2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N</w:t>
            </w:r>
            <w:r w:rsidRPr="00E2371C">
              <w:br/>
              <w:t>з/п</w:t>
            </w:r>
          </w:p>
        </w:tc>
        <w:tc>
          <w:tcPr>
            <w:tcW w:w="10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Показники</w:t>
            </w:r>
          </w:p>
        </w:tc>
        <w:tc>
          <w:tcPr>
            <w:tcW w:w="3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Одиниця виміру</w:t>
            </w:r>
          </w:p>
        </w:tc>
        <w:tc>
          <w:tcPr>
            <w:tcW w:w="1150" w:type="pct"/>
            <w:gridSpan w:val="4"/>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Усього</w:t>
            </w:r>
          </w:p>
        </w:tc>
        <w:tc>
          <w:tcPr>
            <w:tcW w:w="2300" w:type="pct"/>
            <w:gridSpan w:val="8"/>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у тому числі</w:t>
            </w:r>
          </w:p>
        </w:tc>
      </w:tr>
      <w:tr w:rsidR="00B4768A">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gridSpan w:val="4"/>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120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транспортування теплової енергії власним споживачам</w:t>
            </w:r>
          </w:p>
        </w:tc>
        <w:tc>
          <w:tcPr>
            <w:tcW w:w="110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транспортування теплової енергії інших суб'єктів господарювання</w:t>
            </w:r>
          </w:p>
        </w:tc>
      </w:tr>
      <w:tr w:rsidR="00B4768A">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період, що передує базовому (факт __ року)</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базовий період (факт __ року)</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перед-</w:t>
            </w:r>
            <w:r w:rsidRPr="00E2371C">
              <w:br/>
              <w:t>бачено чинним тарифом</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плано-</w:t>
            </w:r>
            <w:r w:rsidRPr="00E2371C">
              <w:br/>
              <w:t>ваний</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період, що передує базовому (факт __ року)</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базовий період (факт __ року)</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перед-</w:t>
            </w:r>
            <w:r w:rsidRPr="00E2371C">
              <w:br/>
              <w:t>бачено чинним тарифом</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плано-</w:t>
            </w:r>
            <w:r w:rsidRPr="00E2371C">
              <w:br/>
              <w:t>ваний</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період, що передує базовому (факт __ року)</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базовий період (факт __ року)</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перед-</w:t>
            </w:r>
            <w:r w:rsidRPr="00E2371C">
              <w:br/>
              <w:t>бачено чинним тарифом</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плано-</w:t>
            </w:r>
            <w:r w:rsidRPr="00E2371C">
              <w:br/>
              <w:t>ваний</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5</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7</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8</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9</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10</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11</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12</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13</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14</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Виробнича собівартість,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1.1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Прямі матеріальні витрати,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1.1.1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електроенергія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1.1.2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вода для технологічних потреб та водовідведення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1.1.3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матеріали, запасні частини та інші матеріальні ресурси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1.2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Прямі витрати на оплату праці</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1.3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Інші прямі витрати,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1.3.1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відрахування на соціальні заходи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1.3.2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амортизаційні відрахування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1.3.3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внески на регулювання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1.3.4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інші прямі витрати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1.4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Загальновиробничі витрати,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1.4.1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витрати на оплату праці</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1.4.2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відрахування на соціальні заходи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1.4.3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амортизаційні відрахування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1.4.4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інші витрати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Адміністративні витрати,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витрати на оплату праці</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відрахування на соціальні заходи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амортизаційні відрахування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інші витрати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Інші операційні витрати*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Усього витрати на утримання, експлуатацію основних засобів</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у тому числі на 1 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грн/Гкал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5</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Річний обсяг транспортування теплової енергії споживачам</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Гкал</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6</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Загальне теплове навантаження об'єктів теплоспоживання споживачів, що підключені до мереж ліцензіата</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Гкал/год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bl>
    <w:p w:rsidR="00B4768A" w:rsidRDefault="00B4768A">
      <w:pPr>
        <w:pStyle w:val="a3"/>
        <w:jc w:val="right"/>
      </w:pPr>
      <w:r>
        <w:br w:type="textWrapping" w:clear="all"/>
      </w:r>
    </w:p>
    <w:p w:rsidR="00B4768A" w:rsidRDefault="00B4768A">
      <w:pPr>
        <w:pStyle w:val="a3"/>
        <w:jc w:val="both"/>
      </w:pPr>
      <w:r>
        <w:t>____________</w:t>
      </w:r>
      <w:r>
        <w:br/>
        <w:t xml:space="preserve">* </w:t>
      </w:r>
      <w:r>
        <w:rPr>
          <w:sz w:val="20"/>
          <w:szCs w:val="20"/>
        </w:rPr>
        <w:t>Без урахування списання безнадійної дебіторської заборгованості та нарахування резерву сумнівних боргів.</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both"/>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6</w:t>
            </w:r>
            <w:r w:rsidRPr="00E2371C">
              <w:br/>
              <w:t xml:space="preserve">до Процедури встановлення тарифів на теплову енергію, її виробництво, транспортування, постачання </w:t>
            </w:r>
            <w:r w:rsidRPr="00E2371C">
              <w:br/>
              <w:t>(підпункт 24 пункту 2.2 глави 2)</w:t>
            </w:r>
          </w:p>
        </w:tc>
      </w:tr>
    </w:tbl>
    <w:p w:rsidR="00B4768A" w:rsidRDefault="00B4768A">
      <w:pPr>
        <w:pStyle w:val="a3"/>
        <w:jc w:val="both"/>
      </w:pPr>
      <w:r>
        <w:br w:type="textWrapping" w:clear="all"/>
      </w:r>
    </w:p>
    <w:p w:rsidR="00B4768A" w:rsidRDefault="00B4768A">
      <w:pPr>
        <w:pStyle w:val="3"/>
        <w:jc w:val="center"/>
      </w:pPr>
      <w:r>
        <w:t>Розрахунок тарифів на транспортування теплової енергії власним споживачам на плановий період з "___" ____________ ____ року</w:t>
      </w:r>
    </w:p>
    <w:p w:rsidR="00B4768A" w:rsidRPr="00E2371C" w:rsidRDefault="00B4768A">
      <w:pPr>
        <w:pStyle w:val="a3"/>
        <w:jc w:val="center"/>
        <w:rPr>
          <w:sz w:val="20"/>
          <w:szCs w:val="20"/>
        </w:rPr>
      </w:pPr>
      <w: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09"/>
        <w:gridCol w:w="806"/>
        <w:gridCol w:w="426"/>
        <w:gridCol w:w="435"/>
        <w:gridCol w:w="392"/>
        <w:gridCol w:w="416"/>
        <w:gridCol w:w="351"/>
        <w:gridCol w:w="435"/>
        <w:gridCol w:w="392"/>
        <w:gridCol w:w="416"/>
        <w:gridCol w:w="351"/>
        <w:gridCol w:w="435"/>
        <w:gridCol w:w="392"/>
        <w:gridCol w:w="416"/>
        <w:gridCol w:w="351"/>
        <w:gridCol w:w="435"/>
        <w:gridCol w:w="392"/>
        <w:gridCol w:w="416"/>
        <w:gridCol w:w="351"/>
        <w:gridCol w:w="435"/>
        <w:gridCol w:w="392"/>
        <w:gridCol w:w="416"/>
        <w:gridCol w:w="373"/>
      </w:tblGrid>
      <w:tr w:rsidR="00B4768A">
        <w:trPr>
          <w:tblCellSpacing w:w="22" w:type="dxa"/>
          <w:jc w:val="right"/>
        </w:trPr>
        <w:tc>
          <w:tcPr>
            <w:tcW w:w="1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N</w:t>
            </w:r>
            <w:r w:rsidRPr="00E2371C">
              <w:rPr>
                <w:sz w:val="20"/>
                <w:szCs w:val="20"/>
              </w:rPr>
              <w:br/>
              <w:t>з/п</w:t>
            </w:r>
          </w:p>
        </w:tc>
        <w:tc>
          <w:tcPr>
            <w:tcW w:w="4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Показники</w:t>
            </w:r>
          </w:p>
        </w:tc>
        <w:tc>
          <w:tcPr>
            <w:tcW w:w="2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Одиниця виміру</w:t>
            </w:r>
          </w:p>
        </w:tc>
        <w:tc>
          <w:tcPr>
            <w:tcW w:w="85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Усього</w:t>
            </w:r>
          </w:p>
        </w:tc>
        <w:tc>
          <w:tcPr>
            <w:tcW w:w="85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Транспортування теплової енергії для потреб населення</w:t>
            </w:r>
          </w:p>
        </w:tc>
        <w:tc>
          <w:tcPr>
            <w:tcW w:w="85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Транспортування теплової енергії для потреб бюджетних установ</w:t>
            </w:r>
          </w:p>
        </w:tc>
        <w:tc>
          <w:tcPr>
            <w:tcW w:w="85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Транспортування теплової енергії для потреб інших споживачів</w:t>
            </w:r>
          </w:p>
        </w:tc>
        <w:tc>
          <w:tcPr>
            <w:tcW w:w="85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Транспортування теплової енергії для потреб релігійних організацій</w:t>
            </w:r>
          </w:p>
        </w:tc>
      </w:tr>
      <w:tr w:rsidR="00B4768A">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w:t>
            </w:r>
            <w:r w:rsidRPr="00E2371C">
              <w:rPr>
                <w:sz w:val="20"/>
                <w:szCs w:val="20"/>
              </w:rPr>
              <w:br/>
              <w:t>___ року)</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 __ року)</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 період</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 __ року)</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 __ року)</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 період</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 __ року)</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 __ року)</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 період</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 __ року)</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 __ року)</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 період</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 __ року)</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 __ року)</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 період</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16</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17</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18</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19</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20</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23</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Виробнича собівартість,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Прямі матеріальні витрати,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електроенергія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вода для технологічних потреб та водовідведення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матеріали, запасні частини та інші матеріальні ресурси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Прямі витрати на оплату праці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Інші прямі витрати,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відрахування на соціальні заходи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амортизаційні відрахування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внески на регулювання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1.3.4</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інші прямі витрати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Загальновиробничі витрати,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витрати на оплату праці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відрахування на соціальні заходи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амортизаційні відрахування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1.4.4</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інші витрати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Адміністративні витрати,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витрати на оплату праці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відрахування на соціальні заходи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амортизаційні відрахування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2.4</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інші витрати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Інші операційні витрати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Усього розподілені витрати на утримання, експлуатацію основних засобів</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у тому числі на 1 Гкал</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грн/Гкал</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Витрати на теплову енергію для компенсації втрат власної теплової енергії ліцензіата в теплових мережах (додаток 20), усього,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витрати на теплову енергію для компенсації втрат власної теплової енергії ліцензіата у власних теплових мережах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витрати на теплову енергію для компенсації втрат власної теплової енергії в теплових мережах інших суб'єктів господарювання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Розподілені витрати на транспортування власної теплової енергії тепловими мережами інших суб'єктів господарювання (додаток 21), усього,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витрати на теплову енергію для компенсації втрат теплової енергії в теплових мережах інших суб'єктів господарювання при її транспортуванні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решта витрат на транспортування теплової енергії тепловими мережами інших суб'єктів господарювання при її транспортуванні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Фінансові витрати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Повна собівартість транспортування теплової енергії власним споживачам за вирахуванням рядка 16</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Витрати на покриття втрат</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Коригування витрат</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Розрахунковий прибуток транспортування теплової енергії, усього,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податок на прибуток</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 розвиток виробництва (виробничі інвестиції)</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інше використання прибутку (розшифрувати)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Загальні витрати на транспортування теплової енергії власним споживачам</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Тариф на транспортування теплової енергії власним споживачам, усього,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грн/Гкал</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1 Гкал теплової енергії для компенсації втрат власної теплової енергії ліцензіата в теплових мережах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грн/Гкал</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1 Гкал теплової енергії решти розподілених витрат на транспортування теплової енергії тепловими мережами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грн/Гкал</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Річний обсяг транспортування теплової енергії власним споживачам</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Теплове навантаження об'єктів теплоспоживання власних споживачів</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16</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Дохід від реалізації теплової енергії іншим суб'єктам господарювання для компенсації втрат теплової енергії ліцензіата в теплових мережах цих суб'єктів господарювання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bl>
    <w:p w:rsidR="00B4768A" w:rsidRDefault="00B4768A">
      <w:pPr>
        <w:pStyle w:val="a3"/>
        <w:jc w:val="right"/>
      </w:pPr>
      <w:r>
        <w:br w:type="textWrapping" w:clear="all"/>
      </w:r>
    </w:p>
    <w:p w:rsidR="00B4768A" w:rsidRDefault="00B4768A">
      <w:pPr>
        <w:pStyle w:val="a3"/>
        <w:jc w:val="both"/>
      </w:pPr>
      <w:r>
        <w:t>____________</w:t>
      </w:r>
      <w:r>
        <w:br/>
        <w:t xml:space="preserve">* </w:t>
      </w:r>
      <w:r>
        <w:rPr>
          <w:sz w:val="20"/>
          <w:szCs w:val="20"/>
        </w:rPr>
        <w:t>Без урахування списання безнадійної дебіторської заборгованості та нарахування резерву сумнівних боргів.</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both"/>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7</w:t>
            </w:r>
            <w:r w:rsidRPr="00E2371C">
              <w:br/>
              <w:t xml:space="preserve">до Процедури встановлення тарифів на теплову енергію, її виробництво, транспортування, постачання </w:t>
            </w:r>
            <w:r w:rsidRPr="00E2371C">
              <w:br/>
              <w:t>(підпункт 25 пункту 2.2 глави 2)</w:t>
            </w:r>
          </w:p>
        </w:tc>
      </w:tr>
    </w:tbl>
    <w:p w:rsidR="00B4768A" w:rsidRDefault="00B4768A">
      <w:pPr>
        <w:pStyle w:val="a3"/>
        <w:jc w:val="both"/>
      </w:pPr>
      <w:r>
        <w:br w:type="textWrapping" w:clear="all"/>
      </w:r>
    </w:p>
    <w:p w:rsidR="00B4768A" w:rsidRDefault="00B4768A">
      <w:pPr>
        <w:pStyle w:val="3"/>
        <w:jc w:val="center"/>
      </w:pPr>
      <w:r>
        <w:t>Розрахунок тарифів на транспортування тепловими мережами ліцензіата теплової енергії інших суб'єктів господарювання на планований період з "___" ____________ ____ року</w:t>
      </w:r>
    </w:p>
    <w:p w:rsidR="00B4768A" w:rsidRPr="00E2371C" w:rsidRDefault="00B4768A">
      <w:pPr>
        <w:pStyle w:val="a3"/>
        <w:jc w:val="center"/>
        <w:rPr>
          <w:sz w:val="20"/>
          <w:szCs w:val="20"/>
        </w:rPr>
      </w:pPr>
      <w:r>
        <w:rPr>
          <w:b/>
          <w:bCs/>
        </w:rP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09"/>
        <w:gridCol w:w="806"/>
        <w:gridCol w:w="426"/>
        <w:gridCol w:w="435"/>
        <w:gridCol w:w="392"/>
        <w:gridCol w:w="416"/>
        <w:gridCol w:w="351"/>
        <w:gridCol w:w="435"/>
        <w:gridCol w:w="392"/>
        <w:gridCol w:w="416"/>
        <w:gridCol w:w="351"/>
        <w:gridCol w:w="435"/>
        <w:gridCol w:w="392"/>
        <w:gridCol w:w="416"/>
        <w:gridCol w:w="351"/>
        <w:gridCol w:w="435"/>
        <w:gridCol w:w="392"/>
        <w:gridCol w:w="416"/>
        <w:gridCol w:w="351"/>
        <w:gridCol w:w="435"/>
        <w:gridCol w:w="392"/>
        <w:gridCol w:w="416"/>
        <w:gridCol w:w="373"/>
      </w:tblGrid>
      <w:tr w:rsidR="00B4768A">
        <w:trPr>
          <w:tblCellSpacing w:w="22" w:type="dxa"/>
          <w:jc w:val="right"/>
        </w:trPr>
        <w:tc>
          <w:tcPr>
            <w:tcW w:w="1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N</w:t>
            </w:r>
            <w:r w:rsidRPr="00E2371C">
              <w:rPr>
                <w:sz w:val="20"/>
                <w:szCs w:val="20"/>
              </w:rPr>
              <w:br/>
              <w:t>з/п</w:t>
            </w:r>
          </w:p>
        </w:tc>
        <w:tc>
          <w:tcPr>
            <w:tcW w:w="4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Показники</w:t>
            </w:r>
          </w:p>
        </w:tc>
        <w:tc>
          <w:tcPr>
            <w:tcW w:w="2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Одиниця виміру</w:t>
            </w:r>
          </w:p>
        </w:tc>
        <w:tc>
          <w:tcPr>
            <w:tcW w:w="85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Усього</w:t>
            </w:r>
          </w:p>
        </w:tc>
        <w:tc>
          <w:tcPr>
            <w:tcW w:w="85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Транспортування теплової енергії для потреб населення</w:t>
            </w:r>
          </w:p>
        </w:tc>
        <w:tc>
          <w:tcPr>
            <w:tcW w:w="85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Транспортування теплової енергії для потреб бюджетних установ</w:t>
            </w:r>
          </w:p>
        </w:tc>
        <w:tc>
          <w:tcPr>
            <w:tcW w:w="85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Транспортування теплової енергії для потреб інших споживачів</w:t>
            </w:r>
          </w:p>
        </w:tc>
        <w:tc>
          <w:tcPr>
            <w:tcW w:w="85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Транспортування теплової енергії для потреб релігійних організацій</w:t>
            </w:r>
          </w:p>
        </w:tc>
      </w:tr>
      <w:tr w:rsidR="00B4768A">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16</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17</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18</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19</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20</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23</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Виробнича собівартість,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Прямі матеріальні витрати,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електроенергія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вода для технологічних потреб та водовідведення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матеріали, запасні частини та інші матеріальні ресурси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Прямі витрати на оплату праці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Інші прямі витрати,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відрахування на соціальні заходи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амортизаційні відрахування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внески на регулювання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1.3.4</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інші прямі витрати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Загальновиробничі витрати,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витрати на оплату праці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відрахування на соціальні заходи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амортизаційні відрахування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1.4.4</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інші витрати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Адміністративні витрати,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витрати на оплату праці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відрахування на соціальні заходи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амортизаційні відрахування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2.4</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інші витрати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Інші операційні витрати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Усього розподілені витрати на утримання, експлуатацію основних засобів</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у тому числі на 1 Гкал</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грн/Гкал</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Витрати на придбання теплової енергії в інших суб'єктів господарювання для компенсації втрат теплової енергії в теплових мережах ліцензіата</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Фінансові витрати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Повна собівартість транспортування теплової енергії інших суб'єктів господарювання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Витрати на покриття втрат</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Коригування витрат</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Розрахунковий прибуток транспортування теплової енергії, усього,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податок на прибуток</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 розвиток виробництва (виробничі інвестиції)</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інше використання прибутку (розшифрувати)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Вартість транспортування теплової енергії інших суб'єктів господарювання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Річний обсяг транспортування (реалізації) теплової енергії інших суб'єктів господарювання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Тарифи на транспортування власної теплової енергії інших суб'єктів господарювання, усього,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грн/Гкал</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13.1</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1 Гкал теплової енергії для компенсації втрат власної теплової енергії ліцензіата в теплових мережах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грн/Гкал</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13.2</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1 Гкал теплової енергії решти розподілених витрат на транспортування теплової енергії тепловими мережами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грн/Гкал</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Теплове навантаження об'єктів теплоспоживання споживачів інших суб'єктів господарювання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bl>
    <w:p w:rsidR="00B4768A" w:rsidRDefault="00B4768A">
      <w:pPr>
        <w:pStyle w:val="a3"/>
        <w:jc w:val="right"/>
      </w:pPr>
      <w:r>
        <w:br w:type="textWrapping" w:clear="all"/>
      </w:r>
    </w:p>
    <w:p w:rsidR="00B4768A" w:rsidRDefault="00B4768A">
      <w:pPr>
        <w:pStyle w:val="a3"/>
        <w:jc w:val="both"/>
      </w:pPr>
      <w:r>
        <w:t>____________</w:t>
      </w:r>
      <w:r>
        <w:br/>
        <w:t xml:space="preserve">* </w:t>
      </w:r>
      <w:r>
        <w:rPr>
          <w:sz w:val="20"/>
          <w:szCs w:val="20"/>
        </w:rPr>
        <w:t>Без урахування списання безнадійної дебіторської заборгованості та нарахування резерву сумнівних боргів.</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both"/>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8</w:t>
            </w:r>
            <w:r w:rsidRPr="00E2371C">
              <w:br/>
              <w:t xml:space="preserve">до Процедури встановлення тарифів на теплову енергію, її виробництво, транспортування, постачання </w:t>
            </w:r>
            <w:r w:rsidRPr="00E2371C">
              <w:br/>
              <w:t>(підпункт 26 пункту 2.2 глави 2)</w:t>
            </w:r>
          </w:p>
        </w:tc>
      </w:tr>
    </w:tbl>
    <w:p w:rsidR="00B4768A" w:rsidRDefault="00B4768A">
      <w:pPr>
        <w:pStyle w:val="a3"/>
        <w:jc w:val="both"/>
      </w:pPr>
      <w:r>
        <w:br w:type="textWrapping" w:clear="all"/>
      </w:r>
    </w:p>
    <w:p w:rsidR="00B4768A" w:rsidRDefault="00B4768A">
      <w:pPr>
        <w:pStyle w:val="3"/>
        <w:jc w:val="center"/>
      </w:pPr>
      <w:r>
        <w:t>Розрахунок тарифів на постачання теплової енергії на планований період з "___" ____________ ____ року</w:t>
      </w:r>
    </w:p>
    <w:p w:rsidR="00B4768A" w:rsidRPr="00E2371C" w:rsidRDefault="00B4768A">
      <w:pPr>
        <w:pStyle w:val="a3"/>
        <w:jc w:val="center"/>
        <w:rPr>
          <w:sz w:val="20"/>
          <w:szCs w:val="20"/>
        </w:rPr>
      </w:pPr>
      <w: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0" w:type="auto"/>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07"/>
        <w:gridCol w:w="802"/>
        <w:gridCol w:w="447"/>
        <w:gridCol w:w="434"/>
        <w:gridCol w:w="392"/>
        <w:gridCol w:w="415"/>
        <w:gridCol w:w="350"/>
        <w:gridCol w:w="434"/>
        <w:gridCol w:w="392"/>
        <w:gridCol w:w="415"/>
        <w:gridCol w:w="350"/>
        <w:gridCol w:w="434"/>
        <w:gridCol w:w="392"/>
        <w:gridCol w:w="415"/>
        <w:gridCol w:w="350"/>
        <w:gridCol w:w="434"/>
        <w:gridCol w:w="392"/>
        <w:gridCol w:w="415"/>
        <w:gridCol w:w="350"/>
        <w:gridCol w:w="434"/>
        <w:gridCol w:w="392"/>
        <w:gridCol w:w="415"/>
        <w:gridCol w:w="372"/>
      </w:tblGrid>
      <w:tr w:rsidR="00B4768A">
        <w:trPr>
          <w:tblCellSpacing w:w="22" w:type="dxa"/>
          <w:jc w:val="right"/>
        </w:trPr>
        <w:tc>
          <w:tcPr>
            <w:tcW w:w="1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N</w:t>
            </w:r>
            <w:r w:rsidRPr="00E2371C">
              <w:rPr>
                <w:sz w:val="20"/>
                <w:szCs w:val="20"/>
              </w:rPr>
              <w:br/>
              <w:t>з/п</w:t>
            </w:r>
          </w:p>
        </w:tc>
        <w:tc>
          <w:tcPr>
            <w:tcW w:w="10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Показники</w:t>
            </w:r>
          </w:p>
        </w:tc>
        <w:tc>
          <w:tcPr>
            <w:tcW w:w="2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Одиниця виміру</w:t>
            </w:r>
          </w:p>
        </w:tc>
        <w:tc>
          <w:tcPr>
            <w:tcW w:w="80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Усього</w:t>
            </w:r>
          </w:p>
        </w:tc>
        <w:tc>
          <w:tcPr>
            <w:tcW w:w="70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Постачання теплової енергії для потреб населення</w:t>
            </w:r>
          </w:p>
        </w:tc>
        <w:tc>
          <w:tcPr>
            <w:tcW w:w="70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Постачання теплової енергії для потреб бюджетних установ</w:t>
            </w:r>
          </w:p>
        </w:tc>
        <w:tc>
          <w:tcPr>
            <w:tcW w:w="70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Постачання теплової енергії для потреб інших споживачів</w:t>
            </w:r>
          </w:p>
        </w:tc>
        <w:tc>
          <w:tcPr>
            <w:tcW w:w="70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Постачання теплової енергії для потреб релігійних організацій</w:t>
            </w:r>
          </w:p>
        </w:tc>
      </w:tr>
      <w:tr w:rsidR="00B4768A">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w:t>
            </w:r>
            <w:r w:rsidRPr="00E2371C">
              <w:rPr>
                <w:sz w:val="20"/>
                <w:szCs w:val="20"/>
              </w:rPr>
              <w:br/>
              <w:t>___ року)</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 __ року)</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 період</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 __ року)</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 __ року)</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 період</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 __ року)</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 __ року)</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 період</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 __ року)</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 __ року)</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 період</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період, що передує базовому (факт __ року)</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базовий період (факт __ року)</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перед-</w:t>
            </w:r>
            <w:r w:rsidRPr="00E2371C">
              <w:rPr>
                <w:sz w:val="20"/>
                <w:szCs w:val="20"/>
              </w:rPr>
              <w:br/>
              <w:t>бачено чинним тарифом</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w:t>
            </w:r>
            <w:r w:rsidRPr="00E2371C">
              <w:rPr>
                <w:sz w:val="20"/>
                <w:szCs w:val="20"/>
              </w:rPr>
              <w:br/>
              <w:t>ваний період</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16</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17</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18</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19</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20</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23</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Виробнича собівартість,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прямі матеріальні витрати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прямі витрати на оплату праці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інші прямі витрати,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відрахування на соціальні заходи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амортизаційні відрахування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внески на регулювання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інші прямі витрати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Загальновиробничі витрати,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витрати на оплату праці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відрахування на соціальні заходи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амортизаційні відрахування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інші витрати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Адміністративні витрати,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витрати на оплату праці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відрахування на соціальні заходи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амортизаційні відрахування</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інші витрати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Інші операційні витрати*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Фінансові витрати</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5</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Повна собівартість*</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6</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Витрати на покриття втрат</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7</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Розрахунковий прибуток, усього, у тому числі:</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податок на прибуток</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 розвиток виробництва (виробничі інвестиції)</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інше використання прибутку</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8</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Коригування витрат</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9</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Вартість постачання теплової енергії</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тис. грн</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10</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Тариф на постачання теплової енергії</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грн/Гкал</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Річний обсяг реалізації теплової енергії споживачам</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Теплове навантаження об'єктів теплоспоживання власних споживачів</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Гкал/год</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bl>
    <w:p w:rsidR="00B4768A" w:rsidRDefault="00B4768A">
      <w:pPr>
        <w:pStyle w:val="a3"/>
        <w:jc w:val="right"/>
      </w:pPr>
      <w:r>
        <w:br w:type="textWrapping" w:clear="all"/>
      </w:r>
    </w:p>
    <w:p w:rsidR="00B4768A" w:rsidRDefault="00B4768A">
      <w:pPr>
        <w:pStyle w:val="a3"/>
        <w:jc w:val="both"/>
      </w:pPr>
      <w:r>
        <w:t>____________</w:t>
      </w:r>
      <w:r>
        <w:br/>
        <w:t xml:space="preserve">* </w:t>
      </w:r>
      <w:r>
        <w:rPr>
          <w:sz w:val="20"/>
          <w:szCs w:val="20"/>
        </w:rPr>
        <w:t>Без урахування списання безнадійної дебіторської заборгованості та нарахування резерву сумнівних боргів.</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both"/>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9</w:t>
            </w:r>
            <w:r w:rsidRPr="00E2371C">
              <w:br/>
              <w:t xml:space="preserve">до Процедури встановлення тарифів на теплову енергію, її виробництво, транспортування, постачання </w:t>
            </w:r>
            <w:r w:rsidRPr="00E2371C">
              <w:br/>
              <w:t>(підпункт 27 пункту 2.2 глави 2)</w:t>
            </w:r>
          </w:p>
        </w:tc>
      </w:tr>
    </w:tbl>
    <w:p w:rsidR="00B4768A" w:rsidRDefault="00B4768A">
      <w:pPr>
        <w:pStyle w:val="a3"/>
        <w:jc w:val="both"/>
      </w:pPr>
      <w:r>
        <w:br w:type="textWrapping" w:clear="all"/>
      </w:r>
    </w:p>
    <w:p w:rsidR="00B4768A" w:rsidRDefault="00B4768A">
      <w:pPr>
        <w:pStyle w:val="3"/>
        <w:jc w:val="center"/>
      </w:pPr>
      <w:r>
        <w:t>Розрахунок тарифів на теплову енергію на планований період з "___" ____________ ____ року</w:t>
      </w:r>
    </w:p>
    <w:p w:rsidR="00B4768A" w:rsidRPr="00E2371C" w:rsidRDefault="00B4768A">
      <w:pPr>
        <w:pStyle w:val="a3"/>
        <w:jc w:val="center"/>
        <w:rPr>
          <w:sz w:val="20"/>
          <w:szCs w:val="20"/>
        </w:rPr>
      </w:pPr>
      <w:r>
        <w:rPr>
          <w:b/>
          <w:bCs/>
        </w:rP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24"/>
        <w:gridCol w:w="1702"/>
        <w:gridCol w:w="1661"/>
        <w:gridCol w:w="493"/>
        <w:gridCol w:w="938"/>
        <w:gridCol w:w="493"/>
        <w:gridCol w:w="938"/>
        <w:gridCol w:w="493"/>
        <w:gridCol w:w="938"/>
        <w:gridCol w:w="493"/>
        <w:gridCol w:w="960"/>
      </w:tblGrid>
      <w:tr w:rsidR="00B4768A">
        <w:trPr>
          <w:tblCellSpacing w:w="22" w:type="dxa"/>
          <w:jc w:val="right"/>
        </w:trPr>
        <w:tc>
          <w:tcPr>
            <w:tcW w:w="1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N</w:t>
            </w:r>
            <w:r w:rsidRPr="00E2371C">
              <w:br/>
              <w:t>з/п</w:t>
            </w:r>
          </w:p>
        </w:tc>
        <w:tc>
          <w:tcPr>
            <w:tcW w:w="13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Найменування показника</w:t>
            </w:r>
          </w:p>
        </w:tc>
        <w:tc>
          <w:tcPr>
            <w:tcW w:w="5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Сумарні та середньозважені показники</w:t>
            </w:r>
          </w:p>
        </w:tc>
        <w:tc>
          <w:tcPr>
            <w:tcW w:w="3000" w:type="pct"/>
            <w:gridSpan w:val="8"/>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На потреби споживачів:</w:t>
            </w:r>
          </w:p>
        </w:tc>
      </w:tr>
      <w:tr w:rsidR="00B4768A">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800" w:type="pct"/>
            <w:gridSpan w:val="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населення</w:t>
            </w:r>
          </w:p>
        </w:tc>
        <w:tc>
          <w:tcPr>
            <w:tcW w:w="750" w:type="pct"/>
            <w:gridSpan w:val="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бюджетні установи</w:t>
            </w:r>
          </w:p>
        </w:tc>
        <w:tc>
          <w:tcPr>
            <w:tcW w:w="750" w:type="pct"/>
            <w:gridSpan w:val="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інші споживачі</w:t>
            </w:r>
          </w:p>
        </w:tc>
        <w:tc>
          <w:tcPr>
            <w:tcW w:w="700" w:type="pct"/>
            <w:gridSpan w:val="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релігійні організації</w:t>
            </w:r>
          </w:p>
        </w:tc>
      </w:tr>
      <w:tr w:rsidR="00B4768A">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грн/Гкал</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грн/Гкал</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грн/Гкал</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грн/Гкал</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5</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7</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8</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9</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10</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11</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Тариф на виробництво теплової енергії, у тому числі:</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1.1</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повна планована собівартість виробництва теплової енергії</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1.2</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витрати на покриття втрат</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1.3</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планований прибуток</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1.4</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коригування витрат</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Тариф на транспортування теплової енергії власним споживачам, у тому числі:</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2.1</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повна планована собівартість транспортування теплової енергії</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2.2</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витрати на покриття втрат</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2.3</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планований прибуток</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2.4</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коригування витрат</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Тариф на постачання теплової енергії, у тому числі:</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3.1</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повна планована собівартість постачання теплової енергії</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3.2</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витрати на покриття втрат</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3.3</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планований прибуток</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3.4</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коригування витрат</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Тариф на теплову енергію, у тому числі:</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4.1</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повна планована собівартість теплової енергії</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4.2</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витрати на покриття втрат</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4.3</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планований прибуток</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4.4</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коригування витрат</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5</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Загальний обсяг відпуску теплової енергії з колекторів (крім систем автономного опалення) з урахуванням покупної теплової енергії та без урахування обсягу теплової енергії на господарські потреби ліцензованої діяльності, Гкал</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Річний обсяг реалізації теплової енергії власним споживачам, Гкал</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7</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Рівень рентабельності тарифів</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8</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Тариф на транспортування теплової енергії інших суб'єктів господарювання, у тому числі:</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8.1</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повна планована собівартість транспортування теплової енергії</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8.2</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витрати на покриття втрат</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8.3</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планований прибуток</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8.4</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коригування витрат</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9</w:t>
            </w:r>
          </w:p>
        </w:tc>
        <w:tc>
          <w:tcPr>
            <w:tcW w:w="1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Обсяг транспортування теплової енергії інших суб'єктів господарювання, Гкал</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bl>
    <w:p w:rsidR="00B4768A" w:rsidRDefault="00B4768A">
      <w:pPr>
        <w:pStyle w:val="a3"/>
        <w:jc w:val="right"/>
      </w:pPr>
      <w:r>
        <w:br w:type="textWrapping" w:clear="all"/>
      </w:r>
    </w:p>
    <w:tbl>
      <w:tblPr>
        <w:tblW w:w="5000" w:type="pct"/>
        <w:jc w:val="righ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jc w:val="right"/>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right"/>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10</w:t>
            </w:r>
            <w:r w:rsidRPr="00E2371C">
              <w:br/>
              <w:t xml:space="preserve">до Процедури встановлення тарифів на теплову енергію, її виробництво, транспортування, постачання </w:t>
            </w:r>
            <w:r w:rsidRPr="00E2371C">
              <w:br/>
              <w:t>(підпункт 28 пункту 2.2 глави 2)</w:t>
            </w:r>
          </w:p>
        </w:tc>
      </w:tr>
    </w:tbl>
    <w:p w:rsidR="00B4768A" w:rsidRDefault="00B4768A">
      <w:pPr>
        <w:pStyle w:val="a3"/>
        <w:jc w:val="both"/>
      </w:pPr>
      <w:r>
        <w:br w:type="textWrapping" w:clear="all"/>
      </w:r>
    </w:p>
    <w:p w:rsidR="00B4768A" w:rsidRDefault="00B4768A">
      <w:pPr>
        <w:pStyle w:val="3"/>
        <w:jc w:val="center"/>
      </w:pPr>
      <w:r>
        <w:t>Розрахунок двоставкових тарифів на теплову енергію на планований період з "___" ____________ ____ року</w:t>
      </w:r>
    </w:p>
    <w:p w:rsidR="00B4768A" w:rsidRPr="00E2371C" w:rsidRDefault="00B4768A">
      <w:pPr>
        <w:pStyle w:val="a3"/>
        <w:jc w:val="center"/>
        <w:rPr>
          <w:sz w:val="20"/>
          <w:szCs w:val="20"/>
        </w:rPr>
      </w:pPr>
      <w: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56"/>
        <w:gridCol w:w="2043"/>
        <w:gridCol w:w="1194"/>
        <w:gridCol w:w="1083"/>
        <w:gridCol w:w="1176"/>
        <w:gridCol w:w="1130"/>
        <w:gridCol w:w="1191"/>
        <w:gridCol w:w="1260"/>
      </w:tblGrid>
      <w:tr w:rsidR="00B4768A">
        <w:trPr>
          <w:tblCellSpacing w:w="22" w:type="dxa"/>
          <w:jc w:val="right"/>
        </w:trPr>
        <w:tc>
          <w:tcPr>
            <w:tcW w:w="2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N</w:t>
            </w:r>
            <w:r w:rsidRPr="00E2371C">
              <w:br/>
              <w:t>з/п</w:t>
            </w:r>
          </w:p>
        </w:tc>
        <w:tc>
          <w:tcPr>
            <w:tcW w:w="17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Найменування показників</w:t>
            </w:r>
          </w:p>
        </w:tc>
        <w:tc>
          <w:tcPr>
            <w:tcW w:w="5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Одиниця виміру</w:t>
            </w:r>
          </w:p>
        </w:tc>
        <w:tc>
          <w:tcPr>
            <w:tcW w:w="5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Період, що передує базовому (факт ___ року)</w:t>
            </w:r>
          </w:p>
        </w:tc>
        <w:tc>
          <w:tcPr>
            <w:tcW w:w="2050" w:type="pct"/>
            <w:gridSpan w:val="4"/>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Для потреб споживачів</w:t>
            </w:r>
          </w:p>
        </w:tc>
      </w:tr>
      <w:tr w:rsidR="00B4768A">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населення</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бюджетні установи</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інші споживачі</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релігійні організації</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5</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7</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8</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Загальний обсяг відпуску теплової енергії з колекторів (крім систем автономного опалення) з урахуванням покупної теплової енергії та без урахування обсягу теплової енергії на господарські потреби ліцензованої діяльності</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Гкал</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Річний обсяг реалізації теплової енергії власним споживачам</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Гкал</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Теплове навантаження об'єктів теплоспоживання власних споживачів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Гкал/год</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5000" w:type="pct"/>
            <w:gridSpan w:val="8"/>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Виробництво теплової енергії, умовно-змінні витрати</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Повна планована собівартість виробництва теплової енергії, у тому числі:</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4.1</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витрати на виробництво теплової енергії власними котельнями</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4.2</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витрати на виробництво теплової енергії власними ТЕЦ, ТЕС, АЕС, когенераційними установками</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4.3</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витрати на покупну теплову енергію</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5</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Витрати на покриття втрат</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Планований прибуток у тарифах на виробництво теплової енергії, у тому числі:</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6.1</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 розвиток виробництва (виробничі інвестиції)</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6.2</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прибуток у тарифах ТЕЦ, ТЕС, АЕС, когенераційних установках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7</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Коригування витрат</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8</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Вартість виробництва теплової енергії</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9</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Тариф на виробництво теплової енергії</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грн/Гкал</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5000" w:type="pct"/>
            <w:gridSpan w:val="8"/>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Транспортування теплової енергії, умовно-постійні витрати</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10</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Повна планована собівартість транспортування теплової енергії</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11</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Витрати на покриття втрат</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12</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Планований прибуток у тарифах на транспортування теплової енергії</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13</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Коригування витрат</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14</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Місячна абонентська плата за транспортування теплової енергії на одиницю теплового навантаження</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грн/Гкал/ год</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5000" w:type="pct"/>
            <w:gridSpan w:val="8"/>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Постачання теплової енергії, умовно-постійні витрати</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Повна планована собівартість постачання теплової енергії</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16</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Витрати на покриття втрат</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17</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Планований прибуток у тарифах на постачання теплової енергії</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18</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Коригування витрат</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19</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Місячна абонентська плата за постачання теплової енергії на одиницю теплового навантаження</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грн/Гкал/ год</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5000" w:type="pct"/>
            <w:gridSpan w:val="8"/>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Двоставкові тарифи на теплову енергію для кінцевих споживачів</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20</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Умовно-змінна частина двоставкового тарифу на теплову енергію</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грн/Гкал</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21</w:t>
            </w:r>
          </w:p>
        </w:tc>
        <w:tc>
          <w:tcPr>
            <w:tcW w:w="1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Умовно-постійна частина двоставкового тарифу на теплову енергію - місячна абонентська плата на одиницю теплового навантаження без урахування обсягу теплової енергії на господарські потреби ліцензованої діяльності</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грн/Гкал/ год</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bl>
    <w:p w:rsidR="00B4768A" w:rsidRDefault="00B4768A">
      <w:pPr>
        <w:pStyle w:val="a3"/>
        <w:jc w:val="right"/>
      </w:pPr>
      <w:r>
        <w:br w:type="textWrapping" w:clear="all"/>
      </w:r>
    </w:p>
    <w:tbl>
      <w:tblPr>
        <w:tblW w:w="5000" w:type="pct"/>
        <w:jc w:val="righ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jc w:val="right"/>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right"/>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11</w:t>
            </w:r>
            <w:r w:rsidRPr="00E2371C">
              <w:br/>
              <w:t>до Процедури встановлення тарифів на теплову енергію, її виробництво, транспортування, постачання</w:t>
            </w:r>
            <w:r w:rsidRPr="00E2371C">
              <w:br/>
              <w:t>(підпункт 29 пункту 2.2 глави 2)</w:t>
            </w:r>
          </w:p>
        </w:tc>
      </w:tr>
    </w:tbl>
    <w:p w:rsidR="00B4768A" w:rsidRDefault="00B4768A">
      <w:pPr>
        <w:pStyle w:val="a3"/>
        <w:jc w:val="both"/>
      </w:pPr>
      <w:r>
        <w:br w:type="textWrapping" w:clear="all"/>
      </w:r>
    </w:p>
    <w:p w:rsidR="00B4768A" w:rsidRDefault="00B4768A">
      <w:pPr>
        <w:pStyle w:val="3"/>
        <w:jc w:val="center"/>
      </w:pPr>
      <w:r>
        <w:t>Розрахунок загальної вартості технологічного палива на виробництво теплової енергії котельнями, включаючи вартість транспортування і розподілу природного газу, на планований період з "___" ____________ ____ року</w:t>
      </w:r>
    </w:p>
    <w:p w:rsidR="00B4768A" w:rsidRPr="00E2371C" w:rsidRDefault="00B4768A">
      <w:pPr>
        <w:pStyle w:val="a3"/>
        <w:jc w:val="center"/>
        <w:rPr>
          <w:sz w:val="20"/>
          <w:szCs w:val="20"/>
        </w:rPr>
      </w:pPr>
      <w: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56"/>
        <w:gridCol w:w="2399"/>
        <w:gridCol w:w="1014"/>
        <w:gridCol w:w="1340"/>
        <w:gridCol w:w="1481"/>
        <w:gridCol w:w="1481"/>
        <w:gridCol w:w="1362"/>
      </w:tblGrid>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N</w:t>
            </w:r>
            <w:r w:rsidRPr="00E2371C">
              <w:br/>
              <w:t>з/п</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Вид палива</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xml:space="preserve">Вартість палива, </w:t>
            </w:r>
            <w:r w:rsidRPr="00E2371C">
              <w:br/>
              <w:t>тис. грн</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у тому числі вартість природного газу, тис. грн</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Відпуск теплової енергії з колекторів без урахування обсягу теплової енергії на господарські потреби ліцензованої діяльності, тис. Гкал</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Вартість палива на одиницю відпуску теплової енергії з колекторів без урахування обсягу теплової енергії на господарські потреби ліцензованої діяльності, грн/Гкал</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у тому числі вартість природного газу, грн/Гкал</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5</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7.</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1</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 xml:space="preserve">Вартість палива для потреб власних споживачів </w:t>
            </w:r>
            <w:r w:rsidRPr="00E2371C">
              <w:br/>
            </w:r>
            <w:r w:rsidRPr="00E2371C">
              <w:rPr>
                <w:b/>
                <w:bCs/>
              </w:rPr>
              <w:t>(рядок 6 додатка 12), у тому числі на потреби:</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1.1</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1.2</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1.3</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1.4</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Вартість послуг з транспортування природного газу</w:t>
            </w:r>
            <w:r w:rsidRPr="00E2371C">
              <w:br/>
            </w:r>
            <w:r w:rsidRPr="00E2371C">
              <w:rPr>
                <w:b/>
                <w:bCs/>
              </w:rPr>
              <w:t>(рядок 1 додатка 13), у тому числі на потреби:</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2.1</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2.2</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2.3</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2.4</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3</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Вартість послуг з розподілу природного газу</w:t>
            </w:r>
            <w:r w:rsidRPr="00E2371C">
              <w:br/>
            </w:r>
            <w:r w:rsidRPr="00E2371C">
              <w:rPr>
                <w:b/>
                <w:bCs/>
              </w:rPr>
              <w:t>(рядок 4 додатка 14), у тому числі на потреби:</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3.1</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3.2</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3.3</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3.4</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4</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Загальна вартість палива для потреб власних споживачів, у тому числі на потреби:</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4.1</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4.2</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4.3</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4.4</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9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bl>
    <w:p w:rsidR="00B4768A" w:rsidRDefault="00B4768A">
      <w:pPr>
        <w:pStyle w:val="a3"/>
        <w:jc w:val="right"/>
      </w:pPr>
      <w:r>
        <w:br w:type="textWrapping" w:clear="all"/>
      </w:r>
    </w:p>
    <w:tbl>
      <w:tblPr>
        <w:tblW w:w="5000" w:type="pct"/>
        <w:jc w:val="righ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jc w:val="right"/>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right"/>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12</w:t>
            </w:r>
            <w:r w:rsidRPr="00E2371C">
              <w:br/>
              <w:t>до Процедури встановлення тарифів на теплову енергію, її виробництво, транспортування, постачання</w:t>
            </w:r>
            <w:r w:rsidRPr="00E2371C">
              <w:br/>
              <w:t>(підпункт 30 пункту 2.2 глави 2)</w:t>
            </w:r>
          </w:p>
        </w:tc>
      </w:tr>
    </w:tbl>
    <w:p w:rsidR="00B4768A" w:rsidRDefault="00B4768A">
      <w:pPr>
        <w:pStyle w:val="a3"/>
        <w:jc w:val="both"/>
      </w:pPr>
      <w:r>
        <w:br w:type="textWrapping" w:clear="all"/>
      </w:r>
    </w:p>
    <w:p w:rsidR="00B4768A" w:rsidRDefault="00B4768A">
      <w:pPr>
        <w:pStyle w:val="3"/>
        <w:jc w:val="center"/>
      </w:pPr>
      <w:r>
        <w:t>Розрахунок вартості технологічного палива на виробництво теплової енергії котельнями на планований період з "___" ____________ ____ року</w:t>
      </w:r>
    </w:p>
    <w:p w:rsidR="00B4768A" w:rsidRPr="00E2371C" w:rsidRDefault="00B4768A">
      <w:pPr>
        <w:pStyle w:val="a3"/>
        <w:jc w:val="center"/>
        <w:rPr>
          <w:sz w:val="20"/>
          <w:szCs w:val="20"/>
        </w:rPr>
      </w:pPr>
      <w: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93"/>
        <w:gridCol w:w="1322"/>
        <w:gridCol w:w="950"/>
        <w:gridCol w:w="815"/>
        <w:gridCol w:w="815"/>
        <w:gridCol w:w="1102"/>
        <w:gridCol w:w="1102"/>
        <w:gridCol w:w="1102"/>
        <w:gridCol w:w="750"/>
        <w:gridCol w:w="1082"/>
      </w:tblGrid>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N</w:t>
            </w:r>
            <w:r w:rsidRPr="00E2371C">
              <w:br/>
              <w:t>з/п</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Вид палива</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Відпуск теплової енергії з колекторів, Гкал</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Норма питомих витрат умовного палива,</w:t>
            </w:r>
            <w:r w:rsidRPr="00E2371C">
              <w:br/>
              <w:t>кг у. п./Гкал</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Витрати умовного палива, тонн</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xml:space="preserve">Калорійність натурального палива, </w:t>
            </w:r>
            <w:r w:rsidRPr="00E2371C">
              <w:br/>
              <w:t>ккал/м</w:t>
            </w:r>
            <w:r w:rsidRPr="00E2371C">
              <w:rPr>
                <w:vertAlign w:val="superscript"/>
              </w:rPr>
              <w:t xml:space="preserve"> 3</w:t>
            </w:r>
            <w:r w:rsidRPr="00E2371C">
              <w:t xml:space="preserve">, </w:t>
            </w:r>
            <w:r w:rsidRPr="00E2371C">
              <w:br/>
              <w:t>ккал/кг</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xml:space="preserve">Витрати натурального палива, </w:t>
            </w:r>
            <w:r w:rsidRPr="00E2371C">
              <w:br/>
              <w:t>тис. м</w:t>
            </w:r>
            <w:r w:rsidRPr="00E2371C">
              <w:rPr>
                <w:vertAlign w:val="superscript"/>
              </w:rPr>
              <w:t xml:space="preserve"> 3</w:t>
            </w:r>
            <w:r w:rsidRPr="00E2371C">
              <w:t>, тонн</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xml:space="preserve">Ціна натурального палива*, </w:t>
            </w:r>
            <w:r w:rsidRPr="00E2371C">
              <w:br/>
              <w:t>грн/тис. м</w:t>
            </w:r>
            <w:r w:rsidRPr="00E2371C">
              <w:rPr>
                <w:vertAlign w:val="superscript"/>
              </w:rPr>
              <w:t xml:space="preserve"> 3,</w:t>
            </w:r>
            <w:r w:rsidRPr="00E2371C">
              <w:t xml:space="preserve"> грн/тонну</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xml:space="preserve">Вартість палива, </w:t>
            </w:r>
            <w:r w:rsidRPr="00E2371C">
              <w:br/>
              <w:t>тис. грн</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Те ж на одиницю відпуску теплової енергії з колекторів без урахування обсягу теплової енергії на господарські потреби ліцензованої діяльності</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5</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7</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8</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9</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10</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Газ, у тому числі на потреби: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господарських потреб ліцензованої діяльності</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населення</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бюджетні установи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інших споживачів</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релігійні організації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Мазут, у тому числі на потреби: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2.5</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господарських потреб ліцензованої діяльності</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2.5.1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населення</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3.5.2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бюджетні установи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2.5.3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інших споживачів</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2.5.4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релігійні організації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Вугілля, у тому числі на потреби: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3.5</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господарських потреб ліцензованої діяльності</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3.5.1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населення</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3.5.2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бюджетні установи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3.5.3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інших споживачів</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3.5.4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релігійні організації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Інше технологічне паливо, у тому числі на потреби (розшифрувати за видом палива):</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4.5</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господарських потреб ліцензованої діяльності</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4.5.1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населення</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4.5.2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бюджетні установи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4.5.3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інших споживачів</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4.5.4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релігійні організації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5</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Загальні витрати палива</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6</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Загальна вартість палива для потреб власних споживачів з урахуванням вартості палива на господарські потреби ліцензованої діяльності</w:t>
            </w:r>
            <w:r w:rsidRPr="00E2371C">
              <w:t>**</w:t>
            </w:r>
            <w:r w:rsidRPr="00E2371C">
              <w:rPr>
                <w:b/>
                <w:bCs/>
              </w:rPr>
              <w:t xml:space="preserve">, </w:t>
            </w:r>
            <w:r w:rsidRPr="00E2371C">
              <w:br/>
            </w:r>
            <w:r w:rsidRPr="00E2371C">
              <w:rPr>
                <w:b/>
                <w:bCs/>
              </w:rPr>
              <w:t>у тому числі на потреби: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bl>
    <w:p w:rsidR="00B4768A" w:rsidRDefault="00B4768A">
      <w:pPr>
        <w:pStyle w:val="a3"/>
        <w:jc w:val="right"/>
      </w:pPr>
      <w:r>
        <w:br w:type="textWrapping" w:clear="all"/>
      </w:r>
    </w:p>
    <w:p w:rsidR="00B4768A" w:rsidRDefault="00B4768A">
      <w:pPr>
        <w:pStyle w:val="a3"/>
        <w:jc w:val="both"/>
        <w:rPr>
          <w:sz w:val="20"/>
          <w:szCs w:val="20"/>
        </w:rPr>
      </w:pPr>
      <w:r>
        <w:t>____________</w:t>
      </w:r>
      <w:r>
        <w:br/>
        <w:t xml:space="preserve">* </w:t>
      </w:r>
      <w:r>
        <w:rPr>
          <w:sz w:val="20"/>
          <w:szCs w:val="20"/>
        </w:rPr>
        <w:t>Ціна природного газу застосовується без витрат на транспортування та розподіл.</w:t>
      </w:r>
    </w:p>
    <w:p w:rsidR="00B4768A" w:rsidRDefault="00B4768A">
      <w:pPr>
        <w:pStyle w:val="a3"/>
        <w:jc w:val="both"/>
      </w:pPr>
      <w:r>
        <w:t xml:space="preserve">** </w:t>
      </w:r>
      <w:r>
        <w:rPr>
          <w:sz w:val="20"/>
          <w:szCs w:val="20"/>
        </w:rPr>
        <w:t>У рядку 6 показник "відпуск теплової енергії з колекторів" визначено без урахування обсягів теплової енергії на господарські потреби ліцензованої діяльності.</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both"/>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13</w:t>
            </w:r>
            <w:r w:rsidRPr="00E2371C">
              <w:br/>
              <w:t>до Процедури встановлення тарифів на теплову енергію, її виробництво, транспортування, постачання</w:t>
            </w:r>
            <w:r w:rsidRPr="00E2371C">
              <w:br/>
              <w:t>(підпункт 31 пункту 2.2 глави 2)</w:t>
            </w:r>
          </w:p>
        </w:tc>
      </w:tr>
    </w:tbl>
    <w:p w:rsidR="00B4768A" w:rsidRDefault="00B4768A">
      <w:pPr>
        <w:pStyle w:val="a3"/>
        <w:jc w:val="both"/>
      </w:pPr>
      <w:r>
        <w:br w:type="textWrapping" w:clear="all"/>
      </w:r>
    </w:p>
    <w:p w:rsidR="00B4768A" w:rsidRDefault="00B4768A">
      <w:pPr>
        <w:pStyle w:val="3"/>
        <w:jc w:val="center"/>
      </w:pPr>
      <w:r>
        <w:t>Розрахунок вартості послуг транспортування природного газу для виробництва теплової енергії котельнями на планований період з "___" ____________ ____ року</w:t>
      </w:r>
    </w:p>
    <w:p w:rsidR="00B4768A" w:rsidRPr="00E2371C" w:rsidRDefault="00B4768A">
      <w:pPr>
        <w:pStyle w:val="a3"/>
        <w:jc w:val="center"/>
        <w:rPr>
          <w:sz w:val="20"/>
          <w:szCs w:val="20"/>
        </w:rPr>
      </w:pPr>
      <w:r>
        <w:rPr>
          <w:b/>
          <w:bCs/>
        </w:rP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56"/>
        <w:gridCol w:w="1390"/>
        <w:gridCol w:w="1141"/>
        <w:gridCol w:w="1593"/>
        <w:gridCol w:w="1643"/>
        <w:gridCol w:w="1595"/>
        <w:gridCol w:w="1615"/>
      </w:tblGrid>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N</w:t>
            </w:r>
            <w:r w:rsidRPr="00E2371C">
              <w:br/>
              <w:t>з/п</w:t>
            </w:r>
          </w:p>
        </w:tc>
        <w:tc>
          <w:tcPr>
            <w:tcW w:w="1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Вид палива</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xml:space="preserve">Витрати природного газу </w:t>
            </w:r>
            <w:r w:rsidRPr="00E2371C">
              <w:br/>
              <w:t>(рядок 1 додатка 12), тис. м</w:t>
            </w:r>
            <w:r w:rsidRPr="00E2371C">
              <w:rPr>
                <w:vertAlign w:val="superscript"/>
              </w:rPr>
              <w:t xml:space="preserve"> 3</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Тариф на послуги транспортування природного газу, грн/тис. м</w:t>
            </w:r>
            <w:r w:rsidRPr="00E2371C">
              <w:rPr>
                <w:vertAlign w:val="superscript"/>
              </w:rPr>
              <w:t xml:space="preserve"> 3</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xml:space="preserve">Вартість послуг транспортування, </w:t>
            </w:r>
            <w:r w:rsidRPr="00E2371C">
              <w:br/>
              <w:t>тис. грн</w:t>
            </w:r>
          </w:p>
        </w:tc>
        <w:tc>
          <w:tcPr>
            <w:tcW w:w="8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Назва суб'єкта господарювання, що надає послуги транспортування природного газу</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Дата і N договору на транспортування природного газу</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w:t>
            </w:r>
          </w:p>
        </w:tc>
        <w:tc>
          <w:tcPr>
            <w:tcW w:w="1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5</w:t>
            </w:r>
          </w:p>
        </w:tc>
        <w:tc>
          <w:tcPr>
            <w:tcW w:w="8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7</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1</w:t>
            </w:r>
          </w:p>
        </w:tc>
        <w:tc>
          <w:tcPr>
            <w:tcW w:w="1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Газ, у тому числі на потреби:</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8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1.1</w:t>
            </w:r>
          </w:p>
        </w:tc>
        <w:tc>
          <w:tcPr>
            <w:tcW w:w="1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8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1.2</w:t>
            </w:r>
          </w:p>
        </w:tc>
        <w:tc>
          <w:tcPr>
            <w:tcW w:w="1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8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1.3</w:t>
            </w:r>
          </w:p>
        </w:tc>
        <w:tc>
          <w:tcPr>
            <w:tcW w:w="1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8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1.4</w:t>
            </w:r>
          </w:p>
        </w:tc>
        <w:tc>
          <w:tcPr>
            <w:tcW w:w="1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8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w:t>
            </w:r>
          </w:p>
        </w:tc>
        <w:tc>
          <w:tcPr>
            <w:tcW w:w="1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господарських потреб ліцензованої діяльності</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8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1.5.1</w:t>
            </w:r>
          </w:p>
        </w:tc>
        <w:tc>
          <w:tcPr>
            <w:tcW w:w="1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населення</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8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1.5.2</w:t>
            </w:r>
          </w:p>
        </w:tc>
        <w:tc>
          <w:tcPr>
            <w:tcW w:w="1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бюджетні установи</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8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1.5.3</w:t>
            </w:r>
          </w:p>
        </w:tc>
        <w:tc>
          <w:tcPr>
            <w:tcW w:w="1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інших споживачів</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8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1.5.4</w:t>
            </w:r>
          </w:p>
        </w:tc>
        <w:tc>
          <w:tcPr>
            <w:tcW w:w="1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релігійні організації</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8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 </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bl>
    <w:p w:rsidR="00B4768A" w:rsidRDefault="00B4768A">
      <w:pPr>
        <w:pStyle w:val="a3"/>
        <w:jc w:val="right"/>
      </w:pPr>
      <w:r>
        <w:br w:type="textWrapping" w:clear="all"/>
      </w:r>
    </w:p>
    <w:tbl>
      <w:tblPr>
        <w:tblW w:w="5000" w:type="pct"/>
        <w:jc w:val="righ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jc w:val="right"/>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right"/>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14</w:t>
            </w:r>
            <w:r w:rsidRPr="00E2371C">
              <w:br/>
              <w:t>до Процедури встановлення тарифів на теплову енергію, її виробництво, транспортування, постачання</w:t>
            </w:r>
            <w:r w:rsidRPr="00E2371C">
              <w:br/>
              <w:t>(підпункт 32 пункту 2.2 глави 2)</w:t>
            </w:r>
          </w:p>
        </w:tc>
      </w:tr>
    </w:tbl>
    <w:p w:rsidR="00B4768A" w:rsidRDefault="00B4768A">
      <w:pPr>
        <w:pStyle w:val="a3"/>
        <w:jc w:val="both"/>
      </w:pPr>
      <w:r>
        <w:br w:type="textWrapping" w:clear="all"/>
      </w:r>
    </w:p>
    <w:p w:rsidR="00B4768A" w:rsidRDefault="00B4768A">
      <w:pPr>
        <w:pStyle w:val="3"/>
        <w:jc w:val="center"/>
      </w:pPr>
      <w:r>
        <w:t>Розрахунок вартості послуг розподілу природного газу для виробництва теплової енергії котельнями на планований період з "___" ____________ ____ року</w:t>
      </w:r>
    </w:p>
    <w:p w:rsidR="00B4768A" w:rsidRPr="00E2371C" w:rsidRDefault="00B4768A">
      <w:pPr>
        <w:pStyle w:val="a3"/>
        <w:jc w:val="center"/>
        <w:rPr>
          <w:sz w:val="20"/>
          <w:szCs w:val="20"/>
        </w:rPr>
      </w:pPr>
      <w:r>
        <w:rPr>
          <w:b/>
          <w:bCs/>
        </w:rP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11"/>
        <w:gridCol w:w="1648"/>
        <w:gridCol w:w="1309"/>
        <w:gridCol w:w="1159"/>
        <w:gridCol w:w="1159"/>
        <w:gridCol w:w="1045"/>
        <w:gridCol w:w="1621"/>
        <w:gridCol w:w="1181"/>
      </w:tblGrid>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N</w:t>
            </w:r>
            <w:r w:rsidRPr="00E2371C">
              <w:br/>
              <w:t>з/п</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Вид палива</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xml:space="preserve">Витрати натурального палива на плановий період, </w:t>
            </w:r>
            <w:r w:rsidRPr="00E2371C">
              <w:br/>
              <w:t>тис. м</w:t>
            </w:r>
            <w:r w:rsidRPr="00E2371C">
              <w:rPr>
                <w:vertAlign w:val="superscript"/>
              </w:rPr>
              <w:t xml:space="preserve"> 3</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Величина замовленої річної потужності об'єкта споживача за</w:t>
            </w:r>
            <w:r w:rsidRPr="00E2371C">
              <w:br/>
              <w:t>договором розподілу природного газу</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Тариф на послуги розподілу природного газу</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xml:space="preserve">Вартість послуг розподілу, </w:t>
            </w:r>
            <w:r w:rsidRPr="00E2371C">
              <w:br/>
              <w:t>тис. грн</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Назва суб'єкта господарювання, що надає послуги розподілу природного газу</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Дата і N договору на розподіл природного газу</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5</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w:t>
            </w:r>
          </w:p>
        </w:tc>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7</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8</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1</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Розподіл природного газу суб'єктом 1, у тому числі на потреби:</w:t>
            </w:r>
          </w:p>
        </w:tc>
        <w:tc>
          <w:tcPr>
            <w:tcW w:w="5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1.1</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1.2</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1.3</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1.4</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господарських потреб ліцензованої діяльності</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2</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Розподіл природного газу суб'єктом 2, у тому числі на потреби:</w:t>
            </w:r>
          </w:p>
        </w:tc>
        <w:tc>
          <w:tcPr>
            <w:tcW w:w="5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2.1</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2.2</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2.3</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2.4</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2.5</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господарських потреб ліцензованої діяльності</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3</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Разом розподіл природного газу (рядок 1+ рядок 2)</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7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4</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Вартість послуг розподілу природного газу перерозподілена на планові обсяги природного газу (графа 4), у тому числі на потреби:</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4.1</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4.2</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4.3</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4.4</w:t>
            </w:r>
          </w:p>
        </w:tc>
        <w:tc>
          <w:tcPr>
            <w:tcW w:w="1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r>
    </w:tbl>
    <w:p w:rsidR="00B4768A" w:rsidRDefault="00B4768A">
      <w:pPr>
        <w:pStyle w:val="a3"/>
        <w:jc w:val="right"/>
      </w:pPr>
      <w:r>
        <w:br w:type="textWrapping" w:clear="all"/>
      </w:r>
    </w:p>
    <w:tbl>
      <w:tblPr>
        <w:tblW w:w="5000" w:type="pct"/>
        <w:jc w:val="righ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jc w:val="right"/>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right"/>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15</w:t>
            </w:r>
            <w:r w:rsidRPr="00E2371C">
              <w:br/>
              <w:t>до Процедури встановлення тарифів на теплову енергію, її виробництво, транспортування, постачання</w:t>
            </w:r>
            <w:r w:rsidRPr="00E2371C">
              <w:br/>
              <w:t>(підпункт 33 пункту 2.2 глави 2)</w:t>
            </w:r>
          </w:p>
        </w:tc>
      </w:tr>
    </w:tbl>
    <w:p w:rsidR="00B4768A" w:rsidRDefault="00B4768A">
      <w:pPr>
        <w:pStyle w:val="a3"/>
        <w:jc w:val="both"/>
      </w:pPr>
      <w:r>
        <w:br w:type="textWrapping" w:clear="all"/>
      </w:r>
    </w:p>
    <w:p w:rsidR="00B4768A" w:rsidRDefault="00B4768A">
      <w:pPr>
        <w:pStyle w:val="3"/>
        <w:jc w:val="center"/>
      </w:pPr>
      <w:r>
        <w:t>Розрахунок вартості технологічних витрат електричної енергії на виробництво та транспортування теплової енергії на планований період з "___" ____________ ____ року</w:t>
      </w:r>
    </w:p>
    <w:p w:rsidR="00B4768A" w:rsidRPr="00E2371C" w:rsidRDefault="00B4768A">
      <w:pPr>
        <w:pStyle w:val="a3"/>
        <w:jc w:val="center"/>
        <w:rPr>
          <w:sz w:val="20"/>
          <w:szCs w:val="20"/>
        </w:rPr>
      </w:pPr>
      <w: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074"/>
        <w:gridCol w:w="871"/>
        <w:gridCol w:w="669"/>
        <w:gridCol w:w="498"/>
        <w:gridCol w:w="504"/>
        <w:gridCol w:w="613"/>
        <w:gridCol w:w="549"/>
        <w:gridCol w:w="571"/>
        <w:gridCol w:w="576"/>
        <w:gridCol w:w="536"/>
        <w:gridCol w:w="586"/>
        <w:gridCol w:w="630"/>
        <w:gridCol w:w="606"/>
        <w:gridCol w:w="649"/>
        <w:gridCol w:w="601"/>
      </w:tblGrid>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Найменування показника</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Одиниці виміру</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Плановий рік</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Січень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Лютий</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Березень</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Квітень</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Травень</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Червень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Липень</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Серпень</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Вересень</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Жовтень</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Листопад</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Грудень</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w:t>
            </w:r>
          </w:p>
        </w:tc>
      </w:tr>
      <w:tr w:rsidR="00B4768A">
        <w:trPr>
          <w:tblCellSpacing w:w="22" w:type="dxa"/>
          <w:jc w:val="right"/>
        </w:trPr>
        <w:tc>
          <w:tcPr>
            <w:tcW w:w="5000" w:type="pct"/>
            <w:gridSpan w:val="15"/>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Виробництво теплової енергії котельнями</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Відпуск теплової енергії з колекторів котелень</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Норма питомих витрат електричної енергії на виробництво теплової енергії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кВт·год/ Гкал</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Обсяг споживання активної електричної енергії, усього</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Споживання електричної енергії (I клас напруги)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Тариф (I клас напруги)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коп/кВт ·год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xml:space="preserve">Вартість електричної енергії </w:t>
            </w:r>
            <w:r w:rsidRPr="00E2371C">
              <w:rPr>
                <w:sz w:val="20"/>
                <w:szCs w:val="20"/>
              </w:rPr>
              <w:br/>
              <w:t>(I клас напруги)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Споживання електричної енергії (II клас напруги)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Тариф (II клас напруги)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коп/кВт·год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електричної енергії (II клас напруги)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Споживання електричної енергії власного виробництва</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Собівартість електричної енергії власного виробництва</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коп/кВт·год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електричної енергії власного виробництва</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активної електричної енергії, усього</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Обсяг споживання реактивної електричної енергії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кВАр·год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Тариф на споживання реактивної електричної енергії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коп/кВАр·год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споживання реактивної електричної енергії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Обсяг генерації реактивної електричної енергії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кВАр·год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Тариф на генерацію реактивної електричної енергії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коп/кВАр·год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генерації реактивної електричної енергії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активної та реактивної електричної енергії на виробництво теплової енергії котельнями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5000" w:type="pct"/>
            <w:gridSpan w:val="15"/>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Транспортування теплової енергії власними тепловими мережами</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Обсяг надходження теплової енергії у власні теплові мережі</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Гкал</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Норма питомих витрат електричної енергії на транспортування теплової енергії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кВт·год /Гкал</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Обсяг споживання активної електричної енергії, усього</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Споживання електричної енергії (I клас напруги)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Тариф (I клас напруги)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коп/кВт·год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xml:space="preserve">Вартість електричної енергії </w:t>
            </w:r>
            <w:r w:rsidRPr="00E2371C">
              <w:rPr>
                <w:sz w:val="20"/>
                <w:szCs w:val="20"/>
              </w:rPr>
              <w:br/>
              <w:t>(I клас напруги)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Споживання електричної енергії (II клас напруги)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Тариф (II клас напруги)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коп/кВт ·год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електричної енергії (II клас напруги)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Споживання електричної енергії власного виробництва</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Собівартість електричної енергії власного виробництва</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коп/кВт·год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електричної енергії власного виробництва</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активної електричної енергії, усього</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Обсяг споживання реактивної електричної енергії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кВАр·год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Тариф на споживання реактивної електричної енергії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коп/кВАр·год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споживання реактивної електричної енергії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Обсяг генерації реактивної електричної енергії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кВАр·год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Тариф на генерацію реактивної електричної енергії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коп/кВАр·год</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генерації реактивної електричної енергії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right"/>
        </w:trPr>
        <w:tc>
          <w:tcPr>
            <w:tcW w:w="7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активної та реактивної електричної енергії на транспортування теплової енергії власними мережами</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bl>
    <w:p w:rsidR="00B4768A" w:rsidRDefault="00B4768A">
      <w:pPr>
        <w:pStyle w:val="a3"/>
        <w:jc w:val="right"/>
      </w:pPr>
      <w:r>
        <w:br w:type="textWrapping" w:clear="all"/>
      </w:r>
    </w:p>
    <w:tbl>
      <w:tblPr>
        <w:tblW w:w="5000" w:type="pct"/>
        <w:jc w:val="righ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jc w:val="right"/>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right"/>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16</w:t>
            </w:r>
            <w:r w:rsidRPr="00E2371C">
              <w:br/>
              <w:t>до Процедури встановлення тарифів на теплову енергію, її виробництво, транспортування, постачання</w:t>
            </w:r>
            <w:r w:rsidRPr="00E2371C">
              <w:br/>
              <w:t>(підпункт 34 пункту 2.2 глави 2)</w:t>
            </w:r>
          </w:p>
        </w:tc>
      </w:tr>
    </w:tbl>
    <w:p w:rsidR="00B4768A" w:rsidRDefault="00B4768A">
      <w:pPr>
        <w:pStyle w:val="a3"/>
        <w:jc w:val="both"/>
      </w:pPr>
      <w:r>
        <w:br w:type="textWrapping" w:clear="all"/>
      </w:r>
    </w:p>
    <w:p w:rsidR="00B4768A" w:rsidRDefault="00B4768A">
      <w:pPr>
        <w:pStyle w:val="3"/>
        <w:jc w:val="center"/>
      </w:pPr>
      <w:r>
        <w:t>Розрахунок витрат технологічної електричної енергії на виробництво та транспортування теплової енергії на планований період з "___" ____________ ____ року</w:t>
      </w:r>
    </w:p>
    <w:p w:rsidR="00B4768A" w:rsidRPr="00E2371C" w:rsidRDefault="00B4768A">
      <w:pPr>
        <w:pStyle w:val="a3"/>
        <w:jc w:val="center"/>
      </w:pPr>
      <w:r>
        <w:t>_____________________________________________________________________________________</w:t>
      </w:r>
      <w:r>
        <w:br/>
      </w:r>
      <w:r>
        <w:rPr>
          <w:sz w:val="20"/>
          <w:szCs w:val="20"/>
        </w:rPr>
        <w:t>(найменування ліцензіата)</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63"/>
        <w:gridCol w:w="1365"/>
        <w:gridCol w:w="567"/>
        <w:gridCol w:w="476"/>
        <w:gridCol w:w="482"/>
        <w:gridCol w:w="584"/>
        <w:gridCol w:w="524"/>
        <w:gridCol w:w="545"/>
        <w:gridCol w:w="549"/>
        <w:gridCol w:w="512"/>
        <w:gridCol w:w="559"/>
        <w:gridCol w:w="600"/>
        <w:gridCol w:w="578"/>
        <w:gridCol w:w="618"/>
        <w:gridCol w:w="552"/>
        <w:gridCol w:w="659"/>
      </w:tblGrid>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N</w:t>
            </w:r>
            <w:r w:rsidRPr="00E2371C">
              <w:rPr>
                <w:sz w:val="20"/>
                <w:szCs w:val="20"/>
              </w:rPr>
              <w:br/>
              <w:t>з/п</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Найменування показника</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Одиниці виміру</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Січень</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Лютий</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Березень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Квітень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Травень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Червень</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Липень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Серпень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Вересень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Жовтень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Листопад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Грудень</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Плановий рік</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16</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4850" w:type="pct"/>
            <w:gridSpan w:val="15"/>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Витрати технологічної електричної енергії на виробництво теплової енергії у планованому періоді</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Витрати електричної енергії енергії на виробництво теплової енергії з урахуванням інших витрат електричної енергії</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Вентилятори</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Вентилятори пальників</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Димососи</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Живильні насоси</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Рециркуляційні насоси</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1.6</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Живильні насоси (парові котельні)</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1.7</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Конденсатні насоси (парові котельні)</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1.8</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Витрати електричної енергії на паливоприготування (для твердого палива)</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1.9</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Сантехвентилятори</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1.10</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Освітлення зовнішнє котельні</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Освітлення внутрішнє котельні</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Контрольно-вимірювальні прилади та автоматика (КВПіА)</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1.13</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Інше електровикористовуюче обладнання</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1.14</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Витрати електричної енергії для іншого технологічного призначення</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4850" w:type="pct"/>
            <w:gridSpan w:val="15"/>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Витрати технологічної електричної енергії на транспортування теплової енергії у планованому періоді</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Витрати електричної енергії на транспортування теплової енергії з урахуванням інших витрат електричної енергії</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Мережеві насоси</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Підживлювальні насоси</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2.3</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Насос сирої води</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2.4</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Насоси хімводообробки</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2.5</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Вакуум-насос, насос ежектора</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2.6</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Підвищувальні насоси</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2.7</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Циркуляційні насоси</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2.8</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Циркуляційно-підвищувальні насоси</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2.9</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Коригувальні насоси</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2.10</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Насоси попутного дренажу</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2.11</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Сольові насоси</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2.12</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Дренажні насоси</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2.13</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Контрольно-вимірювальні прилади та автоматика (КВПіА)</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2.14</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Електрообладнання, що встановлено на підкачуючих насосних станціях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2.15</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Електрообладнання, що встановлено на центральних теплових пунктах</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2.16</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Інше електровикористовуюче обладнання</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r w:rsidR="00B4768A">
        <w:trPr>
          <w:tblCellSpacing w:w="22" w:type="dxa"/>
          <w:jc w:val="center"/>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2.17</w:t>
            </w:r>
          </w:p>
        </w:tc>
        <w:tc>
          <w:tcPr>
            <w:tcW w:w="1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Витрати електричної енергії для іншого технологічного призначення</w:t>
            </w:r>
          </w:p>
        </w:tc>
        <w:tc>
          <w:tcPr>
            <w:tcW w:w="3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кВт·год</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r>
    </w:tbl>
    <w:p w:rsidR="00B4768A" w:rsidRDefault="00B4768A">
      <w:pPr>
        <w:pStyle w:val="a3"/>
        <w:jc w:val="center"/>
      </w:pPr>
      <w:r>
        <w:br w:type="textWrapping" w:clear="all"/>
      </w: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jc w:val="center"/>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center"/>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17</w:t>
            </w:r>
            <w:r w:rsidRPr="00E2371C">
              <w:br/>
              <w:t>до Процедури встановлення тарифів на теплову енергію, її виробництво, транспортування, постачання</w:t>
            </w:r>
            <w:r w:rsidRPr="00E2371C">
              <w:br/>
              <w:t>(підпункт 35 пункту 2.2 глави 2)</w:t>
            </w:r>
          </w:p>
        </w:tc>
      </w:tr>
    </w:tbl>
    <w:p w:rsidR="00B4768A" w:rsidRDefault="00B4768A">
      <w:pPr>
        <w:pStyle w:val="a3"/>
        <w:jc w:val="both"/>
      </w:pPr>
      <w:r>
        <w:br w:type="textWrapping" w:clear="all"/>
      </w:r>
    </w:p>
    <w:p w:rsidR="00B4768A" w:rsidRDefault="00B4768A">
      <w:pPr>
        <w:pStyle w:val="3"/>
        <w:jc w:val="center"/>
      </w:pPr>
      <w:r>
        <w:t>Розрахунок вартості технологічної води та води на господарсько-побутові потреби з урахуванням водовідведення на планований період з "___" ____________ ____ року</w:t>
      </w:r>
    </w:p>
    <w:p w:rsidR="00B4768A" w:rsidRPr="00E2371C" w:rsidRDefault="00B4768A">
      <w:pPr>
        <w:pStyle w:val="a3"/>
        <w:jc w:val="center"/>
        <w:rPr>
          <w:sz w:val="20"/>
          <w:szCs w:val="20"/>
        </w:rPr>
      </w:pPr>
      <w: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3"/>
        <w:gridCol w:w="1286"/>
        <w:gridCol w:w="604"/>
        <w:gridCol w:w="624"/>
        <w:gridCol w:w="594"/>
        <w:gridCol w:w="624"/>
        <w:gridCol w:w="594"/>
        <w:gridCol w:w="624"/>
        <w:gridCol w:w="594"/>
        <w:gridCol w:w="624"/>
        <w:gridCol w:w="594"/>
        <w:gridCol w:w="624"/>
        <w:gridCol w:w="594"/>
        <w:gridCol w:w="624"/>
        <w:gridCol w:w="616"/>
      </w:tblGrid>
      <w:tr w:rsidR="00B4768A">
        <w:trPr>
          <w:tblCellSpacing w:w="22" w:type="dxa"/>
          <w:jc w:val="right"/>
        </w:trPr>
        <w:tc>
          <w:tcPr>
            <w:tcW w:w="1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N</w:t>
            </w:r>
            <w:r w:rsidRPr="00E2371C">
              <w:rPr>
                <w:sz w:val="20"/>
                <w:szCs w:val="20"/>
              </w:rPr>
              <w:br/>
              <w:t>з/п</w:t>
            </w:r>
          </w:p>
        </w:tc>
        <w:tc>
          <w:tcPr>
            <w:tcW w:w="9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Показники</w:t>
            </w:r>
          </w:p>
        </w:tc>
        <w:tc>
          <w:tcPr>
            <w:tcW w:w="3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Одиниці виміру</w:t>
            </w:r>
          </w:p>
        </w:tc>
        <w:tc>
          <w:tcPr>
            <w:tcW w:w="3600" w:type="pct"/>
            <w:gridSpan w:val="1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Планований період</w:t>
            </w:r>
          </w:p>
        </w:tc>
      </w:tr>
      <w:tr w:rsidR="00B4768A">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600" w:type="pct"/>
            <w:gridSpan w:val="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усього</w:t>
            </w:r>
          </w:p>
        </w:tc>
        <w:tc>
          <w:tcPr>
            <w:tcW w:w="600" w:type="pct"/>
            <w:gridSpan w:val="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виробництво теплової енергії (прямі витрати)</w:t>
            </w:r>
          </w:p>
        </w:tc>
        <w:tc>
          <w:tcPr>
            <w:tcW w:w="600" w:type="pct"/>
            <w:gridSpan w:val="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транспортування теплової енергії (прямі витрати)</w:t>
            </w:r>
          </w:p>
        </w:tc>
        <w:tc>
          <w:tcPr>
            <w:tcW w:w="600" w:type="pct"/>
            <w:gridSpan w:val="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постачання теплової енергії</w:t>
            </w:r>
          </w:p>
        </w:tc>
        <w:tc>
          <w:tcPr>
            <w:tcW w:w="600" w:type="pct"/>
            <w:gridSpan w:val="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загальновиробничі</w:t>
            </w:r>
          </w:p>
        </w:tc>
        <w:tc>
          <w:tcPr>
            <w:tcW w:w="600" w:type="pct"/>
            <w:gridSpan w:val="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адміністративні</w:t>
            </w:r>
          </w:p>
        </w:tc>
      </w:tr>
      <w:tr w:rsidR="00B4768A">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водопо-</w:t>
            </w:r>
            <w:r w:rsidRPr="00E2371C">
              <w:rPr>
                <w:sz w:val="20"/>
                <w:szCs w:val="20"/>
              </w:rPr>
              <w:br/>
              <w:t>стачання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водовід-</w:t>
            </w:r>
            <w:r w:rsidRPr="00E2371C">
              <w:rPr>
                <w:sz w:val="20"/>
                <w:szCs w:val="20"/>
              </w:rPr>
              <w:br/>
              <w:t>ведення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водопо-</w:t>
            </w:r>
            <w:r w:rsidRPr="00E2371C">
              <w:rPr>
                <w:sz w:val="20"/>
                <w:szCs w:val="20"/>
              </w:rPr>
              <w:br/>
              <w:t>стачання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водовід-</w:t>
            </w:r>
            <w:r w:rsidRPr="00E2371C">
              <w:rPr>
                <w:sz w:val="20"/>
                <w:szCs w:val="20"/>
              </w:rPr>
              <w:br/>
              <w:t>ведення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водопо-</w:t>
            </w:r>
            <w:r w:rsidRPr="00E2371C">
              <w:rPr>
                <w:sz w:val="20"/>
                <w:szCs w:val="20"/>
              </w:rPr>
              <w:br/>
              <w:t>стачання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водовід-</w:t>
            </w:r>
            <w:r w:rsidRPr="00E2371C">
              <w:rPr>
                <w:sz w:val="20"/>
                <w:szCs w:val="20"/>
              </w:rPr>
              <w:br/>
              <w:t>ведення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водопо-</w:t>
            </w:r>
            <w:r w:rsidRPr="00E2371C">
              <w:rPr>
                <w:sz w:val="20"/>
                <w:szCs w:val="20"/>
              </w:rPr>
              <w:br/>
              <w:t>стачання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водовід-</w:t>
            </w:r>
            <w:r w:rsidRPr="00E2371C">
              <w:rPr>
                <w:sz w:val="20"/>
                <w:szCs w:val="20"/>
              </w:rPr>
              <w:br/>
              <w:t>ведення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водопо-</w:t>
            </w:r>
            <w:r w:rsidRPr="00E2371C">
              <w:rPr>
                <w:sz w:val="20"/>
                <w:szCs w:val="20"/>
              </w:rPr>
              <w:br/>
              <w:t>стачання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водовід-</w:t>
            </w:r>
            <w:r w:rsidRPr="00E2371C">
              <w:rPr>
                <w:sz w:val="20"/>
                <w:szCs w:val="20"/>
              </w:rPr>
              <w:br/>
              <w:t>ведення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водопо-</w:t>
            </w:r>
            <w:r w:rsidRPr="00E2371C">
              <w:rPr>
                <w:sz w:val="20"/>
                <w:szCs w:val="20"/>
              </w:rPr>
              <w:br/>
              <w:t>стачання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водовід-</w:t>
            </w:r>
            <w:r w:rsidRPr="00E2371C">
              <w:rPr>
                <w:sz w:val="20"/>
                <w:szCs w:val="20"/>
              </w:rPr>
              <w:br/>
              <w:t>ведення</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w:t>
            </w:r>
          </w:p>
        </w:tc>
        <w:tc>
          <w:tcPr>
            <w:tcW w:w="9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w:t>
            </w:r>
          </w:p>
        </w:tc>
        <w:tc>
          <w:tcPr>
            <w:tcW w:w="9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Обсяги покупної води та водовідведення за окремим постачальником (розшифрувати за постачальниками)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м</w:t>
            </w:r>
            <w:r w:rsidRPr="00E2371C">
              <w:rPr>
                <w:vertAlign w:val="superscript"/>
              </w:rPr>
              <w:t xml:space="preserve"> 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w:t>
            </w:r>
          </w:p>
        </w:tc>
        <w:tc>
          <w:tcPr>
            <w:tcW w:w="9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Тариф на покупну воду/водовідведення окремого постачальника (розшифрувати за постачальниками)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грн/м</w:t>
            </w:r>
            <w:r w:rsidRPr="00E2371C">
              <w:rPr>
                <w:vertAlign w:val="superscript"/>
              </w:rPr>
              <w:t xml:space="preserve"> 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w:t>
            </w:r>
          </w:p>
        </w:tc>
        <w:tc>
          <w:tcPr>
            <w:tcW w:w="9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покупної води/водовідведення окремого постачальника (розшифрувати за постачальниками)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w:t>
            </w:r>
          </w:p>
        </w:tc>
        <w:tc>
          <w:tcPr>
            <w:tcW w:w="9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Загальні обсяги покупної води та водовідведення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м</w:t>
            </w:r>
            <w:r w:rsidRPr="00E2371C">
              <w:rPr>
                <w:vertAlign w:val="superscript"/>
              </w:rPr>
              <w:t xml:space="preserve"> 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w:t>
            </w:r>
          </w:p>
        </w:tc>
        <w:tc>
          <w:tcPr>
            <w:tcW w:w="9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Середньозважений тариф на покупну воду/водовідведення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грн/м</w:t>
            </w:r>
            <w:r w:rsidRPr="00E2371C">
              <w:rPr>
                <w:vertAlign w:val="superscript"/>
              </w:rPr>
              <w:t xml:space="preserve"> 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w:t>
            </w:r>
          </w:p>
        </w:tc>
        <w:tc>
          <w:tcPr>
            <w:tcW w:w="9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Сумарна вартість покупної води/водовідведення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w:t>
            </w:r>
          </w:p>
        </w:tc>
        <w:tc>
          <w:tcPr>
            <w:tcW w:w="9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Обсяг споживання води власного видобутку (поверхневий водозабір)</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м</w:t>
            </w:r>
            <w:r w:rsidRPr="00E2371C">
              <w:rPr>
                <w:vertAlign w:val="superscript"/>
              </w:rPr>
              <w:t xml:space="preserve"> 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w:t>
            </w:r>
          </w:p>
        </w:tc>
        <w:tc>
          <w:tcPr>
            <w:tcW w:w="9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Собівартість води власного видобутку (поверхневий водозабір)</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грн/м</w:t>
            </w:r>
            <w:r w:rsidRPr="00E2371C">
              <w:rPr>
                <w:vertAlign w:val="superscript"/>
              </w:rPr>
              <w:t xml:space="preserve"> 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w:t>
            </w:r>
          </w:p>
        </w:tc>
        <w:tc>
          <w:tcPr>
            <w:tcW w:w="9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води власного видобутку (поверхневий водозабір)</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w:t>
            </w:r>
          </w:p>
        </w:tc>
        <w:tc>
          <w:tcPr>
            <w:tcW w:w="9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Обсяг споживання води власного видобутку (артезіанські свердловини)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м</w:t>
            </w:r>
            <w:r w:rsidRPr="00E2371C">
              <w:rPr>
                <w:vertAlign w:val="superscript"/>
              </w:rPr>
              <w:t xml:space="preserve"> 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9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Собівартість води власного видобутку (артезіанські свердловини)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грн/м</w:t>
            </w:r>
            <w:r w:rsidRPr="00E2371C">
              <w:rPr>
                <w:vertAlign w:val="superscript"/>
              </w:rPr>
              <w:t xml:space="preserve"> 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9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води власного видобутку (артезіанські свердловини)</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9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Загальні обсяги води та водовідведення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м</w:t>
            </w:r>
            <w:r w:rsidRPr="00E2371C">
              <w:rPr>
                <w:vertAlign w:val="superscript"/>
              </w:rPr>
              <w:t xml:space="preserve"> 3</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9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Вартість водопостачання та водовідведення</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тис. грн</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bl>
    <w:p w:rsidR="00B4768A" w:rsidRDefault="00B4768A">
      <w:pPr>
        <w:pStyle w:val="a3"/>
        <w:jc w:val="right"/>
      </w:pPr>
      <w:r>
        <w:br w:type="textWrapping" w:clear="all"/>
      </w:r>
    </w:p>
    <w:tbl>
      <w:tblPr>
        <w:tblW w:w="5000" w:type="pct"/>
        <w:jc w:val="righ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jc w:val="right"/>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right"/>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18</w:t>
            </w:r>
            <w:r w:rsidRPr="00E2371C">
              <w:br/>
              <w:t>до Процедури встановлення тарифів на теплову енергію, її виробництво, транспортування, постачання</w:t>
            </w:r>
            <w:r w:rsidRPr="00E2371C">
              <w:br/>
              <w:t>(підпункт 36 пункту 2.2 глави 2)</w:t>
            </w:r>
          </w:p>
        </w:tc>
      </w:tr>
    </w:tbl>
    <w:p w:rsidR="00B4768A" w:rsidRDefault="00B4768A">
      <w:pPr>
        <w:pStyle w:val="a3"/>
        <w:jc w:val="both"/>
      </w:pPr>
      <w:r>
        <w:br w:type="textWrapping" w:clear="all"/>
      </w:r>
    </w:p>
    <w:p w:rsidR="00B4768A" w:rsidRDefault="00B4768A">
      <w:pPr>
        <w:pStyle w:val="3"/>
        <w:jc w:val="center"/>
      </w:pPr>
      <w:r>
        <w:t>Розрахунок вартості теплової енергії, придбаної в інших суб'єктів господарювання для власних споживачів, на планований період з "___" ____________ ____ року</w:t>
      </w:r>
    </w:p>
    <w:p w:rsidR="00B4768A" w:rsidRPr="00E2371C" w:rsidRDefault="00B4768A">
      <w:pPr>
        <w:pStyle w:val="a3"/>
        <w:jc w:val="center"/>
        <w:rPr>
          <w:sz w:val="20"/>
          <w:szCs w:val="20"/>
        </w:rPr>
      </w:pPr>
      <w: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36"/>
        <w:gridCol w:w="3309"/>
        <w:gridCol w:w="1199"/>
        <w:gridCol w:w="1015"/>
        <w:gridCol w:w="1046"/>
        <w:gridCol w:w="1199"/>
        <w:gridCol w:w="1129"/>
      </w:tblGrid>
      <w:tr w:rsidR="00B4768A">
        <w:trPr>
          <w:tblCellSpacing w:w="22" w:type="dxa"/>
          <w:jc w:val="right"/>
        </w:trPr>
        <w:tc>
          <w:tcPr>
            <w:tcW w:w="3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N</w:t>
            </w:r>
            <w:r w:rsidRPr="00E2371C">
              <w:br/>
              <w:t>з/п</w:t>
            </w:r>
          </w:p>
        </w:tc>
        <w:tc>
          <w:tcPr>
            <w:tcW w:w="18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Найменування суб'єкта господарювання - виробника теплової енергії</w:t>
            </w:r>
          </w:p>
        </w:tc>
        <w:tc>
          <w:tcPr>
            <w:tcW w:w="6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Обсяг покупної теплової енергії, Гкал</w:t>
            </w:r>
          </w:p>
        </w:tc>
        <w:tc>
          <w:tcPr>
            <w:tcW w:w="1000" w:type="pct"/>
            <w:gridSpan w:val="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xml:space="preserve">Тариф на покупну теплову енергію, </w:t>
            </w:r>
            <w:r w:rsidRPr="00E2371C">
              <w:br/>
              <w:t>грн/Гкал</w:t>
            </w:r>
          </w:p>
        </w:tc>
        <w:tc>
          <w:tcPr>
            <w:tcW w:w="1250" w:type="pct"/>
            <w:gridSpan w:val="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xml:space="preserve">Вартість теплової енергії, придбаної в інших суб'єктів господарювання, </w:t>
            </w:r>
            <w:r w:rsidRPr="00E2371C">
              <w:br/>
              <w:t>тис. грн</w:t>
            </w:r>
          </w:p>
        </w:tc>
      </w:tr>
      <w:tr w:rsidR="00B4768A">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усього</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у тому числі паливна складова</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усього</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у тому числі паливна складова</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5</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7</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1</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Покупна теплова енергія від _________</w:t>
            </w:r>
            <w:r w:rsidRPr="00E2371C">
              <w:t>*</w:t>
            </w:r>
            <w:r w:rsidRPr="00E2371C">
              <w:rPr>
                <w:b/>
                <w:bCs/>
              </w:rPr>
              <w:t xml:space="preserve"> усього,</w:t>
            </w:r>
            <w:r w:rsidRPr="00E2371C">
              <w:br/>
            </w:r>
            <w:r w:rsidRPr="00E2371C">
              <w:rPr>
                <w:b/>
                <w:bCs/>
              </w:rPr>
              <w:t>у тому числі на потреби:</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1.1</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1.2</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1.3</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1.4</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господарських потреб ліцензованої діяльності</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1.5.1</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населення</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1.5.2</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бюджетні установи</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1.5.3</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інших споживачів</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1.5.4</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релігійні організації</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2</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Покупна теплова енергія від _________</w:t>
            </w:r>
            <w:r w:rsidRPr="00E2371C">
              <w:t>*</w:t>
            </w:r>
            <w:r w:rsidRPr="00E2371C">
              <w:rPr>
                <w:b/>
                <w:bCs/>
              </w:rPr>
              <w:t xml:space="preserve"> усього, </w:t>
            </w:r>
            <w:r w:rsidRPr="00E2371C">
              <w:br/>
            </w:r>
            <w:r w:rsidRPr="00E2371C">
              <w:rPr>
                <w:b/>
                <w:bCs/>
              </w:rPr>
              <w:t>у тому числі на потреби:</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2.1</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2.2</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2.3</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2.4</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2.5</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господарських потреб ліцензованої діяльності</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2.5.1</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населення</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2.5.2</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бюджетні установи</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2.5.3</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інших споживачів</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2.5.4</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релігійні організації</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3</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Загальна вартість теплової енергії, придбаної в інших суб'єктів господарювання, з урахуванням витрат на господарські потреби ліцензованої діяльності, у тому числі на потреби</w:t>
            </w:r>
            <w:r w:rsidRPr="00E2371C">
              <w:t>**</w:t>
            </w:r>
            <w:r w:rsidRPr="00E2371C">
              <w:rPr>
                <w:b/>
                <w:bCs/>
              </w:rPr>
              <w:t>:</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3.1</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3.2</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3.3</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3.4</w:t>
            </w:r>
          </w:p>
        </w:tc>
        <w:tc>
          <w:tcPr>
            <w:tcW w:w="18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bl>
    <w:p w:rsidR="00B4768A" w:rsidRDefault="00B4768A">
      <w:pPr>
        <w:pStyle w:val="a3"/>
        <w:jc w:val="right"/>
      </w:pPr>
      <w:r>
        <w:br w:type="textWrapping" w:clear="all"/>
      </w:r>
    </w:p>
    <w:p w:rsidR="00B4768A" w:rsidRDefault="00B4768A">
      <w:pPr>
        <w:pStyle w:val="a3"/>
        <w:jc w:val="both"/>
        <w:rPr>
          <w:sz w:val="20"/>
          <w:szCs w:val="20"/>
        </w:rPr>
      </w:pPr>
      <w:r>
        <w:t>____________</w:t>
      </w:r>
      <w:r>
        <w:br/>
        <w:t xml:space="preserve">* </w:t>
      </w:r>
      <w:r>
        <w:rPr>
          <w:sz w:val="20"/>
          <w:szCs w:val="20"/>
        </w:rPr>
        <w:t>Розшифрувати за виробниками, додавши відповідні розділи.</w:t>
      </w:r>
    </w:p>
    <w:p w:rsidR="00B4768A" w:rsidRDefault="00B4768A">
      <w:pPr>
        <w:pStyle w:val="a3"/>
        <w:jc w:val="both"/>
      </w:pPr>
      <w:r>
        <w:t xml:space="preserve">** </w:t>
      </w:r>
      <w:r>
        <w:rPr>
          <w:sz w:val="20"/>
          <w:szCs w:val="20"/>
        </w:rPr>
        <w:t>У рядку 3 показник "обсяг покупної теплової енергії" визначено без урахування обсягів теплової енергії на господарські потреби ліцензованої діяльності.</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both"/>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19</w:t>
            </w:r>
            <w:r w:rsidRPr="00E2371C">
              <w:br/>
              <w:t>до Процедури встановлення тарифів</w:t>
            </w:r>
            <w:r w:rsidRPr="00E2371C">
              <w:br/>
              <w:t>на теплову енергію, її виробництво,</w:t>
            </w:r>
            <w:r w:rsidRPr="00E2371C">
              <w:br/>
              <w:t>транспортування, постачання</w:t>
            </w:r>
            <w:r w:rsidRPr="00E2371C">
              <w:br/>
              <w:t>(підпункт 37 пункту 2.2 глави 2)</w:t>
            </w:r>
          </w:p>
        </w:tc>
      </w:tr>
    </w:tbl>
    <w:p w:rsidR="00B4768A" w:rsidRDefault="00B4768A">
      <w:pPr>
        <w:pStyle w:val="a3"/>
        <w:jc w:val="both"/>
      </w:pPr>
      <w:r>
        <w:br w:type="textWrapping" w:clear="all"/>
      </w:r>
    </w:p>
    <w:p w:rsidR="00B4768A" w:rsidRDefault="00B4768A">
      <w:pPr>
        <w:pStyle w:val="3"/>
        <w:jc w:val="center"/>
      </w:pPr>
      <w:r>
        <w:t>Розрахунок вартості теплової енергії, виробленої власними теплоелектроцентралями, теплоелектростанціями, атомними електростанціями, когенераційними установками та установками з використанням альтернативних джерел енергії, на планований період з "___" ____________ ____ року</w:t>
      </w:r>
    </w:p>
    <w:p w:rsidR="00B4768A" w:rsidRPr="00E2371C" w:rsidRDefault="00B4768A">
      <w:pPr>
        <w:pStyle w:val="a3"/>
        <w:jc w:val="center"/>
        <w:rPr>
          <w:sz w:val="20"/>
          <w:szCs w:val="20"/>
        </w:rPr>
      </w:pPr>
      <w: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59"/>
        <w:gridCol w:w="1340"/>
        <w:gridCol w:w="626"/>
        <w:gridCol w:w="419"/>
        <w:gridCol w:w="661"/>
        <w:gridCol w:w="666"/>
        <w:gridCol w:w="577"/>
        <w:gridCol w:w="540"/>
        <w:gridCol w:w="730"/>
        <w:gridCol w:w="419"/>
        <w:gridCol w:w="661"/>
        <w:gridCol w:w="666"/>
        <w:gridCol w:w="577"/>
        <w:gridCol w:w="540"/>
        <w:gridCol w:w="752"/>
      </w:tblGrid>
      <w:tr w:rsidR="00B4768A">
        <w:trPr>
          <w:tblCellSpacing w:w="22" w:type="dxa"/>
          <w:jc w:val="right"/>
        </w:trPr>
        <w:tc>
          <w:tcPr>
            <w:tcW w:w="1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N</w:t>
            </w:r>
            <w:r w:rsidRPr="00E2371C">
              <w:rPr>
                <w:sz w:val="20"/>
                <w:szCs w:val="20"/>
              </w:rPr>
              <w:br/>
              <w:t>з/п</w:t>
            </w:r>
          </w:p>
        </w:tc>
        <w:tc>
          <w:tcPr>
            <w:tcW w:w="14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Вид джерела теплової енергії</w:t>
            </w:r>
          </w:p>
        </w:tc>
        <w:tc>
          <w:tcPr>
            <w:tcW w:w="2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Відпуск теплової енергії з колекторів, Гкал</w:t>
            </w:r>
          </w:p>
        </w:tc>
        <w:tc>
          <w:tcPr>
            <w:tcW w:w="1600" w:type="pct"/>
            <w:gridSpan w:val="6"/>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Тариф на виробництво теплової енергії, грн/Гкал</w:t>
            </w:r>
          </w:p>
        </w:tc>
        <w:tc>
          <w:tcPr>
            <w:tcW w:w="1600" w:type="pct"/>
            <w:gridSpan w:val="6"/>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xml:space="preserve">Вартість теплової енергії, виробленої власними джерелами, </w:t>
            </w:r>
            <w:r w:rsidRPr="00E2371C">
              <w:rPr>
                <w:sz w:val="20"/>
                <w:szCs w:val="20"/>
              </w:rPr>
              <w:br/>
              <w:t>тис. грн</w:t>
            </w:r>
          </w:p>
        </w:tc>
      </w:tr>
      <w:tr w:rsidR="00B4768A">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2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усього</w:t>
            </w:r>
          </w:p>
        </w:tc>
        <w:tc>
          <w:tcPr>
            <w:tcW w:w="1400" w:type="pct"/>
            <w:gridSpan w:val="5"/>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у тому числі:</w:t>
            </w:r>
          </w:p>
        </w:tc>
        <w:tc>
          <w:tcPr>
            <w:tcW w:w="2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усього</w:t>
            </w:r>
          </w:p>
        </w:tc>
        <w:tc>
          <w:tcPr>
            <w:tcW w:w="1400" w:type="pct"/>
            <w:gridSpan w:val="5"/>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у тому числі:</w:t>
            </w:r>
          </w:p>
        </w:tc>
      </w:tr>
      <w:tr w:rsidR="00B4768A">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повна планована собівартість</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паливна складова, що урахована в повній планованій собівартості</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виробничі інвестиції</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податок на прибуток</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інше використання прибутку</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повна планована собівартість</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паливна складова, що урахована в повній планованій собівартості</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виробничі інвестиції</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податок на прибуток</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інше використання прибутку</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5</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6</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7</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8</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9</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10</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1</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Теплова енергія, вироблена власними теплоелектроцентралями, теплоелектростанціями, атомними електростанціями, у тому числі на потреби:</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1.1</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1.2</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1.3</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1.4</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господарських потреб ліцензованої діяльності</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1.5.1</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що припадають на населення</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1.5.2</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що припадають на бюджетні установи</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1.5.3</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що припадають на інших споживачів</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1.5.4</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що припадають на релігійні організації</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2</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Теплова енергія, вироблена власними когенераційними установками, у тому числі на потреби:</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2.1</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2.2</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2.3</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2.4</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2.5</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господарських потреб ліцензованої діяльності</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2.5.1</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що припадають на населення</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2.5.2</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що припадають на бюджетні установи</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2.5.3</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що припадають на інших споживачів</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2.5.4</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що припадають на релігійні організації</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3</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Теплова енергія, вироблена власними установками з використанням альтернативних джерел енергії, у тому числі на потреби:</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3.1</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3.2</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3.3</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3.4</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3.5</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господарських потреб ліцензованої діяльності</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b/>
                <w:bCs/>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3.5.1</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що припадають на населення</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3.5.2</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що припадають на бюджетні установи</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3.5.3</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що припадають на інших споживачів</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3.5.4</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що припадають на релігійні організації</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х</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sz w:val="20"/>
                <w:szCs w:val="20"/>
              </w:rPr>
              <w:t>4</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sz w:val="20"/>
                <w:szCs w:val="20"/>
              </w:rPr>
              <w:t>Загальна вартість теплової енергії, виробленої власними джерелами, крім котелень, для потреби власних споживачів з урахуванням витрат на господарські потреби ліцензованої діяльності, у тому числі на потреби</w:t>
            </w:r>
            <w:r w:rsidRPr="00E2371C">
              <w:rPr>
                <w:sz w:val="20"/>
                <w:szCs w:val="20"/>
              </w:rPr>
              <w:t>*</w:t>
            </w:r>
            <w:r w:rsidRPr="00E2371C">
              <w:rPr>
                <w:b/>
                <w:bCs/>
                <w:sz w:val="20"/>
                <w:szCs w:val="20"/>
              </w:rPr>
              <w:t>:</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4.1</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населення</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4.2</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бюджетних установ</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4.3</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інших споживачів</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4.4</w:t>
            </w:r>
          </w:p>
        </w:tc>
        <w:tc>
          <w:tcPr>
            <w:tcW w:w="1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sz w:val="20"/>
                <w:szCs w:val="20"/>
              </w:rPr>
              <w:t>релігійних організацій</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sz w:val="20"/>
                <w:szCs w:val="20"/>
              </w:rPr>
              <w:t> </w:t>
            </w:r>
          </w:p>
        </w:tc>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rPr>
                <w:sz w:val="20"/>
                <w:szCs w:val="20"/>
              </w:rPr>
              <w:t> </w:t>
            </w:r>
          </w:p>
        </w:tc>
      </w:tr>
    </w:tbl>
    <w:p w:rsidR="00B4768A" w:rsidRDefault="00B4768A">
      <w:pPr>
        <w:pStyle w:val="a3"/>
        <w:jc w:val="right"/>
      </w:pPr>
      <w:r>
        <w:br w:type="textWrapping" w:clear="all"/>
      </w:r>
    </w:p>
    <w:p w:rsidR="00B4768A" w:rsidRDefault="00B4768A">
      <w:pPr>
        <w:pStyle w:val="a3"/>
        <w:jc w:val="both"/>
      </w:pPr>
      <w:r>
        <w:t>____________</w:t>
      </w:r>
      <w:r>
        <w:br/>
        <w:t xml:space="preserve">* </w:t>
      </w:r>
      <w:r>
        <w:rPr>
          <w:sz w:val="20"/>
          <w:szCs w:val="20"/>
        </w:rPr>
        <w:t>У рядку 4 показник "відпуск теплової енергії з колекторів" визначено без урахування обсягів теплової енергії на господарські потреби ліцензованої діяльності.</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both"/>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20</w:t>
            </w:r>
            <w:r w:rsidRPr="00E2371C">
              <w:br/>
              <w:t>до Процедури встановлення тарифів на теплову енергію, її виробництво, транспортування, постачання</w:t>
            </w:r>
            <w:r w:rsidRPr="00E2371C">
              <w:br/>
              <w:t>(підпункт 38 пункту 2.2 глави 2)</w:t>
            </w:r>
          </w:p>
        </w:tc>
      </w:tr>
    </w:tbl>
    <w:p w:rsidR="00B4768A" w:rsidRDefault="00B4768A">
      <w:pPr>
        <w:pStyle w:val="a3"/>
        <w:jc w:val="both"/>
      </w:pPr>
      <w:r>
        <w:br w:type="textWrapping" w:clear="all"/>
      </w:r>
    </w:p>
    <w:p w:rsidR="00B4768A" w:rsidRDefault="00B4768A">
      <w:pPr>
        <w:pStyle w:val="3"/>
        <w:jc w:val="center"/>
      </w:pPr>
      <w:r>
        <w:t>Розрахунок витрат на теплову енергію для компенсації втрат теплової енергії в теплових мережах на планований період з "___" ____________ ____ року</w:t>
      </w:r>
    </w:p>
    <w:p w:rsidR="00B4768A" w:rsidRPr="00E2371C" w:rsidRDefault="00B4768A">
      <w:pPr>
        <w:pStyle w:val="a3"/>
        <w:jc w:val="center"/>
        <w:rPr>
          <w:sz w:val="20"/>
          <w:szCs w:val="20"/>
        </w:rPr>
      </w:pPr>
      <w: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01"/>
        <w:gridCol w:w="1402"/>
        <w:gridCol w:w="1111"/>
        <w:gridCol w:w="1200"/>
        <w:gridCol w:w="1200"/>
        <w:gridCol w:w="895"/>
        <w:gridCol w:w="1089"/>
        <w:gridCol w:w="1016"/>
        <w:gridCol w:w="1119"/>
      </w:tblGrid>
      <w:tr w:rsidR="00B4768A">
        <w:trPr>
          <w:tblCellSpacing w:w="22" w:type="dxa"/>
          <w:jc w:val="right"/>
        </w:trPr>
        <w:tc>
          <w:tcPr>
            <w:tcW w:w="2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N</w:t>
            </w:r>
            <w:r w:rsidRPr="00E2371C">
              <w:br/>
              <w:t>з/п</w:t>
            </w:r>
          </w:p>
        </w:tc>
        <w:tc>
          <w:tcPr>
            <w:tcW w:w="15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Показники</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Обсяг надходження теплової енергії до теплових мереж</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Обсяг технологічних втрат теплової енергії у теплових мережах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Відношення обсягів технологічних втрат теплової енергії у теплових мережах до обсягів надходження теплової енергії до теплових мереж</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Обсяг корисного відпуску теплової енергії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Тариф на виробництво теплової енергії</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Вартість теплової енергії для компенсації втрат теплової енергії в теплових мережах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Витрати на компенсацію втрат теплової енергії на одиницю теплової енергії, що надходить до теплових мереж</w:t>
            </w:r>
          </w:p>
        </w:tc>
      </w:tr>
      <w:tr w:rsidR="00B4768A">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Гкал</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Гкал</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Гкал</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грн/Гкал</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тис. грн</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грн/Гкал</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5</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7</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8</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9</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Витрати на теплову енергію для компенсації втрат власної теплової енергії ліцензіата в теплових мережах з урахуванням витрат на господарські потреби ліцензованої діяльності*, у тому числі на потреби:</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1.1</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1.2</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1.3</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1.4</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у тому числі витрати на теплову енергію для компенсації втрат власної теплової енергії ліцензіата у власних теплових мережах, у тому числі на потреби:</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1.5.1</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1.5.2</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1.5.3</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1.5.4</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1.6</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господарських потреб ліцензованої діяльності</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1.6.1</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населення</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1.6.2</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бюджетні установи</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1.6.3</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інших споживачів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1.6.4</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релігійні організації</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1.7</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у тому числі витрати на теплову енергію для компенсації втрат власної теплової енергії в теплових мережах інших власників при її транспортуванні, у тому числі на потреби:</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1.7.1</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1.7.2</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1.7.3</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1.7.4</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1.8</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господарських потреб ліцензованої діяльності</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1.8.1</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населення</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1.8.2</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бюджетні установи</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1.8.3</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інших споживачів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1.8.4</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релігійні організації</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х</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Витрати на придбання теплової енергії в інших суб'єктів господарювання для компенсації втрат теплової енергії в теплових мережах ліцензіата при транспортуванні теплової енергії інших суб'єктів господарювання, у тому числі на потреби:</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2.1</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2.2</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2.3</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r w:rsidR="00B4768A">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2.4</w:t>
            </w:r>
          </w:p>
        </w:tc>
        <w:tc>
          <w:tcPr>
            <w:tcW w:w="1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4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r>
    </w:tbl>
    <w:p w:rsidR="00B4768A" w:rsidRDefault="00B4768A">
      <w:pPr>
        <w:pStyle w:val="a3"/>
        <w:jc w:val="right"/>
      </w:pPr>
      <w:r>
        <w:br w:type="textWrapping" w:clear="all"/>
      </w:r>
    </w:p>
    <w:p w:rsidR="00B4768A" w:rsidRDefault="00B4768A">
      <w:pPr>
        <w:pStyle w:val="a3"/>
        <w:jc w:val="both"/>
      </w:pPr>
      <w:r>
        <w:t>____________</w:t>
      </w:r>
      <w:r>
        <w:br/>
        <w:t xml:space="preserve">* </w:t>
      </w:r>
      <w:r>
        <w:rPr>
          <w:sz w:val="20"/>
          <w:szCs w:val="20"/>
        </w:rPr>
        <w:t>У рядку 1 показник "Обсяг надходження теплової енергії до теплових мереж" визначено без урахування обсягів теплової енергії на господарські потреби ліцензованої діяльності.</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both"/>
      </w:pPr>
      <w:r>
        <w:br w:type="textWrapping" w:clear="all"/>
      </w:r>
    </w:p>
    <w:p w:rsidR="00B4768A" w:rsidRDefault="00B4768A">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4768A">
        <w:trPr>
          <w:tblCellSpacing w:w="22" w:type="dxa"/>
        </w:trPr>
        <w:tc>
          <w:tcPr>
            <w:tcW w:w="5000" w:type="pct"/>
            <w:hideMark/>
          </w:tcPr>
          <w:p w:rsidR="00B4768A" w:rsidRPr="00E2371C" w:rsidRDefault="00B4768A">
            <w:pPr>
              <w:pStyle w:val="a3"/>
            </w:pPr>
            <w:r w:rsidRPr="00E2371C">
              <w:t>Додаток 21</w:t>
            </w:r>
            <w:r w:rsidRPr="00E2371C">
              <w:br/>
              <w:t>до Процедури встановлення тарифів на теплову енергію, її виробництво, транспортування, постачання</w:t>
            </w:r>
            <w:r w:rsidRPr="00E2371C">
              <w:br/>
              <w:t>(підпункт 39 пункту 2.2 глави 2)</w:t>
            </w:r>
          </w:p>
        </w:tc>
      </w:tr>
    </w:tbl>
    <w:p w:rsidR="00B4768A" w:rsidRDefault="00B4768A">
      <w:pPr>
        <w:pStyle w:val="a3"/>
        <w:jc w:val="both"/>
      </w:pPr>
      <w:r>
        <w:br w:type="textWrapping" w:clear="all"/>
      </w:r>
    </w:p>
    <w:p w:rsidR="00B4768A" w:rsidRDefault="00B4768A">
      <w:pPr>
        <w:pStyle w:val="3"/>
        <w:jc w:val="center"/>
      </w:pPr>
      <w:r>
        <w:t>Розрахунок витрат на транспортування власної теплової енергії тепловими мережами інших суб'єктів господарювання на планований період з "___" ____________ ____ року</w:t>
      </w:r>
    </w:p>
    <w:p w:rsidR="00B4768A" w:rsidRPr="00E2371C" w:rsidRDefault="00B4768A">
      <w:pPr>
        <w:pStyle w:val="a3"/>
        <w:jc w:val="center"/>
        <w:rPr>
          <w:sz w:val="20"/>
          <w:szCs w:val="20"/>
        </w:rPr>
      </w:pPr>
      <w:r>
        <w:t>_____________________________________________________________________________________</w:t>
      </w:r>
      <w:r>
        <w:br/>
      </w:r>
      <w:r>
        <w:rPr>
          <w:sz w:val="20"/>
          <w:szCs w:val="20"/>
        </w:rPr>
        <w:t>(найменування ліцензіата)</w:t>
      </w:r>
    </w:p>
    <w:p w:rsidR="00B4768A" w:rsidRDefault="00B4768A">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38"/>
        <w:gridCol w:w="1277"/>
        <w:gridCol w:w="1162"/>
        <w:gridCol w:w="1162"/>
        <w:gridCol w:w="855"/>
        <w:gridCol w:w="1160"/>
        <w:gridCol w:w="1162"/>
        <w:gridCol w:w="1135"/>
        <w:gridCol w:w="1182"/>
      </w:tblGrid>
      <w:tr w:rsidR="00B4768A">
        <w:trPr>
          <w:tblCellSpacing w:w="22" w:type="dxa"/>
          <w:jc w:val="right"/>
        </w:trPr>
        <w:tc>
          <w:tcPr>
            <w:tcW w:w="1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N</w:t>
            </w:r>
            <w:r w:rsidRPr="00E2371C">
              <w:br/>
              <w:t>з/п</w:t>
            </w:r>
          </w:p>
        </w:tc>
        <w:tc>
          <w:tcPr>
            <w:tcW w:w="10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Показники</w:t>
            </w:r>
          </w:p>
        </w:tc>
        <w:tc>
          <w:tcPr>
            <w:tcW w:w="6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Річний обсяг транспортування власної теплової енергії тепловими мережами інших суб'єктів господарювання, Гкал</w:t>
            </w:r>
          </w:p>
        </w:tc>
        <w:tc>
          <w:tcPr>
            <w:tcW w:w="60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xml:space="preserve">Тариф на транспортування власної теплової енергії тепловими мережами інших суб'єктів господарювання, усього, </w:t>
            </w:r>
            <w:r w:rsidRPr="00E2371C">
              <w:br/>
              <w:t>грн/Гкал</w:t>
            </w:r>
          </w:p>
        </w:tc>
        <w:tc>
          <w:tcPr>
            <w:tcW w:w="1000" w:type="pct"/>
            <w:gridSpan w:val="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у тому числі:</w:t>
            </w:r>
          </w:p>
        </w:tc>
        <w:tc>
          <w:tcPr>
            <w:tcW w:w="550" w:type="pct"/>
            <w:vMerge w:val="restar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xml:space="preserve">Вартість транспортування власної теплової енергії тепловими мережами інших суб'єктів господарювання, всього, </w:t>
            </w:r>
            <w:r w:rsidRPr="00E2371C">
              <w:br/>
              <w:t>тис. грн</w:t>
            </w:r>
          </w:p>
        </w:tc>
        <w:tc>
          <w:tcPr>
            <w:tcW w:w="1050" w:type="pct"/>
            <w:gridSpan w:val="2"/>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у тому числі:</w:t>
            </w:r>
          </w:p>
        </w:tc>
      </w:tr>
      <w:tr w:rsidR="00B4768A">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вартість придбання теплової енергії для компенсації втрат теплової енергії в теплових мережах, грн/Гкал</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вартість утримання, експлуатації та витрат з прибутку для розрахунку тарифу на транспортування теплової енергії, грн/Гкал</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4768A" w:rsidRPr="00E2371C" w:rsidRDefault="00B4768A"/>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витрати на теплову енергію для компенсації втрат теплової енергії в теплових мережах інших суб'єктів господарювання при її транспортуванні</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решта витрат на транспортування теплової енергії тепловими мережами інших суб'єктів господарювання при її транспортуванні</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4</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5</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6</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7</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8</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9</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Транспортування власної теплової енергії мережами _________*, усього, у тому числі на потреби:</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господарських потреб ліцензованої діяльності</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населення</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i/>
                <w:iCs/>
              </w:rPr>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бюджетні установи</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i/>
                <w:iCs/>
              </w:rPr>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інших споживачів</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i/>
                <w:iCs/>
              </w:rPr>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1.5.4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релігійні організації</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i/>
                <w:iCs/>
              </w:rPr>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Транспортування власної теплової енергії мережами _________</w:t>
            </w:r>
            <w:r w:rsidRPr="00E2371C">
              <w:t>*</w:t>
            </w:r>
            <w:r w:rsidRPr="00E2371C">
              <w:rPr>
                <w:b/>
                <w:bCs/>
              </w:rPr>
              <w:t>, усього, у тому числі на потреби:</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2.5</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господарських потреб ліцензованої діяльності</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2.5.1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населення</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i/>
                <w:iCs/>
              </w:rPr>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2.5.2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бюджетні установи</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i/>
                <w:iCs/>
              </w:rPr>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2.5.3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інших споживачів</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i/>
                <w:iCs/>
              </w:rPr>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2.5.4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що припадають на релігійні організації</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i/>
                <w:iCs/>
              </w:rPr>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rPr>
                <w:b/>
                <w:bCs/>
              </w:rPr>
              <w:t>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rPr>
                <w:b/>
                <w:bCs/>
              </w:rPr>
              <w:t>Загальна вартість транспортування власної теплової енергії тепловими мережами інших суб'єктів господарювання, у тому числі на потреби:</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3.1</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населення</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3.2</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бюджетних установ</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3.3</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інших споживачів</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r w:rsidR="00B4768A">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3.4</w:t>
            </w:r>
          </w:p>
        </w:tc>
        <w:tc>
          <w:tcPr>
            <w:tcW w:w="10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pPr>
            <w:r w:rsidRPr="00E2371C">
              <w:t>релігійних організацій</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6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5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right"/>
            </w:pPr>
            <w:r w:rsidRPr="00E2371C">
              <w:t> </w:t>
            </w:r>
          </w:p>
        </w:tc>
        <w:tc>
          <w:tcPr>
            <w:tcW w:w="500" w:type="pct"/>
            <w:tcBorders>
              <w:top w:val="outset" w:sz="6" w:space="0" w:color="auto"/>
              <w:left w:val="outset" w:sz="6" w:space="0" w:color="auto"/>
              <w:bottom w:val="outset" w:sz="6" w:space="0" w:color="auto"/>
              <w:right w:val="outset" w:sz="6" w:space="0" w:color="auto"/>
            </w:tcBorders>
            <w:hideMark/>
          </w:tcPr>
          <w:p w:rsidR="00B4768A" w:rsidRPr="00E2371C" w:rsidRDefault="00B4768A">
            <w:pPr>
              <w:pStyle w:val="a3"/>
              <w:jc w:val="center"/>
            </w:pPr>
            <w:r w:rsidRPr="00E2371C">
              <w:t>х</w:t>
            </w:r>
          </w:p>
        </w:tc>
      </w:tr>
    </w:tbl>
    <w:p w:rsidR="00B4768A" w:rsidRDefault="00B4768A">
      <w:pPr>
        <w:pStyle w:val="a3"/>
        <w:jc w:val="right"/>
      </w:pPr>
      <w:r>
        <w:br w:type="textWrapping" w:clear="all"/>
      </w:r>
    </w:p>
    <w:p w:rsidR="00B4768A" w:rsidRDefault="00B4768A">
      <w:pPr>
        <w:pStyle w:val="a3"/>
        <w:jc w:val="both"/>
      </w:pPr>
      <w:r>
        <w:t>____________</w:t>
      </w:r>
      <w:r>
        <w:br/>
        <w:t xml:space="preserve">* </w:t>
      </w:r>
      <w:r>
        <w:rPr>
          <w:sz w:val="20"/>
          <w:szCs w:val="20"/>
        </w:rPr>
        <w:t>Розшифрувати за транспортувальниками, додавши відповідні рядки.</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B4768A">
        <w:trPr>
          <w:tblCellSpacing w:w="22" w:type="dxa"/>
        </w:trPr>
        <w:tc>
          <w:tcPr>
            <w:tcW w:w="1700" w:type="pct"/>
            <w:hideMark/>
          </w:tcPr>
          <w:p w:rsidR="00B4768A" w:rsidRPr="00E2371C" w:rsidRDefault="00B4768A">
            <w:pPr>
              <w:pStyle w:val="a3"/>
            </w:pPr>
            <w:r w:rsidRPr="00E2371C">
              <w:t>Керівник</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(підпис)</w:t>
            </w:r>
          </w:p>
        </w:tc>
        <w:tc>
          <w:tcPr>
            <w:tcW w:w="1650" w:type="pct"/>
            <w:hideMark/>
          </w:tcPr>
          <w:p w:rsidR="00B4768A" w:rsidRPr="00E2371C" w:rsidRDefault="00B4768A">
            <w:pPr>
              <w:pStyle w:val="a3"/>
              <w:jc w:val="center"/>
            </w:pPr>
            <w:r w:rsidRPr="00E2371C">
              <w:t>___________________</w:t>
            </w:r>
            <w:r w:rsidRPr="00E2371C">
              <w:br/>
            </w:r>
            <w:r w:rsidRPr="00E2371C">
              <w:rPr>
                <w:sz w:val="20"/>
                <w:szCs w:val="20"/>
              </w:rPr>
              <w:t>(ініціали, прізвище)</w:t>
            </w:r>
          </w:p>
        </w:tc>
      </w:tr>
    </w:tbl>
    <w:p w:rsidR="00B4768A" w:rsidRDefault="00B4768A">
      <w:pPr>
        <w:pStyle w:val="a3"/>
        <w:jc w:val="both"/>
      </w:pPr>
      <w:r>
        <w:br w:type="textWrapping" w:clear="all"/>
      </w:r>
    </w:p>
    <w:p w:rsidR="00B4768A" w:rsidRDefault="00B4768A">
      <w:pPr>
        <w:pStyle w:val="a3"/>
        <w:jc w:val="right"/>
      </w:pPr>
      <w:r>
        <w:t>(Процедура із змінами, внесеними згідно з постановою</w:t>
      </w:r>
      <w:r>
        <w:br/>
        <w:t> Національної комісії, що здійснює державне регулювання у сферах</w:t>
      </w:r>
      <w:r>
        <w:br/>
        <w:t> енергетики та комунальних послуг, від 07.11.2017 р. N 1376,</w:t>
      </w:r>
      <w:r>
        <w:br/>
        <w:t>у редакції постанови Національної комісії, що здійснює</w:t>
      </w:r>
      <w:r>
        <w:br/>
        <w:t> державне регулювання у сферах енергетики та комунальних</w:t>
      </w:r>
      <w:r>
        <w:br/>
        <w:t> послуг, від 23.08.2019 р. N 1734)</w:t>
      </w:r>
    </w:p>
    <w:p w:rsidR="00B4768A" w:rsidRDefault="00B4768A">
      <w:pPr>
        <w:pStyle w:val="a3"/>
        <w:jc w:val="center"/>
      </w:pPr>
      <w:r>
        <w:t>____________</w:t>
      </w:r>
    </w:p>
    <w:p w:rsidR="00B4768A" w:rsidRDefault="00B4768A">
      <w:pPr>
        <w:pStyle w:val="a3"/>
        <w:jc w:val="both"/>
      </w:pPr>
      <w: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260"/>
        <w:gridCol w:w="1185"/>
      </w:tblGrid>
      <w:tr w:rsidR="00B4768A">
        <w:trPr>
          <w:tblCellSpacing w:w="15" w:type="dxa"/>
        </w:trPr>
        <w:tc>
          <w:tcPr>
            <w:tcW w:w="4500" w:type="pct"/>
            <w:vAlign w:val="center"/>
            <w:hideMark/>
          </w:tcPr>
          <w:p w:rsidR="00B4768A" w:rsidRDefault="00B4768A">
            <w:r>
              <w:t>© ООО "Информационно-аналитический центр "ЛИГА", 2020</w:t>
            </w:r>
            <w:r>
              <w:br/>
              <w:t>© ООО "ЛИГА ЗАКОН", 2020</w:t>
            </w:r>
          </w:p>
        </w:tc>
        <w:tc>
          <w:tcPr>
            <w:tcW w:w="500" w:type="pct"/>
            <w:vAlign w:val="center"/>
            <w:hideMark/>
          </w:tcPr>
          <w:p w:rsidR="00B4768A" w:rsidRDefault="00BD341D">
            <w:r>
              <w:rPr>
                <w:noProof/>
              </w:rPr>
              <w:drawing>
                <wp:inline distT="0" distB="0" distL="0" distR="0">
                  <wp:extent cx="695325" cy="314325"/>
                  <wp:effectExtent l="0" t="0" r="9525" b="9525"/>
                  <wp:docPr id="2" name="Рисунок 2" descr="Описание: C:\Documents and Settings\1\Application Data\Liga70\Client\Session\LOGOTYP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C:\Documents and Settings\1\Application Data\Liga70\Client\Session\LOGOTYPE.BMP"/>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695325" cy="314325"/>
                          </a:xfrm>
                          <a:prstGeom prst="rect">
                            <a:avLst/>
                          </a:prstGeom>
                          <a:noFill/>
                          <a:ln>
                            <a:noFill/>
                          </a:ln>
                        </pic:spPr>
                      </pic:pic>
                    </a:graphicData>
                  </a:graphic>
                </wp:inline>
              </w:drawing>
            </w:r>
          </w:p>
        </w:tc>
      </w:tr>
    </w:tbl>
    <w:p w:rsidR="00B4768A" w:rsidRDefault="00B4768A"/>
    <w:sectPr w:rsidR="00B476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41D"/>
    <w:rsid w:val="00B4768A"/>
    <w:rsid w:val="00BD341D"/>
    <w:rsid w:val="00E23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character" w:customStyle="1" w:styleId="30">
    <w:name w:val="Заголовок 3 Знак"/>
    <w:link w:val="3"/>
    <w:uiPriority w:val="9"/>
    <w:semiHidden/>
    <w:rPr>
      <w:rFonts w:ascii="Cambria" w:eastAsia="Times New Roman" w:hAnsi="Cambria" w:cs="Times New Roman"/>
      <w:b/>
      <w:bCs/>
      <w:color w:val="4F81BD"/>
      <w:sz w:val="24"/>
      <w:szCs w:val="24"/>
    </w:rPr>
  </w:style>
  <w:style w:type="paragraph" w:styleId="a4">
    <w:name w:val="Balloon Text"/>
    <w:basedOn w:val="a"/>
    <w:link w:val="a5"/>
    <w:uiPriority w:val="99"/>
    <w:semiHidden/>
    <w:unhideWhenUsed/>
    <w:rsid w:val="00E2371C"/>
    <w:rPr>
      <w:rFonts w:ascii="Tahoma" w:hAnsi="Tahoma" w:cs="Tahoma"/>
      <w:sz w:val="16"/>
      <w:szCs w:val="16"/>
    </w:rPr>
  </w:style>
  <w:style w:type="character" w:customStyle="1" w:styleId="a5">
    <w:name w:val="Текст выноски Знак"/>
    <w:link w:val="a4"/>
    <w:uiPriority w:val="99"/>
    <w:semiHidden/>
    <w:rsid w:val="00E2371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character" w:customStyle="1" w:styleId="30">
    <w:name w:val="Заголовок 3 Знак"/>
    <w:link w:val="3"/>
    <w:uiPriority w:val="9"/>
    <w:semiHidden/>
    <w:rPr>
      <w:rFonts w:ascii="Cambria" w:eastAsia="Times New Roman" w:hAnsi="Cambria" w:cs="Times New Roman"/>
      <w:b/>
      <w:bCs/>
      <w:color w:val="4F81BD"/>
      <w:sz w:val="24"/>
      <w:szCs w:val="24"/>
    </w:rPr>
  </w:style>
  <w:style w:type="paragraph" w:styleId="a4">
    <w:name w:val="Balloon Text"/>
    <w:basedOn w:val="a"/>
    <w:link w:val="a5"/>
    <w:uiPriority w:val="99"/>
    <w:semiHidden/>
    <w:unhideWhenUsed/>
    <w:rsid w:val="00E2371C"/>
    <w:rPr>
      <w:rFonts w:ascii="Tahoma" w:hAnsi="Tahoma" w:cs="Tahoma"/>
      <w:sz w:val="16"/>
      <w:szCs w:val="16"/>
    </w:rPr>
  </w:style>
  <w:style w:type="character" w:customStyle="1" w:styleId="a5">
    <w:name w:val="Текст выноски Знак"/>
    <w:link w:val="a4"/>
    <w:uiPriority w:val="99"/>
    <w:semiHidden/>
    <w:rsid w:val="00E2371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file:///C:\Documents%20and%20Settings\1\Application%20Data\Liga70\Client\Session\LOGOTYPE.BMP" TargetMode="External"/><Relationship Id="rId5" Type="http://schemas.openxmlformats.org/officeDocument/2006/relationships/image" Target="file:///C:\Documents%20and%20Settings\1\Application%20Data\Liga70\Client\Session\TSIGN.GIF"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4;&#1054;&#1050;&#1059;&#1052;&#1045;&#1053;&#1058;&#1067;\&#1053;&#1086;&#1088;&#1084;&#1072;&#1090;&#1080;&#1074;&#1085;&#1099;&#1077;%20&#1076;&#1086;&#1082;&#1091;&#1084;&#1077;&#1085;&#1090;&#1099;\&#1053;&#1054;&#1056;&#1052;&#1040;&#1058;&#1048;&#1042;%20&#1044;&#1051;&#1071;%20&#1057;&#1040;&#1049;&#1058;&#1040;\&#1055;&#1054;&#1057;&#1058;%2052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 528.dot</Template>
  <TotalTime>1</TotalTime>
  <Pages>1</Pages>
  <Words>17000</Words>
  <Characters>96904</Characters>
  <Application>Microsoft Office Word</Application>
  <DocSecurity>0</DocSecurity>
  <Lines>807</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hts</Company>
  <LinksUpToDate>false</LinksUpToDate>
  <CharactersWithSpaces>113677</CharactersWithSpaces>
  <SharedDoc>false</SharedDoc>
  <HLinks>
    <vt:vector size="12" baseType="variant">
      <vt:variant>
        <vt:i4>7143491</vt:i4>
      </vt:variant>
      <vt:variant>
        <vt:i4>2292</vt:i4>
      </vt:variant>
      <vt:variant>
        <vt:i4>1026</vt:i4>
      </vt:variant>
      <vt:variant>
        <vt:i4>1</vt:i4>
      </vt:variant>
      <vt:variant>
        <vt:lpwstr>C:\Documents and Settings\1\Application Data\Liga70\Client\Session\TSIGN.GIF</vt:lpwstr>
      </vt:variant>
      <vt:variant>
        <vt:lpwstr/>
      </vt:variant>
      <vt:variant>
        <vt:i4>5439598</vt:i4>
      </vt:variant>
      <vt:variant>
        <vt:i4>383156</vt:i4>
      </vt:variant>
      <vt:variant>
        <vt:i4>1025</vt:i4>
      </vt:variant>
      <vt:variant>
        <vt:i4>1</vt:i4>
      </vt:variant>
      <vt:variant>
        <vt:lpwstr>C:\Documents and Settings\1\Application Data\Liga70\Client\Session\LOGOTYPE.BMP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Багацкая </dc:creator>
  <cp:keywords/>
  <dc:description/>
  <cp:lastModifiedBy>Багацкая </cp:lastModifiedBy>
  <cp:revision>2</cp:revision>
  <dcterms:created xsi:type="dcterms:W3CDTF">2020-08-12T06:47:00Z</dcterms:created>
  <dcterms:modified xsi:type="dcterms:W3CDTF">2020-08-12T06:49:00Z</dcterms:modified>
</cp:coreProperties>
</file>